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822" w:rsidRPr="00881A84" w:rsidRDefault="005D7822" w:rsidP="00BE408F">
      <w:pPr>
        <w:jc w:val="center"/>
        <w:rPr>
          <w:snapToGrid w:val="0"/>
          <w:sz w:val="12"/>
          <w:szCs w:val="1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1.25pt;margin-top:-47.7pt;width:90pt;height:45pt;z-index:251658752" stroked="f">
            <v:textbox>
              <w:txbxContent>
                <w:p w:rsidR="005D7822" w:rsidRDefault="005D7822" w:rsidP="00514389">
                  <w:pPr>
                    <w:jc w:val="right"/>
                    <w:rPr>
                      <w:snapToGrid w:val="0"/>
                      <w:sz w:val="28"/>
                      <w:szCs w:val="28"/>
                    </w:rPr>
                  </w:pPr>
                </w:p>
                <w:p w:rsidR="005D7822" w:rsidRDefault="005D7822"/>
              </w:txbxContent>
            </v:textbox>
          </v:shape>
        </w:pict>
      </w:r>
      <w:r>
        <w:rPr>
          <w:noProof/>
        </w:rPr>
        <w:pict>
          <v:shape id="Поле 3" o:spid="_x0000_s1027" type="#_x0000_t202" style="position:absolute;left:0;text-align:left;margin-left:356.55pt;margin-top:12.3pt;width:112.8pt;height:50.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" filled="f" stroked="f">
            <v:textbox style="mso-next-textbox:#Поле 3">
              <w:txbxContent>
                <w:p w:rsidR="005D7822" w:rsidRDefault="005D7822" w:rsidP="00176DC3"/>
                <w:p w:rsidR="005D7822" w:rsidRDefault="005D7822" w:rsidP="00176DC3"/>
              </w:txbxContent>
            </v:textbox>
          </v:shape>
        </w:pict>
      </w:r>
    </w:p>
    <w:p w:rsidR="005D7822" w:rsidRPr="00881A84" w:rsidRDefault="005D7822" w:rsidP="00176DC3">
      <w:pPr>
        <w:jc w:val="center"/>
        <w:rPr>
          <w:noProof/>
          <w:sz w:val="28"/>
          <w:szCs w:val="28"/>
        </w:rPr>
      </w:pPr>
      <w:r w:rsidRPr="00663582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4.25pt;visibility:visible">
            <v:imagedata r:id="rId4" o:title=""/>
          </v:shape>
        </w:pict>
      </w:r>
    </w:p>
    <w:p w:rsidR="005D7822" w:rsidRPr="00881A84" w:rsidRDefault="005D7822" w:rsidP="00176DC3">
      <w:pPr>
        <w:pStyle w:val="Heading1"/>
        <w:jc w:val="center"/>
        <w:rPr>
          <w:sz w:val="28"/>
          <w:szCs w:val="28"/>
        </w:rPr>
      </w:pPr>
      <w:r w:rsidRPr="00881A84">
        <w:rPr>
          <w:sz w:val="28"/>
          <w:szCs w:val="28"/>
        </w:rPr>
        <w:t>Городской Совет депутатов</w:t>
      </w:r>
    </w:p>
    <w:p w:rsidR="005D7822" w:rsidRPr="00881A84" w:rsidRDefault="005D7822" w:rsidP="00176DC3">
      <w:pPr>
        <w:pStyle w:val="Heading1"/>
        <w:jc w:val="center"/>
        <w:rPr>
          <w:sz w:val="28"/>
          <w:szCs w:val="28"/>
        </w:rPr>
      </w:pPr>
      <w:r w:rsidRPr="00881A84">
        <w:rPr>
          <w:sz w:val="28"/>
          <w:szCs w:val="28"/>
        </w:rPr>
        <w:t>муниципального образования город Новотроицк</w:t>
      </w:r>
    </w:p>
    <w:p w:rsidR="005D7822" w:rsidRPr="00881A84" w:rsidRDefault="005D7822" w:rsidP="00176DC3">
      <w:pPr>
        <w:pStyle w:val="Heading2"/>
        <w:rPr>
          <w:sz w:val="28"/>
          <w:szCs w:val="28"/>
        </w:rPr>
      </w:pPr>
      <w:r w:rsidRPr="00881A84">
        <w:rPr>
          <w:sz w:val="28"/>
          <w:szCs w:val="28"/>
        </w:rPr>
        <w:t>Оренбургской области</w:t>
      </w:r>
    </w:p>
    <w:p w:rsidR="005D7822" w:rsidRPr="00881A84" w:rsidRDefault="005D7822" w:rsidP="00176DC3">
      <w:pPr>
        <w:jc w:val="center"/>
        <w:rPr>
          <w:b/>
          <w:bCs/>
          <w:sz w:val="28"/>
          <w:szCs w:val="28"/>
        </w:rPr>
      </w:pPr>
      <w:r w:rsidRPr="00881A84">
        <w:rPr>
          <w:b/>
          <w:bCs/>
          <w:sz w:val="28"/>
          <w:szCs w:val="28"/>
        </w:rPr>
        <w:t>пятого созыва</w:t>
      </w:r>
    </w:p>
    <w:p w:rsidR="005D7822" w:rsidRPr="00881A84" w:rsidRDefault="005D7822" w:rsidP="00176DC3">
      <w:pPr>
        <w:pStyle w:val="Heading3"/>
        <w:ind w:left="0"/>
        <w:jc w:val="center"/>
        <w:rPr>
          <w:sz w:val="28"/>
          <w:szCs w:val="28"/>
        </w:rPr>
      </w:pPr>
      <w:r w:rsidRPr="00881A84">
        <w:rPr>
          <w:sz w:val="28"/>
          <w:szCs w:val="28"/>
        </w:rPr>
        <w:t>РЕШЕНИЕ</w:t>
      </w:r>
    </w:p>
    <w:p w:rsidR="005D7822" w:rsidRPr="00881A84" w:rsidRDefault="005D7822" w:rsidP="00176DC3">
      <w:pPr>
        <w:jc w:val="center"/>
        <w:rPr>
          <w:sz w:val="16"/>
        </w:rPr>
      </w:pPr>
      <w:r>
        <w:rPr>
          <w:noProof/>
        </w:rPr>
        <w:pict>
          <v:line id="Прямая соединительная линия 2" o:spid="_x0000_s1028" style="position:absolute;left:0;text-align:left;z-index:251656704;visibility:visible" from="0,6.5pt" to="459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" strokeweight="1.5pt"/>
        </w:pict>
      </w:r>
    </w:p>
    <w:p w:rsidR="005D7822" w:rsidRPr="004D7D87" w:rsidRDefault="005D7822" w:rsidP="00A81AE8">
      <w:pPr>
        <w:rPr>
          <w:bCs/>
          <w:sz w:val="12"/>
          <w:szCs w:val="12"/>
        </w:rPr>
      </w:pPr>
      <w:bookmarkStart w:id="0" w:name="OLE_LINK1"/>
    </w:p>
    <w:p w:rsidR="005D7822" w:rsidRPr="00900A18" w:rsidRDefault="005D7822" w:rsidP="004D7D87">
      <w:pPr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Принято на шестьдесят пятом</w:t>
      </w:r>
      <w:r w:rsidRPr="00900A18">
        <w:rPr>
          <w:b/>
          <w:bCs/>
          <w:sz w:val="28"/>
          <w:szCs w:val="28"/>
        </w:rPr>
        <w:t xml:space="preserve"> заседании </w:t>
      </w:r>
    </w:p>
    <w:p w:rsidR="005D7822" w:rsidRPr="00900A18" w:rsidRDefault="005D7822" w:rsidP="004D7D87">
      <w:pPr>
        <w:rPr>
          <w:b/>
          <w:bCs/>
          <w:sz w:val="28"/>
          <w:szCs w:val="28"/>
        </w:rPr>
      </w:pPr>
      <w:r w:rsidRPr="00900A18">
        <w:rPr>
          <w:b/>
          <w:bCs/>
          <w:sz w:val="28"/>
          <w:szCs w:val="28"/>
        </w:rPr>
        <w:t>городского Со</w:t>
      </w:r>
      <w:r>
        <w:rPr>
          <w:b/>
          <w:bCs/>
          <w:sz w:val="28"/>
          <w:szCs w:val="28"/>
        </w:rPr>
        <w:t xml:space="preserve">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23 июня </w:t>
      </w:r>
      <w:r w:rsidRPr="00900A18">
        <w:rPr>
          <w:b/>
          <w:bCs/>
          <w:sz w:val="28"/>
          <w:szCs w:val="28"/>
        </w:rPr>
        <w:t>2020 года</w:t>
      </w:r>
    </w:p>
    <w:p w:rsidR="005D7822" w:rsidRPr="00F75DBD" w:rsidRDefault="005D7822" w:rsidP="004D7D87">
      <w:pPr>
        <w:jc w:val="both"/>
        <w:rPr>
          <w:bCs/>
          <w:sz w:val="12"/>
          <w:szCs w:val="12"/>
        </w:rPr>
      </w:pPr>
    </w:p>
    <w:p w:rsidR="005D7822" w:rsidRDefault="005D7822" w:rsidP="004D7D87">
      <w:pPr>
        <w:autoSpaceDE w:val="0"/>
        <w:autoSpaceDN w:val="0"/>
        <w:adjustRightInd w:val="0"/>
        <w:rPr>
          <w:sz w:val="16"/>
          <w:szCs w:val="16"/>
        </w:rPr>
      </w:pPr>
    </w:p>
    <w:p w:rsidR="005D7822" w:rsidRDefault="005D7822" w:rsidP="004D7D87">
      <w:pPr>
        <w:autoSpaceDE w:val="0"/>
        <w:autoSpaceDN w:val="0"/>
        <w:adjustRightInd w:val="0"/>
        <w:rPr>
          <w:sz w:val="16"/>
          <w:szCs w:val="16"/>
        </w:rPr>
      </w:pPr>
    </w:p>
    <w:p w:rsidR="005D7822" w:rsidRDefault="005D7822" w:rsidP="004D7D87">
      <w:pPr>
        <w:autoSpaceDE w:val="0"/>
        <w:autoSpaceDN w:val="0"/>
        <w:adjustRightInd w:val="0"/>
        <w:rPr>
          <w:sz w:val="16"/>
          <w:szCs w:val="16"/>
        </w:rPr>
      </w:pPr>
    </w:p>
    <w:p w:rsidR="005D7822" w:rsidRPr="004D7D87" w:rsidRDefault="005D7822" w:rsidP="004D7D87">
      <w:pPr>
        <w:tabs>
          <w:tab w:val="left" w:pos="3780"/>
          <w:tab w:val="left" w:pos="4320"/>
        </w:tabs>
        <w:ind w:right="4395"/>
        <w:jc w:val="both"/>
        <w:rPr>
          <w:b/>
          <w:bCs/>
          <w:sz w:val="12"/>
          <w:szCs w:val="12"/>
        </w:rPr>
      </w:pPr>
      <w:r>
        <w:rPr>
          <w:b/>
          <w:color w:val="000000"/>
          <w:spacing w:val="-5"/>
          <w:sz w:val="28"/>
          <w:szCs w:val="28"/>
          <w:u w:val="single"/>
        </w:rPr>
        <w:t>23 июня</w:t>
      </w:r>
      <w:r w:rsidRPr="006165A8">
        <w:rPr>
          <w:b/>
          <w:color w:val="000000"/>
          <w:spacing w:val="-5"/>
          <w:sz w:val="28"/>
          <w:szCs w:val="28"/>
          <w:u w:val="single"/>
        </w:rPr>
        <w:t xml:space="preserve"> 20</w:t>
      </w:r>
      <w:r>
        <w:rPr>
          <w:b/>
          <w:color w:val="000000"/>
          <w:spacing w:val="-5"/>
          <w:sz w:val="28"/>
          <w:szCs w:val="28"/>
          <w:u w:val="single"/>
        </w:rPr>
        <w:t>20</w:t>
      </w:r>
      <w:r w:rsidRPr="006165A8">
        <w:rPr>
          <w:b/>
          <w:color w:val="000000"/>
          <w:spacing w:val="-5"/>
          <w:sz w:val="28"/>
          <w:szCs w:val="28"/>
          <w:u w:val="single"/>
        </w:rPr>
        <w:t xml:space="preserve"> года № 7</w:t>
      </w:r>
      <w:r>
        <w:rPr>
          <w:b/>
          <w:color w:val="000000"/>
          <w:spacing w:val="-5"/>
          <w:sz w:val="28"/>
          <w:szCs w:val="28"/>
          <w:u w:val="single"/>
        </w:rPr>
        <w:t>70</w:t>
      </w:r>
      <w:r w:rsidRPr="00881A84">
        <w:rPr>
          <w:b/>
          <w:bCs/>
          <w:sz w:val="12"/>
          <w:szCs w:val="12"/>
        </w:rPr>
        <w:tab/>
      </w:r>
    </w:p>
    <w:bookmarkEnd w:id="0"/>
    <w:p w:rsidR="005D7822" w:rsidRPr="004D7D87" w:rsidRDefault="005D7822" w:rsidP="004D7D87">
      <w:pPr>
        <w:tabs>
          <w:tab w:val="left" w:pos="4320"/>
        </w:tabs>
        <w:ind w:right="4675"/>
        <w:jc w:val="both"/>
        <w:rPr>
          <w:sz w:val="10"/>
          <w:szCs w:val="10"/>
        </w:rPr>
      </w:pPr>
    </w:p>
    <w:p w:rsidR="005D7822" w:rsidRPr="00881A84" w:rsidRDefault="005D7822" w:rsidP="004D7D87">
      <w:pPr>
        <w:tabs>
          <w:tab w:val="left" w:pos="4320"/>
        </w:tabs>
        <w:ind w:right="4675"/>
        <w:jc w:val="both"/>
        <w:rPr>
          <w:sz w:val="28"/>
        </w:rPr>
      </w:pPr>
      <w:r w:rsidRPr="00881A84">
        <w:rPr>
          <w:sz w:val="28"/>
        </w:rPr>
        <w:t>О внесении изменений в реше</w:t>
      </w:r>
      <w:r>
        <w:rPr>
          <w:sz w:val="28"/>
        </w:rPr>
        <w:t xml:space="preserve">ние городского Совета депутатов </w:t>
      </w:r>
      <w:r w:rsidRPr="00881A84">
        <w:rPr>
          <w:sz w:val="28"/>
        </w:rPr>
        <w:t xml:space="preserve">от               </w:t>
      </w:r>
      <w:r w:rsidRPr="00881A84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Pr="00881A84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</w:t>
      </w:r>
      <w:r w:rsidRPr="00881A84">
        <w:rPr>
          <w:sz w:val="28"/>
          <w:szCs w:val="28"/>
        </w:rPr>
        <w:t>2019 года</w:t>
      </w:r>
      <w:r>
        <w:rPr>
          <w:sz w:val="28"/>
          <w:szCs w:val="28"/>
        </w:rPr>
        <w:t xml:space="preserve"> </w:t>
      </w:r>
      <w:r w:rsidRPr="00881A84">
        <w:rPr>
          <w:sz w:val="28"/>
          <w:szCs w:val="28"/>
        </w:rPr>
        <w:t xml:space="preserve">№ 648 </w:t>
      </w:r>
      <w:r w:rsidRPr="00881A84">
        <w:rPr>
          <w:sz w:val="28"/>
        </w:rPr>
        <w:t>«О наказах избирателей, рекомендуемых к выполнению в 2020 году</w:t>
      </w:r>
      <w:r w:rsidRPr="00881A84">
        <w:rPr>
          <w:sz w:val="28"/>
          <w:szCs w:val="28"/>
        </w:rPr>
        <w:t xml:space="preserve">» </w:t>
      </w:r>
    </w:p>
    <w:p w:rsidR="005D7822" w:rsidRDefault="005D7822" w:rsidP="00176DC3">
      <w:pPr>
        <w:jc w:val="both"/>
        <w:rPr>
          <w:sz w:val="20"/>
          <w:szCs w:val="20"/>
        </w:rPr>
      </w:pPr>
    </w:p>
    <w:p w:rsidR="005D7822" w:rsidRDefault="005D7822" w:rsidP="00176DC3">
      <w:pPr>
        <w:jc w:val="both"/>
        <w:rPr>
          <w:sz w:val="20"/>
          <w:szCs w:val="20"/>
        </w:rPr>
      </w:pPr>
    </w:p>
    <w:p w:rsidR="005D7822" w:rsidRPr="00881A84" w:rsidRDefault="005D7822" w:rsidP="00176DC3">
      <w:pPr>
        <w:jc w:val="both"/>
        <w:rPr>
          <w:sz w:val="20"/>
          <w:szCs w:val="20"/>
        </w:rPr>
      </w:pPr>
    </w:p>
    <w:p w:rsidR="005D7822" w:rsidRPr="00881A84" w:rsidRDefault="005D7822" w:rsidP="00176DC3">
      <w:pPr>
        <w:jc w:val="both"/>
        <w:rPr>
          <w:sz w:val="28"/>
        </w:rPr>
      </w:pPr>
      <w:r w:rsidRPr="00881A84">
        <w:rPr>
          <w:sz w:val="28"/>
        </w:rPr>
        <w:tab/>
        <w:t>В соответствии с Бюджетным кодексом Российской Федерации,  Федеральным законом от 06 октября 2003 года № 131-ФЗ «Об общих принципах организации местного самоуправления в Российской Федерации», положением «О наказах избирателей муниципального образования город Новотроицк», утвержденным решением городского Совета депутатов от              27 февраля 2019 года № 551,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:rsidR="005D7822" w:rsidRPr="00881A84" w:rsidRDefault="005D7822" w:rsidP="00B5465F">
      <w:pPr>
        <w:jc w:val="both"/>
        <w:rPr>
          <w:sz w:val="28"/>
          <w:szCs w:val="28"/>
        </w:rPr>
      </w:pPr>
      <w:r w:rsidRPr="00881A84">
        <w:rPr>
          <w:sz w:val="28"/>
        </w:rPr>
        <w:tab/>
      </w:r>
      <w:r w:rsidRPr="00881A84">
        <w:rPr>
          <w:sz w:val="28"/>
          <w:szCs w:val="28"/>
        </w:rPr>
        <w:t>1. Внести в решение городского Совета депутатов от 24 сентября            2019 года № 648 «</w:t>
      </w:r>
      <w:r w:rsidRPr="00881A84">
        <w:rPr>
          <w:sz w:val="28"/>
        </w:rPr>
        <w:t xml:space="preserve">О </w:t>
      </w:r>
      <w:r w:rsidRPr="00881A84">
        <w:rPr>
          <w:sz w:val="28"/>
          <w:szCs w:val="28"/>
        </w:rPr>
        <w:t xml:space="preserve">наказах избирателей, рекомендуемых к выполнению в 2020 году» (далее – решение) </w:t>
      </w:r>
      <w:bookmarkStart w:id="1" w:name="_Hlk526931479"/>
      <w:r w:rsidRPr="00881A84">
        <w:rPr>
          <w:sz w:val="28"/>
          <w:szCs w:val="28"/>
        </w:rPr>
        <w:t>следующие изменения:</w:t>
      </w:r>
    </w:p>
    <w:p w:rsidR="005D7822" w:rsidRPr="00881A84" w:rsidRDefault="005D7822" w:rsidP="00594CD6">
      <w:pPr>
        <w:ind w:firstLine="708"/>
        <w:jc w:val="both"/>
        <w:rPr>
          <w:sz w:val="28"/>
          <w:szCs w:val="28"/>
        </w:rPr>
      </w:pPr>
      <w:r w:rsidRPr="00881A84">
        <w:rPr>
          <w:sz w:val="28"/>
          <w:szCs w:val="28"/>
        </w:rPr>
        <w:t>1) строку 2 приложения к решению</w:t>
      </w:r>
      <w:bookmarkEnd w:id="1"/>
      <w:r>
        <w:rPr>
          <w:sz w:val="28"/>
          <w:szCs w:val="28"/>
        </w:rPr>
        <w:t xml:space="preserve"> изложить </w:t>
      </w:r>
      <w:r w:rsidRPr="00881A84">
        <w:rPr>
          <w:sz w:val="28"/>
          <w:szCs w:val="28"/>
        </w:rPr>
        <w:t xml:space="preserve">в </w:t>
      </w:r>
      <w:r>
        <w:rPr>
          <w:sz w:val="28"/>
          <w:szCs w:val="28"/>
        </w:rPr>
        <w:t>следующей</w:t>
      </w:r>
      <w:r w:rsidRPr="00881A84">
        <w:rPr>
          <w:sz w:val="28"/>
          <w:szCs w:val="28"/>
        </w:rPr>
        <w:t xml:space="preserve"> редакции: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984"/>
        <w:gridCol w:w="3530"/>
        <w:gridCol w:w="1290"/>
        <w:gridCol w:w="2310"/>
      </w:tblGrid>
      <w:tr w:rsidR="005D7822" w:rsidRPr="00881A84" w:rsidTr="004D7D87">
        <w:trPr>
          <w:trHeight w:val="3583"/>
        </w:trPr>
        <w:tc>
          <w:tcPr>
            <w:tcW w:w="426" w:type="dxa"/>
            <w:vAlign w:val="center"/>
          </w:tcPr>
          <w:p w:rsidR="005D7822" w:rsidRPr="008E5736" w:rsidRDefault="005D7822" w:rsidP="00605C49">
            <w:pPr>
              <w:pStyle w:val="BodyTextIndent"/>
              <w:ind w:left="0"/>
              <w:jc w:val="center"/>
              <w:rPr>
                <w:sz w:val="28"/>
                <w:szCs w:val="24"/>
              </w:rPr>
            </w:pPr>
            <w:r w:rsidRPr="008E5736">
              <w:rPr>
                <w:sz w:val="28"/>
                <w:szCs w:val="24"/>
              </w:rPr>
              <w:t>2.</w:t>
            </w:r>
          </w:p>
        </w:tc>
        <w:tc>
          <w:tcPr>
            <w:tcW w:w="1984" w:type="dxa"/>
            <w:vAlign w:val="center"/>
          </w:tcPr>
          <w:p w:rsidR="005D7822" w:rsidRPr="00881A84" w:rsidRDefault="005D7822" w:rsidP="00605C49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81A84">
              <w:rPr>
                <w:sz w:val="28"/>
                <w:szCs w:val="28"/>
              </w:rPr>
              <w:t>Избирательный округ № 2</w:t>
            </w:r>
          </w:p>
        </w:tc>
        <w:tc>
          <w:tcPr>
            <w:tcW w:w="3530" w:type="dxa"/>
            <w:vAlign w:val="center"/>
          </w:tcPr>
          <w:p w:rsidR="005D7822" w:rsidRPr="004D7D87" w:rsidRDefault="005D7822" w:rsidP="004D7D87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4D7D87">
              <w:rPr>
                <w:sz w:val="28"/>
                <w:szCs w:val="28"/>
              </w:rPr>
              <w:t>Выделение целевой субсидии муниципальному автономному учреждению «Спортивная школа «Спартак»г. Новотроицка, ул. Пушкина, дом № 28/ ул. Л. Толстого, дом № 10 на приобретение дверей для ремонта центральной входной группы в учреждении</w:t>
            </w:r>
          </w:p>
        </w:tc>
        <w:tc>
          <w:tcPr>
            <w:tcW w:w="1290" w:type="dxa"/>
            <w:vAlign w:val="center"/>
          </w:tcPr>
          <w:p w:rsidR="005D7822" w:rsidRPr="004D7D87" w:rsidRDefault="005D7822" w:rsidP="00514389">
            <w:pPr>
              <w:ind w:right="-94" w:hanging="108"/>
              <w:jc w:val="center"/>
              <w:rPr>
                <w:sz w:val="28"/>
                <w:szCs w:val="28"/>
              </w:rPr>
            </w:pPr>
            <w:r w:rsidRPr="004D7D87">
              <w:rPr>
                <w:sz w:val="28"/>
                <w:szCs w:val="28"/>
              </w:rPr>
              <w:t>100 000,00</w:t>
            </w:r>
          </w:p>
        </w:tc>
        <w:tc>
          <w:tcPr>
            <w:tcW w:w="2310" w:type="dxa"/>
            <w:vAlign w:val="center"/>
          </w:tcPr>
          <w:p w:rsidR="005D7822" w:rsidRPr="004D7D87" w:rsidRDefault="005D7822" w:rsidP="00BF394D">
            <w:pPr>
              <w:ind w:left="-108"/>
              <w:jc w:val="center"/>
              <w:rPr>
                <w:sz w:val="28"/>
                <w:szCs w:val="28"/>
              </w:rPr>
            </w:pPr>
            <w:r w:rsidRPr="004D7D87">
              <w:rPr>
                <w:sz w:val="28"/>
                <w:szCs w:val="28"/>
              </w:rPr>
              <w:t>Комитет по физической культуре и спорту</w:t>
            </w:r>
          </w:p>
          <w:p w:rsidR="005D7822" w:rsidRPr="004D7D87" w:rsidRDefault="005D7822" w:rsidP="00BF394D">
            <w:pPr>
              <w:jc w:val="center"/>
              <w:rPr>
                <w:sz w:val="28"/>
                <w:szCs w:val="28"/>
              </w:rPr>
            </w:pPr>
            <w:r w:rsidRPr="004D7D87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</w:tbl>
    <w:p w:rsidR="005D7822" w:rsidRPr="00881A84" w:rsidRDefault="005D7822" w:rsidP="00B4241D">
      <w:pPr>
        <w:ind w:firstLine="708"/>
        <w:jc w:val="both"/>
        <w:rPr>
          <w:sz w:val="28"/>
          <w:szCs w:val="28"/>
        </w:rPr>
      </w:pPr>
      <w:r w:rsidRPr="00881A84">
        <w:rPr>
          <w:sz w:val="28"/>
          <w:szCs w:val="28"/>
        </w:rPr>
        <w:t>2) приложение к решению дополнить строкой 50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544"/>
        <w:gridCol w:w="1276"/>
        <w:gridCol w:w="2267"/>
      </w:tblGrid>
      <w:tr w:rsidR="005D7822" w:rsidRPr="00881A84" w:rsidTr="00930345">
        <w:trPr>
          <w:trHeight w:val="3457"/>
        </w:trPr>
        <w:tc>
          <w:tcPr>
            <w:tcW w:w="567" w:type="dxa"/>
            <w:vAlign w:val="center"/>
          </w:tcPr>
          <w:p w:rsidR="005D7822" w:rsidRPr="004D7D87" w:rsidRDefault="005D7822" w:rsidP="00FA01E1">
            <w:pPr>
              <w:pStyle w:val="BodyTextIndent"/>
              <w:ind w:left="-105"/>
              <w:jc w:val="center"/>
              <w:rPr>
                <w:sz w:val="28"/>
                <w:szCs w:val="28"/>
              </w:rPr>
            </w:pPr>
            <w:r w:rsidRPr="004D7D87">
              <w:rPr>
                <w:sz w:val="28"/>
                <w:szCs w:val="28"/>
              </w:rPr>
              <w:t>50.</w:t>
            </w:r>
          </w:p>
        </w:tc>
        <w:tc>
          <w:tcPr>
            <w:tcW w:w="1985" w:type="dxa"/>
            <w:vAlign w:val="center"/>
          </w:tcPr>
          <w:p w:rsidR="005D7822" w:rsidRPr="004D7D87" w:rsidRDefault="005D7822" w:rsidP="00AC4D0B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4D7D87">
              <w:rPr>
                <w:sz w:val="28"/>
                <w:szCs w:val="28"/>
              </w:rPr>
              <w:t>Избирательный округ № 2</w:t>
            </w:r>
          </w:p>
        </w:tc>
        <w:tc>
          <w:tcPr>
            <w:tcW w:w="3544" w:type="dxa"/>
            <w:vAlign w:val="center"/>
          </w:tcPr>
          <w:p w:rsidR="005D7822" w:rsidRPr="004D7D87" w:rsidRDefault="005D7822" w:rsidP="004D7D87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4D7D87">
              <w:rPr>
                <w:sz w:val="28"/>
                <w:szCs w:val="28"/>
              </w:rPr>
              <w:t>Выделение целевой субсидии</w:t>
            </w:r>
            <w:r>
              <w:rPr>
                <w:sz w:val="28"/>
                <w:szCs w:val="28"/>
              </w:rPr>
              <w:t xml:space="preserve"> </w:t>
            </w:r>
            <w:r w:rsidRPr="004D7D87">
              <w:rPr>
                <w:sz w:val="28"/>
                <w:szCs w:val="28"/>
              </w:rPr>
              <w:t>муниципальному автономному учреждению «Спортивная школа «Спартак» г. Новотроицка, ул. Пушкина, № 28/ ул. Л. Толстого, дом № 10 на приобретение дверей для замены эвакуационных выходов в учреждении</w:t>
            </w:r>
          </w:p>
        </w:tc>
        <w:tc>
          <w:tcPr>
            <w:tcW w:w="1276" w:type="dxa"/>
            <w:vAlign w:val="center"/>
          </w:tcPr>
          <w:p w:rsidR="005D7822" w:rsidRPr="004D7D87" w:rsidRDefault="005D7822" w:rsidP="00FA01E1">
            <w:pPr>
              <w:ind w:right="-94"/>
              <w:jc w:val="center"/>
              <w:rPr>
                <w:sz w:val="28"/>
                <w:szCs w:val="28"/>
              </w:rPr>
            </w:pPr>
            <w:r w:rsidRPr="004D7D87">
              <w:rPr>
                <w:sz w:val="28"/>
                <w:szCs w:val="28"/>
              </w:rPr>
              <w:t>50 000,00</w:t>
            </w:r>
          </w:p>
        </w:tc>
        <w:tc>
          <w:tcPr>
            <w:tcW w:w="2267" w:type="dxa"/>
            <w:vAlign w:val="center"/>
          </w:tcPr>
          <w:p w:rsidR="005D7822" w:rsidRPr="004D7D87" w:rsidRDefault="005D7822" w:rsidP="00AC4D0B">
            <w:pPr>
              <w:ind w:left="-108"/>
              <w:jc w:val="center"/>
              <w:rPr>
                <w:sz w:val="28"/>
                <w:szCs w:val="28"/>
              </w:rPr>
            </w:pPr>
            <w:r w:rsidRPr="004D7D87">
              <w:rPr>
                <w:sz w:val="28"/>
                <w:szCs w:val="28"/>
              </w:rPr>
              <w:t>Комитет по физической культуре и спорту</w:t>
            </w:r>
          </w:p>
          <w:p w:rsidR="005D7822" w:rsidRPr="004D7D87" w:rsidRDefault="005D7822" w:rsidP="00AC4D0B">
            <w:pPr>
              <w:jc w:val="center"/>
              <w:rPr>
                <w:sz w:val="28"/>
                <w:szCs w:val="28"/>
              </w:rPr>
            </w:pPr>
            <w:r w:rsidRPr="004D7D87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</w:tbl>
    <w:p w:rsidR="005D7822" w:rsidRPr="002C20AE" w:rsidRDefault="005D7822" w:rsidP="00402DE7">
      <w:pPr>
        <w:ind w:firstLine="851"/>
        <w:jc w:val="both"/>
        <w:rPr>
          <w:sz w:val="28"/>
          <w:szCs w:val="28"/>
        </w:rPr>
      </w:pPr>
      <w:r w:rsidRPr="002C20AE">
        <w:rPr>
          <w:sz w:val="28"/>
          <w:szCs w:val="28"/>
        </w:rPr>
        <w:t>3) строку 14 приложения к решению исключить;</w:t>
      </w:r>
    </w:p>
    <w:p w:rsidR="005D7822" w:rsidRPr="002C20AE" w:rsidRDefault="005D7822" w:rsidP="00402DE7">
      <w:pPr>
        <w:ind w:firstLine="851"/>
        <w:jc w:val="both"/>
        <w:rPr>
          <w:sz w:val="28"/>
          <w:szCs w:val="28"/>
        </w:rPr>
      </w:pPr>
      <w:r w:rsidRPr="002C20AE">
        <w:rPr>
          <w:sz w:val="28"/>
          <w:szCs w:val="28"/>
        </w:rPr>
        <w:t>4) строку 15 приложения к решению изложить в следующей редакции: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388"/>
        <w:gridCol w:w="1260"/>
        <w:gridCol w:w="2340"/>
      </w:tblGrid>
      <w:tr w:rsidR="005D7822" w:rsidRPr="002C20AE" w:rsidTr="00575FC8">
        <w:trPr>
          <w:trHeight w:val="1260"/>
        </w:trPr>
        <w:tc>
          <w:tcPr>
            <w:tcW w:w="567" w:type="dxa"/>
            <w:vAlign w:val="center"/>
          </w:tcPr>
          <w:p w:rsidR="005D7822" w:rsidRPr="002C20AE" w:rsidRDefault="005D7822" w:rsidP="00575FC8">
            <w:pPr>
              <w:pStyle w:val="BodyTextIndent"/>
              <w:ind w:left="0"/>
              <w:jc w:val="center"/>
              <w:rPr>
                <w:sz w:val="27"/>
                <w:szCs w:val="27"/>
              </w:rPr>
            </w:pPr>
            <w:r w:rsidRPr="002C20AE">
              <w:rPr>
                <w:sz w:val="27"/>
                <w:szCs w:val="27"/>
              </w:rPr>
              <w:t>15.</w:t>
            </w:r>
          </w:p>
        </w:tc>
        <w:tc>
          <w:tcPr>
            <w:tcW w:w="1985" w:type="dxa"/>
            <w:vAlign w:val="center"/>
          </w:tcPr>
          <w:p w:rsidR="005D7822" w:rsidRPr="002C20AE" w:rsidRDefault="005D7822" w:rsidP="00575FC8">
            <w:pPr>
              <w:tabs>
                <w:tab w:val="left" w:pos="7890"/>
              </w:tabs>
              <w:ind w:hanging="108"/>
              <w:jc w:val="center"/>
              <w:rPr>
                <w:sz w:val="27"/>
                <w:szCs w:val="27"/>
              </w:rPr>
            </w:pPr>
            <w:r w:rsidRPr="002C20AE">
              <w:rPr>
                <w:sz w:val="27"/>
                <w:szCs w:val="27"/>
              </w:rPr>
              <w:t>Избирательный округ № 8</w:t>
            </w:r>
          </w:p>
        </w:tc>
        <w:tc>
          <w:tcPr>
            <w:tcW w:w="3388" w:type="dxa"/>
            <w:vAlign w:val="center"/>
          </w:tcPr>
          <w:p w:rsidR="005D7822" w:rsidRPr="002C20AE" w:rsidRDefault="005D7822" w:rsidP="004D7D87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2C20AE">
              <w:rPr>
                <w:sz w:val="28"/>
                <w:szCs w:val="28"/>
              </w:rPr>
              <w:t xml:space="preserve">Выделение целевой субсидии муниципальному общеобразовательному автономному учреждению «Средняя общеобразовательная школа № </w:t>
            </w:r>
            <w:smartTag w:uri="urn:schemas-microsoft-com:office:smarttags" w:element="metricconverter">
              <w:smartTagPr>
                <w:attr w:name="ProductID" w:val="18 г"/>
              </w:smartTagPr>
              <w:r w:rsidRPr="002C20AE">
                <w:rPr>
                  <w:sz w:val="28"/>
                  <w:szCs w:val="28"/>
                </w:rPr>
                <w:t>18 г</w:t>
              </w:r>
            </w:smartTag>
            <w:r w:rsidRPr="002C20AE">
              <w:rPr>
                <w:sz w:val="28"/>
                <w:szCs w:val="28"/>
              </w:rPr>
              <w:t>. Новотроицка Оренбургской области» на ремонт оконных проемов в спортивном зале учреждения</w:t>
            </w:r>
          </w:p>
        </w:tc>
        <w:tc>
          <w:tcPr>
            <w:tcW w:w="1260" w:type="dxa"/>
            <w:vAlign w:val="center"/>
          </w:tcPr>
          <w:p w:rsidR="005D7822" w:rsidRPr="002C20AE" w:rsidRDefault="005D7822" w:rsidP="00575FC8">
            <w:pPr>
              <w:ind w:right="-94" w:hanging="108"/>
              <w:jc w:val="center"/>
              <w:rPr>
                <w:sz w:val="27"/>
                <w:szCs w:val="27"/>
              </w:rPr>
            </w:pPr>
            <w:r w:rsidRPr="002C20AE">
              <w:rPr>
                <w:sz w:val="27"/>
                <w:szCs w:val="27"/>
              </w:rPr>
              <w:t>250 000,00</w:t>
            </w:r>
          </w:p>
        </w:tc>
        <w:tc>
          <w:tcPr>
            <w:tcW w:w="2340" w:type="dxa"/>
            <w:vAlign w:val="center"/>
          </w:tcPr>
          <w:p w:rsidR="005D7822" w:rsidRPr="002C20AE" w:rsidRDefault="005D7822" w:rsidP="00575FC8">
            <w:pPr>
              <w:jc w:val="center"/>
              <w:rPr>
                <w:sz w:val="27"/>
                <w:szCs w:val="27"/>
              </w:rPr>
            </w:pPr>
            <w:r w:rsidRPr="002C20AE">
              <w:rPr>
                <w:bCs/>
                <w:sz w:val="28"/>
                <w:szCs w:val="28"/>
              </w:rPr>
              <w:t xml:space="preserve">Управление образования </w:t>
            </w:r>
            <w:r w:rsidRPr="002C20AE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</w:tbl>
    <w:p w:rsidR="005D7822" w:rsidRPr="002C20AE" w:rsidRDefault="005D7822" w:rsidP="007C2D0A">
      <w:pPr>
        <w:ind w:firstLine="851"/>
        <w:jc w:val="both"/>
        <w:rPr>
          <w:sz w:val="28"/>
          <w:szCs w:val="28"/>
        </w:rPr>
      </w:pPr>
      <w:bookmarkStart w:id="2" w:name="_GoBack"/>
      <w:bookmarkEnd w:id="2"/>
      <w:r w:rsidRPr="002C20AE">
        <w:rPr>
          <w:sz w:val="28"/>
          <w:szCs w:val="28"/>
        </w:rPr>
        <w:t>5) строку 5 приложения к решению изложить в следующей редакции: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388"/>
        <w:gridCol w:w="1290"/>
        <w:gridCol w:w="2310"/>
      </w:tblGrid>
      <w:tr w:rsidR="005D7822" w:rsidRPr="002C20AE" w:rsidTr="00575FC8">
        <w:trPr>
          <w:trHeight w:val="1260"/>
        </w:trPr>
        <w:tc>
          <w:tcPr>
            <w:tcW w:w="567" w:type="dxa"/>
            <w:vAlign w:val="center"/>
          </w:tcPr>
          <w:p w:rsidR="005D7822" w:rsidRPr="002C20AE" w:rsidRDefault="005D7822" w:rsidP="00575FC8">
            <w:pPr>
              <w:pStyle w:val="BodyTextIndent"/>
              <w:ind w:left="0"/>
              <w:jc w:val="center"/>
              <w:rPr>
                <w:sz w:val="27"/>
                <w:szCs w:val="27"/>
              </w:rPr>
            </w:pPr>
            <w:r w:rsidRPr="002C20AE">
              <w:rPr>
                <w:sz w:val="27"/>
                <w:szCs w:val="27"/>
              </w:rPr>
              <w:t>5.</w:t>
            </w:r>
          </w:p>
        </w:tc>
        <w:tc>
          <w:tcPr>
            <w:tcW w:w="1985" w:type="dxa"/>
            <w:vAlign w:val="center"/>
          </w:tcPr>
          <w:p w:rsidR="005D7822" w:rsidRPr="002C20AE" w:rsidRDefault="005D7822" w:rsidP="00575FC8">
            <w:pPr>
              <w:tabs>
                <w:tab w:val="left" w:pos="7890"/>
              </w:tabs>
              <w:ind w:hanging="108"/>
              <w:jc w:val="center"/>
              <w:rPr>
                <w:sz w:val="27"/>
                <w:szCs w:val="27"/>
              </w:rPr>
            </w:pPr>
            <w:r w:rsidRPr="002C20AE">
              <w:rPr>
                <w:sz w:val="27"/>
                <w:szCs w:val="27"/>
              </w:rPr>
              <w:t>Избирательный округ № 3</w:t>
            </w:r>
          </w:p>
        </w:tc>
        <w:tc>
          <w:tcPr>
            <w:tcW w:w="3388" w:type="dxa"/>
            <w:vAlign w:val="center"/>
          </w:tcPr>
          <w:p w:rsidR="005D7822" w:rsidRPr="002C20AE" w:rsidRDefault="005D7822" w:rsidP="00575FC8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2C20AE">
              <w:rPr>
                <w:sz w:val="28"/>
                <w:szCs w:val="28"/>
              </w:rPr>
              <w:t>Выделение целевой субсидии муниципальному дошкольному образовательному автономному учреждению «Детский сад № 17 «Чебурашка» комбинированного вида             г. Новотроицка Оренбургской области» по адресу: ул. Фрунзе, дом № 10 (корпус № 3) на приобретение шкафчиков для детской одежды</w:t>
            </w:r>
          </w:p>
        </w:tc>
        <w:tc>
          <w:tcPr>
            <w:tcW w:w="1290" w:type="dxa"/>
            <w:vAlign w:val="center"/>
          </w:tcPr>
          <w:p w:rsidR="005D7822" w:rsidRPr="002C20AE" w:rsidRDefault="005D7822" w:rsidP="00575FC8">
            <w:pPr>
              <w:ind w:right="-94" w:hanging="108"/>
              <w:jc w:val="center"/>
              <w:rPr>
                <w:sz w:val="27"/>
                <w:szCs w:val="27"/>
              </w:rPr>
            </w:pPr>
            <w:r w:rsidRPr="002C20AE">
              <w:rPr>
                <w:sz w:val="27"/>
                <w:szCs w:val="27"/>
              </w:rPr>
              <w:t>120 000,00</w:t>
            </w:r>
          </w:p>
        </w:tc>
        <w:tc>
          <w:tcPr>
            <w:tcW w:w="2310" w:type="dxa"/>
            <w:vAlign w:val="center"/>
          </w:tcPr>
          <w:p w:rsidR="005D7822" w:rsidRPr="002C20AE" w:rsidRDefault="005D7822" w:rsidP="00575FC8">
            <w:pPr>
              <w:jc w:val="center"/>
              <w:rPr>
                <w:sz w:val="27"/>
                <w:szCs w:val="27"/>
              </w:rPr>
            </w:pPr>
            <w:r w:rsidRPr="002C20AE">
              <w:rPr>
                <w:bCs/>
                <w:sz w:val="28"/>
                <w:szCs w:val="28"/>
              </w:rPr>
              <w:t xml:space="preserve">Управление образования </w:t>
            </w:r>
            <w:r w:rsidRPr="002C20AE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</w:tbl>
    <w:p w:rsidR="005D7822" w:rsidRDefault="005D7822" w:rsidP="00402DE7">
      <w:pPr>
        <w:tabs>
          <w:tab w:val="left" w:pos="7890"/>
        </w:tabs>
        <w:rPr>
          <w:b/>
          <w:sz w:val="28"/>
          <w:szCs w:val="28"/>
        </w:rPr>
      </w:pPr>
    </w:p>
    <w:p w:rsidR="005D7822" w:rsidRPr="00881A84" w:rsidRDefault="005D7822" w:rsidP="00881A84">
      <w:pPr>
        <w:ind w:firstLine="708"/>
        <w:jc w:val="both"/>
        <w:rPr>
          <w:sz w:val="28"/>
        </w:rPr>
      </w:pPr>
      <w:r>
        <w:rPr>
          <w:sz w:val="28"/>
          <w:szCs w:val="28"/>
        </w:rPr>
        <w:t>2</w:t>
      </w:r>
      <w:r w:rsidRPr="00881A84">
        <w:rPr>
          <w:sz w:val="28"/>
          <w:szCs w:val="28"/>
        </w:rPr>
        <w:t xml:space="preserve">. Контроль за исполнением настоящего решения возложить на заместителя главы муниципального образования город Новотроицк по социальным вопросам Рузанову Т.А. </w:t>
      </w:r>
      <w:r w:rsidRPr="00881A84">
        <w:rPr>
          <w:sz w:val="28"/>
        </w:rPr>
        <w:t>и постоянную комиссию 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 (Меньшиков Д.А.).</w:t>
      </w:r>
    </w:p>
    <w:p w:rsidR="005D7822" w:rsidRPr="002C20AE" w:rsidRDefault="005D7822" w:rsidP="00176DC3">
      <w:pPr>
        <w:jc w:val="both"/>
        <w:rPr>
          <w:sz w:val="28"/>
        </w:rPr>
      </w:pPr>
      <w:r w:rsidRPr="00881A84">
        <w:rPr>
          <w:sz w:val="28"/>
        </w:rPr>
        <w:tab/>
        <w:t>3. Решение вступает в силу после его официального опубликования в газете «Гвардеец труда».</w:t>
      </w:r>
    </w:p>
    <w:p w:rsidR="005D7822" w:rsidRPr="00881A84" w:rsidRDefault="005D7822" w:rsidP="00EF7615">
      <w:pPr>
        <w:rPr>
          <w:bCs/>
          <w:sz w:val="28"/>
          <w:szCs w:val="28"/>
        </w:rPr>
      </w:pPr>
    </w:p>
    <w:p w:rsidR="005D7822" w:rsidRPr="00881A84" w:rsidRDefault="005D7822" w:rsidP="00EF7615">
      <w:pPr>
        <w:rPr>
          <w:bCs/>
          <w:sz w:val="28"/>
          <w:szCs w:val="28"/>
        </w:rPr>
      </w:pPr>
    </w:p>
    <w:p w:rsidR="005D7822" w:rsidRPr="002C20AE" w:rsidRDefault="005D7822" w:rsidP="004D7D87">
      <w:pPr>
        <w:rPr>
          <w:bCs/>
          <w:sz w:val="28"/>
          <w:szCs w:val="28"/>
        </w:rPr>
      </w:pPr>
      <w:r w:rsidRPr="002C20AE">
        <w:rPr>
          <w:bCs/>
          <w:sz w:val="28"/>
          <w:szCs w:val="28"/>
        </w:rPr>
        <w:t>Глава муниципального образования               Председатель городского Совета</w:t>
      </w:r>
    </w:p>
    <w:p w:rsidR="005D7822" w:rsidRPr="002C20AE" w:rsidRDefault="005D7822" w:rsidP="004D7D87">
      <w:pPr>
        <w:rPr>
          <w:bCs/>
          <w:sz w:val="28"/>
          <w:szCs w:val="28"/>
        </w:rPr>
      </w:pPr>
      <w:r w:rsidRPr="002C20AE">
        <w:rPr>
          <w:bCs/>
          <w:sz w:val="28"/>
          <w:szCs w:val="28"/>
        </w:rPr>
        <w:t>город Новотроицк                                             депутатов муниципального</w:t>
      </w:r>
      <w:r w:rsidRPr="002C20AE">
        <w:rPr>
          <w:bCs/>
          <w:sz w:val="28"/>
          <w:szCs w:val="28"/>
        </w:rPr>
        <w:tab/>
      </w:r>
      <w:r w:rsidRPr="002C20AE">
        <w:rPr>
          <w:bCs/>
          <w:sz w:val="28"/>
          <w:szCs w:val="28"/>
        </w:rPr>
        <w:tab/>
      </w:r>
      <w:r w:rsidRPr="002C20AE">
        <w:rPr>
          <w:bCs/>
          <w:sz w:val="28"/>
          <w:szCs w:val="28"/>
        </w:rPr>
        <w:tab/>
      </w:r>
      <w:r w:rsidRPr="002C20AE">
        <w:rPr>
          <w:bCs/>
          <w:sz w:val="28"/>
          <w:szCs w:val="28"/>
        </w:rPr>
        <w:tab/>
        <w:t xml:space="preserve">                                              образования город Новотроицк</w:t>
      </w:r>
    </w:p>
    <w:p w:rsidR="005D7822" w:rsidRPr="002C20AE" w:rsidRDefault="005D7822" w:rsidP="004D7D87">
      <w:pPr>
        <w:rPr>
          <w:bCs/>
          <w:sz w:val="28"/>
          <w:szCs w:val="28"/>
        </w:rPr>
      </w:pPr>
    </w:p>
    <w:p w:rsidR="005D7822" w:rsidRDefault="005D7822" w:rsidP="004D7D87">
      <w:pPr>
        <w:rPr>
          <w:bCs/>
          <w:sz w:val="28"/>
          <w:szCs w:val="28"/>
        </w:rPr>
      </w:pPr>
      <w:r w:rsidRPr="002C20AE">
        <w:rPr>
          <w:bCs/>
          <w:sz w:val="28"/>
          <w:szCs w:val="28"/>
        </w:rPr>
        <w:t xml:space="preserve">                                         Д.В. Буфетов                </w:t>
      </w:r>
      <w:r>
        <w:rPr>
          <w:bCs/>
          <w:sz w:val="28"/>
          <w:szCs w:val="28"/>
        </w:rPr>
        <w:t xml:space="preserve">                            </w:t>
      </w:r>
      <w:r w:rsidRPr="002C20AE">
        <w:rPr>
          <w:bCs/>
          <w:sz w:val="28"/>
          <w:szCs w:val="28"/>
        </w:rPr>
        <w:t>А.А. Мезенцев</w:t>
      </w:r>
    </w:p>
    <w:p w:rsidR="005D7822" w:rsidRPr="004E2615" w:rsidRDefault="005D7822" w:rsidP="00517E30">
      <w:pPr>
        <w:pStyle w:val="ConsPlusNormal"/>
        <w:ind w:left="-180"/>
        <w:jc w:val="both"/>
        <w:rPr>
          <w:sz w:val="28"/>
          <w:szCs w:val="28"/>
        </w:rPr>
      </w:pPr>
    </w:p>
    <w:p w:rsidR="005D7822" w:rsidRPr="004E2615" w:rsidRDefault="005D7822" w:rsidP="00517E30">
      <w:pPr>
        <w:pStyle w:val="ConsPlusNormal"/>
        <w:ind w:left="-180"/>
        <w:jc w:val="both"/>
        <w:rPr>
          <w:sz w:val="28"/>
          <w:szCs w:val="28"/>
        </w:rPr>
      </w:pPr>
    </w:p>
    <w:p w:rsidR="005D7822" w:rsidRPr="00EA1F6D" w:rsidRDefault="005D7822" w:rsidP="00517E30">
      <w:pPr>
        <w:rPr>
          <w:sz w:val="28"/>
          <w:szCs w:val="28"/>
        </w:rPr>
      </w:pPr>
      <w:r w:rsidRPr="00EA1F6D">
        <w:rPr>
          <w:sz w:val="28"/>
          <w:szCs w:val="28"/>
        </w:rPr>
        <w:t>Верно</w:t>
      </w:r>
    </w:p>
    <w:p w:rsidR="005D7822" w:rsidRPr="00EA1F6D" w:rsidRDefault="005D7822" w:rsidP="00517E30">
      <w:pPr>
        <w:tabs>
          <w:tab w:val="left" w:pos="3165"/>
        </w:tabs>
        <w:rPr>
          <w:sz w:val="28"/>
          <w:szCs w:val="28"/>
        </w:rPr>
      </w:pPr>
      <w:r w:rsidRPr="00EA1F6D">
        <w:rPr>
          <w:sz w:val="28"/>
          <w:szCs w:val="28"/>
        </w:rPr>
        <w:t xml:space="preserve">Специалист аппарата </w:t>
      </w:r>
      <w:r w:rsidRPr="00EA1F6D">
        <w:rPr>
          <w:sz w:val="28"/>
          <w:szCs w:val="28"/>
        </w:rPr>
        <w:tab/>
      </w:r>
    </w:p>
    <w:p w:rsidR="005D7822" w:rsidRDefault="005D7822" w:rsidP="00517E30">
      <w:pPr>
        <w:rPr>
          <w:bCs/>
          <w:sz w:val="28"/>
          <w:szCs w:val="28"/>
        </w:rPr>
      </w:pPr>
      <w:r w:rsidRPr="00EA1F6D">
        <w:rPr>
          <w:sz w:val="28"/>
          <w:szCs w:val="28"/>
        </w:rPr>
        <w:t xml:space="preserve">городского Совета депутатов                           </w:t>
      </w:r>
      <w:r>
        <w:rPr>
          <w:sz w:val="28"/>
          <w:szCs w:val="28"/>
        </w:rPr>
        <w:t xml:space="preserve">                                 </w:t>
      </w:r>
      <w:r w:rsidRPr="00EA1F6D">
        <w:rPr>
          <w:sz w:val="28"/>
          <w:szCs w:val="28"/>
        </w:rPr>
        <w:t>К.Н. Аверкин</w:t>
      </w:r>
    </w:p>
    <w:p w:rsidR="005D7822" w:rsidRPr="002C20AE" w:rsidRDefault="005D7822" w:rsidP="004D7D87">
      <w:pPr>
        <w:rPr>
          <w:bCs/>
          <w:sz w:val="28"/>
          <w:szCs w:val="28"/>
        </w:rPr>
      </w:pPr>
    </w:p>
    <w:sectPr w:rsidR="005D7822" w:rsidRPr="002C20AE" w:rsidSect="00BF394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2DD"/>
    <w:rsid w:val="00012A6C"/>
    <w:rsid w:val="00013E3C"/>
    <w:rsid w:val="000209E6"/>
    <w:rsid w:val="00040A3A"/>
    <w:rsid w:val="000427D9"/>
    <w:rsid w:val="00061D50"/>
    <w:rsid w:val="000646F7"/>
    <w:rsid w:val="000A27F7"/>
    <w:rsid w:val="000A425B"/>
    <w:rsid w:val="000B1D37"/>
    <w:rsid w:val="000C0436"/>
    <w:rsid w:val="000D6D02"/>
    <w:rsid w:val="000F18DD"/>
    <w:rsid w:val="00116FCA"/>
    <w:rsid w:val="00130086"/>
    <w:rsid w:val="00142DBD"/>
    <w:rsid w:val="00150361"/>
    <w:rsid w:val="00161BD5"/>
    <w:rsid w:val="00172F78"/>
    <w:rsid w:val="001743F4"/>
    <w:rsid w:val="00176DC3"/>
    <w:rsid w:val="0018170F"/>
    <w:rsid w:val="00195B05"/>
    <w:rsid w:val="002075C0"/>
    <w:rsid w:val="00217D52"/>
    <w:rsid w:val="00227499"/>
    <w:rsid w:val="00253343"/>
    <w:rsid w:val="00262ABF"/>
    <w:rsid w:val="00262B7A"/>
    <w:rsid w:val="00263D7E"/>
    <w:rsid w:val="00280E34"/>
    <w:rsid w:val="00290697"/>
    <w:rsid w:val="002935D6"/>
    <w:rsid w:val="002C20AE"/>
    <w:rsid w:val="00316F55"/>
    <w:rsid w:val="00325DB5"/>
    <w:rsid w:val="003342DD"/>
    <w:rsid w:val="0034441E"/>
    <w:rsid w:val="00352DEE"/>
    <w:rsid w:val="00377B39"/>
    <w:rsid w:val="00380AB0"/>
    <w:rsid w:val="003A7E64"/>
    <w:rsid w:val="003B0B28"/>
    <w:rsid w:val="003C6619"/>
    <w:rsid w:val="003D425D"/>
    <w:rsid w:val="003E28C1"/>
    <w:rsid w:val="00402538"/>
    <w:rsid w:val="00402DE7"/>
    <w:rsid w:val="00436973"/>
    <w:rsid w:val="00440093"/>
    <w:rsid w:val="004418C5"/>
    <w:rsid w:val="00450BA3"/>
    <w:rsid w:val="00477BBD"/>
    <w:rsid w:val="004B0515"/>
    <w:rsid w:val="004B1663"/>
    <w:rsid w:val="004C75F7"/>
    <w:rsid w:val="004D7D87"/>
    <w:rsid w:val="004E0056"/>
    <w:rsid w:val="004E2615"/>
    <w:rsid w:val="00503839"/>
    <w:rsid w:val="00514389"/>
    <w:rsid w:val="00517E30"/>
    <w:rsid w:val="005232F9"/>
    <w:rsid w:val="005449CA"/>
    <w:rsid w:val="0055667E"/>
    <w:rsid w:val="00575FC8"/>
    <w:rsid w:val="00577121"/>
    <w:rsid w:val="00594567"/>
    <w:rsid w:val="00594CD6"/>
    <w:rsid w:val="00594FF8"/>
    <w:rsid w:val="005A002F"/>
    <w:rsid w:val="005B4556"/>
    <w:rsid w:val="005D376C"/>
    <w:rsid w:val="005D7822"/>
    <w:rsid w:val="005F135B"/>
    <w:rsid w:val="00600992"/>
    <w:rsid w:val="00604782"/>
    <w:rsid w:val="00605C49"/>
    <w:rsid w:val="006165A8"/>
    <w:rsid w:val="0064438F"/>
    <w:rsid w:val="00663582"/>
    <w:rsid w:val="00694BDA"/>
    <w:rsid w:val="006B29DB"/>
    <w:rsid w:val="006E75A6"/>
    <w:rsid w:val="006F221E"/>
    <w:rsid w:val="006F509F"/>
    <w:rsid w:val="00751E59"/>
    <w:rsid w:val="00765657"/>
    <w:rsid w:val="007767C0"/>
    <w:rsid w:val="00795864"/>
    <w:rsid w:val="00796638"/>
    <w:rsid w:val="007A2A5B"/>
    <w:rsid w:val="007A596B"/>
    <w:rsid w:val="007C2D0A"/>
    <w:rsid w:val="007D03C9"/>
    <w:rsid w:val="007D1A60"/>
    <w:rsid w:val="007D555C"/>
    <w:rsid w:val="007D7B60"/>
    <w:rsid w:val="007E198A"/>
    <w:rsid w:val="007E6043"/>
    <w:rsid w:val="007F4C1C"/>
    <w:rsid w:val="007F75D2"/>
    <w:rsid w:val="00803930"/>
    <w:rsid w:val="008078CF"/>
    <w:rsid w:val="00831AD9"/>
    <w:rsid w:val="00843D66"/>
    <w:rsid w:val="0088044A"/>
    <w:rsid w:val="00881A84"/>
    <w:rsid w:val="008946DB"/>
    <w:rsid w:val="008B0043"/>
    <w:rsid w:val="008D4A57"/>
    <w:rsid w:val="008E32D4"/>
    <w:rsid w:val="008E5736"/>
    <w:rsid w:val="00900A18"/>
    <w:rsid w:val="00930345"/>
    <w:rsid w:val="0093046E"/>
    <w:rsid w:val="00940470"/>
    <w:rsid w:val="00943641"/>
    <w:rsid w:val="0095547F"/>
    <w:rsid w:val="00956C9F"/>
    <w:rsid w:val="00994762"/>
    <w:rsid w:val="009A290C"/>
    <w:rsid w:val="009E7E2E"/>
    <w:rsid w:val="009F354E"/>
    <w:rsid w:val="00A134F4"/>
    <w:rsid w:val="00A15727"/>
    <w:rsid w:val="00A25718"/>
    <w:rsid w:val="00A80A05"/>
    <w:rsid w:val="00A81AE8"/>
    <w:rsid w:val="00A900EC"/>
    <w:rsid w:val="00A93CD3"/>
    <w:rsid w:val="00AA2095"/>
    <w:rsid w:val="00AC037D"/>
    <w:rsid w:val="00AC4D0B"/>
    <w:rsid w:val="00AE1B76"/>
    <w:rsid w:val="00AF472E"/>
    <w:rsid w:val="00B06307"/>
    <w:rsid w:val="00B243DC"/>
    <w:rsid w:val="00B32282"/>
    <w:rsid w:val="00B32436"/>
    <w:rsid w:val="00B4241D"/>
    <w:rsid w:val="00B5465F"/>
    <w:rsid w:val="00B765F2"/>
    <w:rsid w:val="00B87AB6"/>
    <w:rsid w:val="00B961CB"/>
    <w:rsid w:val="00BD28EF"/>
    <w:rsid w:val="00BE408F"/>
    <w:rsid w:val="00BE6561"/>
    <w:rsid w:val="00BF394D"/>
    <w:rsid w:val="00C03F7A"/>
    <w:rsid w:val="00C06223"/>
    <w:rsid w:val="00C10CC8"/>
    <w:rsid w:val="00C157E8"/>
    <w:rsid w:val="00C5502A"/>
    <w:rsid w:val="00C72B74"/>
    <w:rsid w:val="00CA22B5"/>
    <w:rsid w:val="00CE6268"/>
    <w:rsid w:val="00CE7269"/>
    <w:rsid w:val="00D27621"/>
    <w:rsid w:val="00D35081"/>
    <w:rsid w:val="00D502E7"/>
    <w:rsid w:val="00D66EA3"/>
    <w:rsid w:val="00D66F8E"/>
    <w:rsid w:val="00D8077B"/>
    <w:rsid w:val="00DA19D5"/>
    <w:rsid w:val="00DD6788"/>
    <w:rsid w:val="00DE7F4D"/>
    <w:rsid w:val="00E23C78"/>
    <w:rsid w:val="00E5619D"/>
    <w:rsid w:val="00E60E41"/>
    <w:rsid w:val="00E73C12"/>
    <w:rsid w:val="00E7580D"/>
    <w:rsid w:val="00EA1F6D"/>
    <w:rsid w:val="00EC4220"/>
    <w:rsid w:val="00EC72B6"/>
    <w:rsid w:val="00ED4B00"/>
    <w:rsid w:val="00EF7615"/>
    <w:rsid w:val="00F16896"/>
    <w:rsid w:val="00F24B1B"/>
    <w:rsid w:val="00F34A81"/>
    <w:rsid w:val="00F37230"/>
    <w:rsid w:val="00F515B3"/>
    <w:rsid w:val="00F75DBD"/>
    <w:rsid w:val="00F92B9A"/>
    <w:rsid w:val="00FA01E1"/>
    <w:rsid w:val="00FF0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DC3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DC3"/>
    <w:pPr>
      <w:keepNext/>
      <w:snapToGrid w:val="0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6DC3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6DC3"/>
    <w:pPr>
      <w:keepNext/>
      <w:ind w:left="2832"/>
      <w:outlineLvl w:val="2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76DC3"/>
    <w:pPr>
      <w:ind w:left="-18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76DC3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76DC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DC3"/>
    <w:rPr>
      <w:rFonts w:ascii="Tahoma" w:hAnsi="Tahoma" w:cs="Times New Roman"/>
      <w:sz w:val="16"/>
      <w:lang w:eastAsia="ru-RU"/>
    </w:rPr>
  </w:style>
  <w:style w:type="table" w:styleId="TableGrid">
    <w:name w:val="Table Grid"/>
    <w:basedOn w:val="TableNormal"/>
    <w:uiPriority w:val="99"/>
    <w:rsid w:val="00AF47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 Знак"/>
    <w:basedOn w:val="Normal"/>
    <w:uiPriority w:val="99"/>
    <w:rsid w:val="00EF76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517E30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02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1802</TotalTime>
  <Pages>3</Pages>
  <Words>573</Words>
  <Characters>3268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121</cp:revision>
  <cp:lastPrinted>2020-06-23T12:32:00Z</cp:lastPrinted>
  <dcterms:created xsi:type="dcterms:W3CDTF">2016-10-10T06:55:00Z</dcterms:created>
  <dcterms:modified xsi:type="dcterms:W3CDTF">2020-06-23T12:34:00Z</dcterms:modified>
</cp:coreProperties>
</file>