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522" w:rsidRDefault="006A5522" w:rsidP="000F18DD">
      <w:pPr>
        <w:rPr>
          <w:snapToGrid w:val="0"/>
          <w:sz w:val="12"/>
          <w:szCs w:val="12"/>
        </w:rPr>
      </w:pPr>
    </w:p>
    <w:p w:rsidR="006A5522" w:rsidRPr="000F18DD" w:rsidRDefault="006A5522" w:rsidP="000F18DD">
      <w:pPr>
        <w:rPr>
          <w:snapToGrid w:val="0"/>
          <w:sz w:val="12"/>
          <w:szCs w:val="1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356.55pt;margin-top:12.3pt;width:112.8pt;height:50.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" filled="f" stroked="f">
            <v:textbox style="mso-next-textbox:#Поле 3">
              <w:txbxContent>
                <w:p w:rsidR="006A5522" w:rsidRDefault="006A5522" w:rsidP="00176DC3">
                  <w:r>
                    <w:t xml:space="preserve">               </w:t>
                  </w:r>
                </w:p>
                <w:p w:rsidR="006A5522" w:rsidRDefault="006A5522" w:rsidP="00176DC3"/>
              </w:txbxContent>
            </v:textbox>
          </v:shape>
        </w:pict>
      </w:r>
    </w:p>
    <w:p w:rsidR="006A5522" w:rsidRPr="00013E3C" w:rsidRDefault="006A5522" w:rsidP="00176DC3">
      <w:pPr>
        <w:jc w:val="center"/>
        <w:rPr>
          <w:snapToGrid w:val="0"/>
          <w:sz w:val="28"/>
          <w:szCs w:val="28"/>
        </w:rPr>
      </w:pPr>
      <w:r w:rsidRPr="0038055E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4.25pt;visibility:visible">
            <v:imagedata r:id="rId4" o:title=""/>
          </v:shape>
        </w:pict>
      </w:r>
    </w:p>
    <w:p w:rsidR="006A5522" w:rsidRPr="00013E3C" w:rsidRDefault="006A5522" w:rsidP="00176DC3">
      <w:pPr>
        <w:pStyle w:val="Heading1"/>
        <w:jc w:val="center"/>
        <w:rPr>
          <w:sz w:val="28"/>
          <w:szCs w:val="28"/>
        </w:rPr>
      </w:pPr>
      <w:r w:rsidRPr="00013E3C">
        <w:rPr>
          <w:sz w:val="28"/>
          <w:szCs w:val="28"/>
        </w:rPr>
        <w:t>Городской Совет депутатов</w:t>
      </w:r>
    </w:p>
    <w:p w:rsidR="006A5522" w:rsidRPr="00013E3C" w:rsidRDefault="006A5522" w:rsidP="00176DC3">
      <w:pPr>
        <w:pStyle w:val="Heading1"/>
        <w:jc w:val="center"/>
        <w:rPr>
          <w:sz w:val="28"/>
          <w:szCs w:val="28"/>
        </w:rPr>
      </w:pPr>
      <w:r w:rsidRPr="00013E3C">
        <w:rPr>
          <w:sz w:val="28"/>
          <w:szCs w:val="28"/>
        </w:rPr>
        <w:t>муниципального образования город Новотроицк</w:t>
      </w:r>
    </w:p>
    <w:p w:rsidR="006A5522" w:rsidRPr="00013E3C" w:rsidRDefault="006A5522" w:rsidP="00176DC3">
      <w:pPr>
        <w:pStyle w:val="Heading2"/>
        <w:rPr>
          <w:sz w:val="28"/>
          <w:szCs w:val="28"/>
        </w:rPr>
      </w:pPr>
      <w:r w:rsidRPr="00013E3C">
        <w:rPr>
          <w:sz w:val="28"/>
          <w:szCs w:val="28"/>
        </w:rPr>
        <w:t>Оренбургской области</w:t>
      </w:r>
    </w:p>
    <w:p w:rsidR="006A5522" w:rsidRPr="00013E3C" w:rsidRDefault="006A5522" w:rsidP="00176DC3">
      <w:pPr>
        <w:jc w:val="center"/>
        <w:rPr>
          <w:b/>
          <w:bCs/>
          <w:sz w:val="28"/>
          <w:szCs w:val="28"/>
        </w:rPr>
      </w:pPr>
      <w:r w:rsidRPr="00013E3C">
        <w:rPr>
          <w:b/>
          <w:bCs/>
          <w:sz w:val="28"/>
          <w:szCs w:val="28"/>
        </w:rPr>
        <w:t>пятого созыва</w:t>
      </w:r>
    </w:p>
    <w:p w:rsidR="006A5522" w:rsidRPr="00013E3C" w:rsidRDefault="006A5522" w:rsidP="00176DC3">
      <w:pPr>
        <w:pStyle w:val="Heading3"/>
        <w:ind w:left="0"/>
        <w:jc w:val="center"/>
        <w:rPr>
          <w:sz w:val="28"/>
          <w:szCs w:val="28"/>
        </w:rPr>
      </w:pPr>
      <w:r w:rsidRPr="00013E3C">
        <w:rPr>
          <w:sz w:val="28"/>
          <w:szCs w:val="28"/>
        </w:rPr>
        <w:t>РЕШЕНИЕ</w:t>
      </w:r>
    </w:p>
    <w:p w:rsidR="006A5522" w:rsidRDefault="006A5522" w:rsidP="00176DC3">
      <w:pPr>
        <w:jc w:val="center"/>
        <w:rPr>
          <w:sz w:val="16"/>
        </w:rPr>
      </w:pPr>
      <w:r>
        <w:rPr>
          <w:noProof/>
        </w:rPr>
        <w:pict>
          <v:line id="Прямая соединительная линия 2" o:spid="_x0000_s1027" style="position:absolute;left:0;text-align:left;z-index:251657216;visibility:visible" from="0,6.5pt" to="459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" strokeweight="1.5pt"/>
        </w:pict>
      </w:r>
    </w:p>
    <w:p w:rsidR="006A5522" w:rsidRDefault="006A5522" w:rsidP="00176DC3">
      <w:pPr>
        <w:jc w:val="both"/>
        <w:rPr>
          <w:snapToGrid w:val="0"/>
          <w:sz w:val="12"/>
        </w:rPr>
      </w:pPr>
      <w:bookmarkStart w:id="0" w:name="OLE_LINK1"/>
    </w:p>
    <w:bookmarkEnd w:id="0"/>
    <w:p w:rsidR="006A5522" w:rsidRPr="009F4DE6" w:rsidRDefault="006A5522" w:rsidP="00A45C0E">
      <w:pPr>
        <w:shd w:val="clear" w:color="auto" w:fill="FFFFFF"/>
        <w:rPr>
          <w:color w:val="000000"/>
          <w:spacing w:val="-5"/>
          <w:sz w:val="28"/>
          <w:szCs w:val="28"/>
        </w:rPr>
      </w:pPr>
      <w:r w:rsidRPr="009F4DE6">
        <w:rPr>
          <w:b/>
          <w:bCs/>
          <w:sz w:val="28"/>
          <w:szCs w:val="28"/>
        </w:rPr>
        <w:t xml:space="preserve">Принято на </w:t>
      </w:r>
      <w:r>
        <w:rPr>
          <w:b/>
          <w:bCs/>
          <w:sz w:val="28"/>
          <w:szCs w:val="28"/>
        </w:rPr>
        <w:t>шестидесятом</w:t>
      </w:r>
      <w:r w:rsidRPr="009F4DE6">
        <w:rPr>
          <w:b/>
          <w:bCs/>
          <w:sz w:val="28"/>
          <w:szCs w:val="28"/>
        </w:rPr>
        <w:t xml:space="preserve"> заседании </w:t>
      </w:r>
    </w:p>
    <w:p w:rsidR="006A5522" w:rsidRPr="003160ED" w:rsidRDefault="006A5522" w:rsidP="00A45C0E">
      <w:pPr>
        <w:rPr>
          <w:b/>
          <w:bCs/>
          <w:sz w:val="28"/>
          <w:szCs w:val="28"/>
        </w:rPr>
      </w:pPr>
      <w:r w:rsidRPr="009F4DE6">
        <w:rPr>
          <w:b/>
          <w:bCs/>
          <w:sz w:val="28"/>
          <w:szCs w:val="28"/>
        </w:rPr>
        <w:t>городского Со</w:t>
      </w:r>
      <w:r>
        <w:rPr>
          <w:b/>
          <w:bCs/>
          <w:sz w:val="28"/>
          <w:szCs w:val="28"/>
        </w:rPr>
        <w:t xml:space="preserve">вета депутатов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24 декабря</w:t>
      </w:r>
      <w:r w:rsidRPr="009F4DE6">
        <w:rPr>
          <w:b/>
          <w:bCs/>
          <w:sz w:val="28"/>
          <w:szCs w:val="28"/>
        </w:rPr>
        <w:t xml:space="preserve"> 2019 года</w:t>
      </w:r>
    </w:p>
    <w:p w:rsidR="006A5522" w:rsidRDefault="006A5522" w:rsidP="00A45C0E">
      <w:pPr>
        <w:rPr>
          <w:bCs/>
          <w:sz w:val="28"/>
          <w:szCs w:val="28"/>
        </w:rPr>
      </w:pPr>
    </w:p>
    <w:p w:rsidR="006A5522" w:rsidRDefault="006A5522" w:rsidP="00A45C0E">
      <w:pPr>
        <w:tabs>
          <w:tab w:val="left" w:pos="3780"/>
        </w:tabs>
        <w:ind w:right="4392"/>
        <w:jc w:val="both"/>
        <w:rPr>
          <w:b/>
          <w:bCs/>
          <w:sz w:val="28"/>
          <w:szCs w:val="28"/>
        </w:rPr>
      </w:pPr>
    </w:p>
    <w:p w:rsidR="006A5522" w:rsidRDefault="006A5522" w:rsidP="00A45C0E">
      <w:pPr>
        <w:tabs>
          <w:tab w:val="left" w:pos="3780"/>
        </w:tabs>
        <w:ind w:right="4392"/>
        <w:jc w:val="both"/>
        <w:rPr>
          <w:bCs/>
          <w:sz w:val="28"/>
          <w:szCs w:val="28"/>
        </w:rPr>
      </w:pPr>
      <w:r>
        <w:rPr>
          <w:b/>
          <w:color w:val="000000"/>
          <w:spacing w:val="-5"/>
          <w:sz w:val="28"/>
          <w:szCs w:val="28"/>
          <w:u w:val="single"/>
        </w:rPr>
        <w:t>24 декабр</w:t>
      </w:r>
      <w:r w:rsidRPr="00A93980">
        <w:rPr>
          <w:b/>
          <w:color w:val="000000"/>
          <w:spacing w:val="-5"/>
          <w:sz w:val="28"/>
          <w:szCs w:val="28"/>
          <w:u w:val="single"/>
        </w:rPr>
        <w:t xml:space="preserve">я 2019 года № </w:t>
      </w:r>
      <w:r>
        <w:rPr>
          <w:b/>
          <w:color w:val="000000"/>
          <w:spacing w:val="-5"/>
          <w:sz w:val="28"/>
          <w:szCs w:val="28"/>
          <w:u w:val="single"/>
        </w:rPr>
        <w:t>708</w:t>
      </w:r>
    </w:p>
    <w:p w:rsidR="006A5522" w:rsidRPr="00A45C0E" w:rsidRDefault="006A5522" w:rsidP="00A45C0E">
      <w:pPr>
        <w:tabs>
          <w:tab w:val="left" w:pos="3780"/>
        </w:tabs>
        <w:ind w:right="4392"/>
        <w:jc w:val="both"/>
        <w:rPr>
          <w:bCs/>
          <w:sz w:val="10"/>
          <w:szCs w:val="10"/>
        </w:rPr>
      </w:pPr>
    </w:p>
    <w:p w:rsidR="006A5522" w:rsidRDefault="006A5522" w:rsidP="00A45C0E">
      <w:pPr>
        <w:tabs>
          <w:tab w:val="left" w:pos="4320"/>
        </w:tabs>
        <w:ind w:right="4539"/>
        <w:jc w:val="both"/>
        <w:rPr>
          <w:sz w:val="28"/>
        </w:rPr>
      </w:pPr>
      <w:r>
        <w:rPr>
          <w:sz w:val="28"/>
        </w:rPr>
        <w:t xml:space="preserve">О внесении изменений в решение городского Совета депутатов от               </w:t>
      </w:r>
      <w:r>
        <w:rPr>
          <w:sz w:val="28"/>
          <w:szCs w:val="28"/>
        </w:rPr>
        <w:t xml:space="preserve">24 сентября 2019 года № 648 </w:t>
      </w:r>
      <w:r>
        <w:rPr>
          <w:sz w:val="28"/>
        </w:rPr>
        <w:t>«О  наказах избирателей, рекомендуемых к выполнению в 2020 году</w:t>
      </w:r>
      <w:r>
        <w:rPr>
          <w:sz w:val="28"/>
          <w:szCs w:val="28"/>
        </w:rPr>
        <w:t xml:space="preserve">» </w:t>
      </w:r>
    </w:p>
    <w:p w:rsidR="006A5522" w:rsidRDefault="006A5522" w:rsidP="00176DC3">
      <w:pPr>
        <w:jc w:val="both"/>
        <w:rPr>
          <w:sz w:val="28"/>
        </w:rPr>
      </w:pPr>
    </w:p>
    <w:p w:rsidR="006A5522" w:rsidRDefault="006A5522" w:rsidP="00176DC3">
      <w:pPr>
        <w:jc w:val="both"/>
        <w:rPr>
          <w:sz w:val="28"/>
        </w:rPr>
      </w:pPr>
    </w:p>
    <w:p w:rsidR="006A5522" w:rsidRDefault="006A5522" w:rsidP="00176DC3">
      <w:pPr>
        <w:jc w:val="both"/>
        <w:rPr>
          <w:sz w:val="28"/>
        </w:rPr>
      </w:pPr>
    </w:p>
    <w:p w:rsidR="006A5522" w:rsidRDefault="006A5522" w:rsidP="00176DC3">
      <w:pPr>
        <w:jc w:val="both"/>
        <w:rPr>
          <w:sz w:val="28"/>
        </w:rPr>
      </w:pPr>
      <w:r>
        <w:rPr>
          <w:sz w:val="28"/>
        </w:rPr>
        <w:tab/>
        <w:t xml:space="preserve">В соответствии с Бюджетным кодексом Российской Федерации,  Федеральным законом от 06 октября 2003 года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решением</w:t>
      </w:r>
      <w:r w:rsidRPr="000D6D02">
        <w:rPr>
          <w:sz w:val="28"/>
          <w:szCs w:val="28"/>
        </w:rPr>
        <w:t xml:space="preserve"> город</w:t>
      </w:r>
      <w:r>
        <w:rPr>
          <w:sz w:val="28"/>
          <w:szCs w:val="28"/>
        </w:rPr>
        <w:t>ского Совета депутатов от 24 декабря 2018</w:t>
      </w:r>
      <w:r w:rsidRPr="00116FCA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 524 «О бюджете </w:t>
      </w:r>
      <w:r w:rsidRPr="000D6D02">
        <w:rPr>
          <w:sz w:val="28"/>
          <w:szCs w:val="28"/>
        </w:rPr>
        <w:t>муниципального образования город Новотроицк</w:t>
      </w:r>
      <w:r>
        <w:rPr>
          <w:sz w:val="28"/>
          <w:szCs w:val="28"/>
        </w:rPr>
        <w:t xml:space="preserve"> на 2019 год и на плановый период 2020 и 2021 годов», </w:t>
      </w:r>
      <w:r>
        <w:rPr>
          <w:sz w:val="28"/>
        </w:rPr>
        <w:t>положением «О наказах избирателей депутатам городского Совета депутатов муниципального образования город Новотроицк», утвержденным решением городского Совета депутатов от                27 февраля 2019 года № 551, руководствуясь статьей 23 Устава муниципального образования город Новотроицк Оренбургской области, городской Совет депутатов РЕШИЛ:</w:t>
      </w:r>
    </w:p>
    <w:p w:rsidR="006A5522" w:rsidRDefault="006A5522" w:rsidP="00B5465F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1. Внести в решение городского Совета депутатов от 24 сентября            2019 года № 648 «</w:t>
      </w:r>
      <w:r>
        <w:rPr>
          <w:sz w:val="28"/>
        </w:rPr>
        <w:t xml:space="preserve">О </w:t>
      </w:r>
      <w:r>
        <w:rPr>
          <w:sz w:val="28"/>
          <w:szCs w:val="28"/>
        </w:rPr>
        <w:t>наказах избирателей, рекомендуемых к выполнению в 2020 году» (далее – решение) следующие изменения:</w:t>
      </w:r>
    </w:p>
    <w:p w:rsidR="006A5522" w:rsidRPr="008140A7" w:rsidRDefault="006A5522" w:rsidP="003049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строку 6</w:t>
      </w:r>
      <w:r w:rsidRPr="00A134F4">
        <w:rPr>
          <w:sz w:val="28"/>
          <w:szCs w:val="28"/>
        </w:rPr>
        <w:t xml:space="preserve"> приложения  к решению</w:t>
      </w:r>
      <w:r>
        <w:rPr>
          <w:sz w:val="28"/>
          <w:szCs w:val="28"/>
        </w:rPr>
        <w:t xml:space="preserve"> изложить </w:t>
      </w:r>
      <w:r w:rsidRPr="00A134F4">
        <w:rPr>
          <w:sz w:val="28"/>
          <w:szCs w:val="28"/>
        </w:rPr>
        <w:t>в новой редакции</w:t>
      </w:r>
      <w:r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260"/>
        <w:gridCol w:w="1418"/>
        <w:gridCol w:w="2233"/>
      </w:tblGrid>
      <w:tr w:rsidR="006A5522" w:rsidRPr="008140A7" w:rsidTr="00D92711">
        <w:trPr>
          <w:trHeight w:val="699"/>
        </w:trPr>
        <w:tc>
          <w:tcPr>
            <w:tcW w:w="567" w:type="dxa"/>
            <w:vAlign w:val="center"/>
          </w:tcPr>
          <w:p w:rsidR="006A5522" w:rsidRPr="00A867F8" w:rsidRDefault="006A5522" w:rsidP="000575DC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A867F8">
              <w:rPr>
                <w:sz w:val="28"/>
                <w:szCs w:val="28"/>
              </w:rPr>
              <w:t>6.</w:t>
            </w:r>
          </w:p>
        </w:tc>
        <w:tc>
          <w:tcPr>
            <w:tcW w:w="1985" w:type="dxa"/>
            <w:vAlign w:val="center"/>
          </w:tcPr>
          <w:p w:rsidR="006A5522" w:rsidRPr="008140A7" w:rsidRDefault="006A5522" w:rsidP="000575DC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Избирательный округ №</w:t>
            </w:r>
            <w:r>
              <w:rPr>
                <w:sz w:val="28"/>
                <w:szCs w:val="28"/>
              </w:rPr>
              <w:t xml:space="preserve"> 4</w:t>
            </w:r>
          </w:p>
          <w:p w:rsidR="006A5522" w:rsidRPr="008140A7" w:rsidRDefault="006A5522" w:rsidP="000575DC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6A5522" w:rsidRPr="008140A7" w:rsidRDefault="006A5522" w:rsidP="000575DC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6A5522" w:rsidRDefault="006A5522" w:rsidP="00EE354E">
            <w:pPr>
              <w:jc w:val="center"/>
              <w:rPr>
                <w:sz w:val="28"/>
                <w:szCs w:val="28"/>
              </w:rPr>
            </w:pPr>
            <w:r w:rsidRPr="00127F46">
              <w:rPr>
                <w:sz w:val="28"/>
                <w:szCs w:val="28"/>
              </w:rPr>
              <w:t xml:space="preserve">Выделение целевой субсидии муниципальному дошкольному образовательному автономному учреждению </w:t>
            </w:r>
            <w:r>
              <w:rPr>
                <w:sz w:val="28"/>
                <w:szCs w:val="28"/>
              </w:rPr>
              <w:t>«</w:t>
            </w:r>
            <w:r w:rsidRPr="00127F46">
              <w:rPr>
                <w:sz w:val="28"/>
                <w:szCs w:val="28"/>
              </w:rPr>
              <w:t xml:space="preserve">Детский сад  № 17 </w:t>
            </w:r>
            <w:r>
              <w:rPr>
                <w:sz w:val="28"/>
                <w:szCs w:val="28"/>
              </w:rPr>
              <w:t>«</w:t>
            </w:r>
            <w:r w:rsidRPr="00127F46">
              <w:rPr>
                <w:sz w:val="28"/>
                <w:szCs w:val="28"/>
              </w:rPr>
              <w:t xml:space="preserve">Чебурашка» </w:t>
            </w:r>
            <w:r>
              <w:rPr>
                <w:sz w:val="28"/>
                <w:szCs w:val="28"/>
              </w:rPr>
              <w:t xml:space="preserve">комбинированного </w:t>
            </w:r>
            <w:r w:rsidRPr="00127F46">
              <w:rPr>
                <w:sz w:val="28"/>
                <w:szCs w:val="28"/>
              </w:rPr>
              <w:t xml:space="preserve">вида </w:t>
            </w:r>
          </w:p>
          <w:p w:rsidR="006A5522" w:rsidRDefault="006A5522" w:rsidP="00EE354E">
            <w:pPr>
              <w:jc w:val="center"/>
              <w:rPr>
                <w:sz w:val="28"/>
                <w:szCs w:val="28"/>
              </w:rPr>
            </w:pPr>
            <w:r w:rsidRPr="00127F46">
              <w:rPr>
                <w:sz w:val="28"/>
                <w:szCs w:val="28"/>
              </w:rPr>
              <w:t xml:space="preserve"> г. Новотроицка Оренбургской област</w:t>
            </w:r>
            <w:r>
              <w:rPr>
                <w:sz w:val="28"/>
                <w:szCs w:val="28"/>
              </w:rPr>
              <w:t>и» по адресу: пер. 8-е Марта, дом №</w:t>
            </w:r>
            <w:r w:rsidRPr="00127F46">
              <w:rPr>
                <w:sz w:val="28"/>
                <w:szCs w:val="28"/>
              </w:rPr>
              <w:t xml:space="preserve"> 6</w:t>
            </w:r>
          </w:p>
          <w:p w:rsidR="006A5522" w:rsidRDefault="006A5522" w:rsidP="00EE354E">
            <w:pPr>
              <w:jc w:val="center"/>
              <w:rPr>
                <w:sz w:val="28"/>
                <w:szCs w:val="28"/>
              </w:rPr>
            </w:pPr>
            <w:r w:rsidRPr="00127F46">
              <w:rPr>
                <w:sz w:val="28"/>
                <w:szCs w:val="28"/>
              </w:rPr>
              <w:t xml:space="preserve"> (корпус № 2) </w:t>
            </w:r>
          </w:p>
          <w:p w:rsidR="006A5522" w:rsidRPr="00390652" w:rsidRDefault="006A5522" w:rsidP="00EE354E">
            <w:pPr>
              <w:jc w:val="center"/>
              <w:rPr>
                <w:b/>
                <w:sz w:val="28"/>
                <w:szCs w:val="28"/>
              </w:rPr>
            </w:pPr>
            <w:r w:rsidRPr="00127F46">
              <w:rPr>
                <w:sz w:val="28"/>
                <w:szCs w:val="28"/>
              </w:rPr>
              <w:t>на  приобретение и установку защитного козырька над главным входом в учреждение</w:t>
            </w:r>
          </w:p>
        </w:tc>
        <w:tc>
          <w:tcPr>
            <w:tcW w:w="1418" w:type="dxa"/>
            <w:vAlign w:val="center"/>
          </w:tcPr>
          <w:p w:rsidR="006A5522" w:rsidRPr="00390652" w:rsidRDefault="006A5522" w:rsidP="00300C2E">
            <w:pPr>
              <w:ind w:left="-108" w:righ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 </w:t>
            </w:r>
            <w:r w:rsidRPr="00390652">
              <w:rPr>
                <w:sz w:val="28"/>
                <w:szCs w:val="28"/>
              </w:rPr>
              <w:t>000,</w:t>
            </w:r>
            <w:r>
              <w:rPr>
                <w:sz w:val="28"/>
                <w:szCs w:val="28"/>
              </w:rPr>
              <w:t>0</w:t>
            </w:r>
            <w:r w:rsidRPr="00390652">
              <w:rPr>
                <w:sz w:val="28"/>
                <w:szCs w:val="28"/>
              </w:rPr>
              <w:t>0</w:t>
            </w:r>
          </w:p>
        </w:tc>
        <w:tc>
          <w:tcPr>
            <w:tcW w:w="2233" w:type="dxa"/>
            <w:vAlign w:val="center"/>
          </w:tcPr>
          <w:p w:rsidR="006A5522" w:rsidRPr="00390652" w:rsidRDefault="006A5522" w:rsidP="00390652">
            <w:pPr>
              <w:jc w:val="center"/>
              <w:rPr>
                <w:b/>
                <w:sz w:val="28"/>
                <w:szCs w:val="28"/>
              </w:rPr>
            </w:pPr>
          </w:p>
          <w:p w:rsidR="006A5522" w:rsidRPr="00390652" w:rsidRDefault="006A5522" w:rsidP="00390652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A2460E">
              <w:rPr>
                <w:sz w:val="28"/>
                <w:szCs w:val="28"/>
              </w:rPr>
              <w:t>Управление образования администрации муниципального образования</w:t>
            </w:r>
            <w:r w:rsidRPr="00390652">
              <w:rPr>
                <w:sz w:val="28"/>
                <w:szCs w:val="28"/>
              </w:rPr>
              <w:t xml:space="preserve"> город Новотроицк</w:t>
            </w:r>
          </w:p>
        </w:tc>
      </w:tr>
    </w:tbl>
    <w:p w:rsidR="006A5522" w:rsidRPr="008140A7" w:rsidRDefault="006A5522" w:rsidP="00304993">
      <w:pPr>
        <w:jc w:val="both"/>
        <w:rPr>
          <w:sz w:val="28"/>
          <w:szCs w:val="28"/>
        </w:rPr>
      </w:pPr>
      <w:r w:rsidRPr="008140A7">
        <w:rPr>
          <w:sz w:val="28"/>
          <w:szCs w:val="28"/>
        </w:rPr>
        <w:tab/>
      </w:r>
    </w:p>
    <w:p w:rsidR="006A5522" w:rsidRPr="008140A7" w:rsidRDefault="006A5522" w:rsidP="00EE416C">
      <w:pPr>
        <w:jc w:val="both"/>
        <w:rPr>
          <w:sz w:val="28"/>
          <w:szCs w:val="28"/>
        </w:rPr>
      </w:pPr>
      <w:r w:rsidRPr="008140A7">
        <w:rPr>
          <w:sz w:val="28"/>
          <w:szCs w:val="28"/>
        </w:rPr>
        <w:tab/>
      </w:r>
      <w:r>
        <w:rPr>
          <w:sz w:val="28"/>
          <w:szCs w:val="28"/>
        </w:rPr>
        <w:t xml:space="preserve">2) </w:t>
      </w:r>
      <w:bookmarkStart w:id="1" w:name="_GoBack"/>
      <w:bookmarkEnd w:id="1"/>
      <w:r>
        <w:rPr>
          <w:sz w:val="28"/>
          <w:szCs w:val="28"/>
        </w:rPr>
        <w:t>строку 7</w:t>
      </w:r>
      <w:r w:rsidRPr="00A134F4">
        <w:rPr>
          <w:sz w:val="28"/>
          <w:szCs w:val="28"/>
        </w:rPr>
        <w:t xml:space="preserve"> приложения  к решению</w:t>
      </w:r>
      <w:r>
        <w:rPr>
          <w:sz w:val="28"/>
          <w:szCs w:val="28"/>
        </w:rPr>
        <w:t xml:space="preserve"> изложить  </w:t>
      </w:r>
      <w:r w:rsidRPr="00A134F4">
        <w:rPr>
          <w:sz w:val="28"/>
          <w:szCs w:val="28"/>
        </w:rPr>
        <w:t>в новой редакции</w:t>
      </w:r>
      <w:r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260"/>
        <w:gridCol w:w="1418"/>
        <w:gridCol w:w="2233"/>
      </w:tblGrid>
      <w:tr w:rsidR="006A5522" w:rsidRPr="008140A7" w:rsidTr="00F43E4E">
        <w:trPr>
          <w:trHeight w:val="699"/>
        </w:trPr>
        <w:tc>
          <w:tcPr>
            <w:tcW w:w="567" w:type="dxa"/>
            <w:vAlign w:val="center"/>
          </w:tcPr>
          <w:p w:rsidR="006A5522" w:rsidRPr="00A867F8" w:rsidRDefault="006A5522" w:rsidP="00F43E4E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A867F8">
              <w:rPr>
                <w:sz w:val="28"/>
                <w:szCs w:val="28"/>
              </w:rPr>
              <w:t>7.</w:t>
            </w:r>
          </w:p>
        </w:tc>
        <w:tc>
          <w:tcPr>
            <w:tcW w:w="1985" w:type="dxa"/>
            <w:vAlign w:val="center"/>
          </w:tcPr>
          <w:p w:rsidR="006A5522" w:rsidRPr="008140A7" w:rsidRDefault="006A5522" w:rsidP="00F43E4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Избирательный округ №</w:t>
            </w:r>
            <w:r>
              <w:rPr>
                <w:sz w:val="28"/>
                <w:szCs w:val="28"/>
              </w:rPr>
              <w:t xml:space="preserve"> 4</w:t>
            </w:r>
          </w:p>
          <w:p w:rsidR="006A5522" w:rsidRPr="008140A7" w:rsidRDefault="006A5522" w:rsidP="00F43E4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6A5522" w:rsidRPr="008140A7" w:rsidRDefault="006A5522" w:rsidP="00F43E4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6A5522" w:rsidRDefault="006A5522" w:rsidP="00F43E4E">
            <w:pPr>
              <w:jc w:val="center"/>
              <w:rPr>
                <w:sz w:val="28"/>
                <w:szCs w:val="28"/>
              </w:rPr>
            </w:pPr>
            <w:r w:rsidRPr="00127F46">
              <w:rPr>
                <w:sz w:val="28"/>
                <w:szCs w:val="28"/>
              </w:rPr>
              <w:t xml:space="preserve">Выделение целевой субсидии муниципальному дошкольному образовательному автономному учреждению </w:t>
            </w:r>
            <w:r>
              <w:rPr>
                <w:sz w:val="28"/>
                <w:szCs w:val="28"/>
              </w:rPr>
              <w:t>«</w:t>
            </w:r>
            <w:r w:rsidRPr="00127F46">
              <w:rPr>
                <w:sz w:val="28"/>
                <w:szCs w:val="28"/>
              </w:rPr>
              <w:t xml:space="preserve">Детский сад  № 17 </w:t>
            </w:r>
            <w:r>
              <w:rPr>
                <w:sz w:val="28"/>
                <w:szCs w:val="28"/>
              </w:rPr>
              <w:t>«</w:t>
            </w:r>
            <w:r w:rsidRPr="00127F46">
              <w:rPr>
                <w:sz w:val="28"/>
                <w:szCs w:val="28"/>
              </w:rPr>
              <w:t xml:space="preserve">Чебурашка» </w:t>
            </w:r>
            <w:r>
              <w:rPr>
                <w:sz w:val="28"/>
                <w:szCs w:val="28"/>
              </w:rPr>
              <w:t xml:space="preserve">комбинированного </w:t>
            </w:r>
            <w:r w:rsidRPr="00127F46">
              <w:rPr>
                <w:sz w:val="28"/>
                <w:szCs w:val="28"/>
              </w:rPr>
              <w:t xml:space="preserve"> вида </w:t>
            </w:r>
          </w:p>
          <w:p w:rsidR="006A5522" w:rsidRPr="00390652" w:rsidRDefault="006A5522" w:rsidP="00A2460E">
            <w:pPr>
              <w:jc w:val="center"/>
              <w:rPr>
                <w:b/>
                <w:sz w:val="28"/>
                <w:szCs w:val="28"/>
              </w:rPr>
            </w:pPr>
            <w:r w:rsidRPr="00127F46">
              <w:rPr>
                <w:sz w:val="28"/>
                <w:szCs w:val="28"/>
              </w:rPr>
              <w:t xml:space="preserve"> г. Новотроицка Оренбургской област</w:t>
            </w:r>
            <w:r>
              <w:rPr>
                <w:sz w:val="28"/>
                <w:szCs w:val="28"/>
              </w:rPr>
              <w:t>и» по адресу: пер. 8-е Марта, дом №</w:t>
            </w:r>
            <w:r w:rsidRPr="00127F46">
              <w:rPr>
                <w:sz w:val="28"/>
                <w:szCs w:val="28"/>
              </w:rPr>
              <w:t xml:space="preserve"> 6 (корпус № 2) на  </w:t>
            </w:r>
            <w:r>
              <w:rPr>
                <w:sz w:val="28"/>
                <w:szCs w:val="28"/>
              </w:rPr>
              <w:t>проведение ремонта помещений учреждения</w:t>
            </w:r>
          </w:p>
        </w:tc>
        <w:tc>
          <w:tcPr>
            <w:tcW w:w="1418" w:type="dxa"/>
            <w:vAlign w:val="center"/>
          </w:tcPr>
          <w:p w:rsidR="006A5522" w:rsidRPr="00390652" w:rsidRDefault="006A5522" w:rsidP="00F43E4E">
            <w:pPr>
              <w:ind w:left="-108" w:righ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260 </w:t>
            </w:r>
            <w:r w:rsidRPr="00390652">
              <w:rPr>
                <w:sz w:val="28"/>
                <w:szCs w:val="28"/>
              </w:rPr>
              <w:t>000,</w:t>
            </w:r>
            <w:r>
              <w:rPr>
                <w:sz w:val="28"/>
                <w:szCs w:val="28"/>
              </w:rPr>
              <w:t>0</w:t>
            </w:r>
            <w:r w:rsidRPr="00390652">
              <w:rPr>
                <w:sz w:val="28"/>
                <w:szCs w:val="28"/>
              </w:rPr>
              <w:t>0</w:t>
            </w:r>
          </w:p>
        </w:tc>
        <w:tc>
          <w:tcPr>
            <w:tcW w:w="2233" w:type="dxa"/>
            <w:vAlign w:val="center"/>
          </w:tcPr>
          <w:p w:rsidR="006A5522" w:rsidRPr="00A2460E" w:rsidRDefault="006A5522" w:rsidP="00F43E4E">
            <w:pPr>
              <w:jc w:val="center"/>
              <w:rPr>
                <w:sz w:val="28"/>
                <w:szCs w:val="28"/>
              </w:rPr>
            </w:pPr>
          </w:p>
          <w:p w:rsidR="006A5522" w:rsidRPr="00390652" w:rsidRDefault="006A5522" w:rsidP="00F43E4E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A2460E">
              <w:rPr>
                <w:sz w:val="28"/>
                <w:szCs w:val="28"/>
              </w:rPr>
              <w:t>Управление образования администрации</w:t>
            </w:r>
            <w:r w:rsidRPr="00390652">
              <w:rPr>
                <w:sz w:val="28"/>
                <w:szCs w:val="28"/>
              </w:rPr>
              <w:t xml:space="preserve"> муниципального образования город Новотроицк</w:t>
            </w:r>
          </w:p>
        </w:tc>
      </w:tr>
    </w:tbl>
    <w:p w:rsidR="006A5522" w:rsidRPr="00CE6268" w:rsidRDefault="006A5522" w:rsidP="00CE6268">
      <w:pPr>
        <w:jc w:val="both"/>
        <w:rPr>
          <w:sz w:val="28"/>
        </w:rPr>
      </w:pPr>
      <w:r>
        <w:rPr>
          <w:sz w:val="28"/>
          <w:szCs w:val="28"/>
        </w:rPr>
        <w:tab/>
        <w:t>2</w:t>
      </w:r>
      <w:r w:rsidRPr="00CE6268">
        <w:rPr>
          <w:sz w:val="28"/>
          <w:szCs w:val="28"/>
        </w:rPr>
        <w:t>. Контроль за исполнением настоящего решения возложить на</w:t>
      </w:r>
      <w:r>
        <w:rPr>
          <w:sz w:val="28"/>
          <w:szCs w:val="28"/>
        </w:rPr>
        <w:t xml:space="preserve"> </w:t>
      </w:r>
      <w:r w:rsidRPr="00CE6268">
        <w:rPr>
          <w:sz w:val="28"/>
          <w:szCs w:val="28"/>
        </w:rPr>
        <w:t>заместителя главы муниципального образования город Новотроицк</w:t>
      </w:r>
      <w:r>
        <w:rPr>
          <w:sz w:val="28"/>
          <w:szCs w:val="28"/>
        </w:rPr>
        <w:t xml:space="preserve"> по социальным вопросам Рузанову Т.А., </w:t>
      </w:r>
      <w:r w:rsidRPr="00CE6268">
        <w:rPr>
          <w:sz w:val="28"/>
          <w:szCs w:val="28"/>
        </w:rPr>
        <w:t>заместителя главы муниципального образования город Новотроицк</w:t>
      </w:r>
      <w:r>
        <w:rPr>
          <w:sz w:val="28"/>
          <w:szCs w:val="28"/>
        </w:rPr>
        <w:t xml:space="preserve"> – начальника финансового управления Савинцеву Т.Ю.</w:t>
      </w:r>
      <w:r w:rsidRPr="00CE6268">
        <w:rPr>
          <w:sz w:val="28"/>
        </w:rPr>
        <w:t>и постоянную комиссию городского Совета депутатов по мандатам, регламенту, депутатской этике, связи со средствами массовой информации, по вопросам законности и местному самоуправлению (Меньшиков Д.А.).</w:t>
      </w:r>
    </w:p>
    <w:p w:rsidR="006A5522" w:rsidRDefault="006A5522" w:rsidP="00CE6268">
      <w:pPr>
        <w:jc w:val="both"/>
        <w:rPr>
          <w:sz w:val="28"/>
        </w:rPr>
      </w:pPr>
      <w:r>
        <w:rPr>
          <w:sz w:val="28"/>
        </w:rPr>
        <w:tab/>
        <w:t>3</w:t>
      </w:r>
      <w:r w:rsidRPr="00CE6268">
        <w:rPr>
          <w:sz w:val="28"/>
        </w:rPr>
        <w:t>. Решение вступает в силу после его официал</w:t>
      </w:r>
      <w:r>
        <w:rPr>
          <w:sz w:val="28"/>
        </w:rPr>
        <w:t>ьного опубликования в газете «Гвардеец труда».</w:t>
      </w:r>
    </w:p>
    <w:p w:rsidR="006A5522" w:rsidRDefault="006A5522" w:rsidP="00176DC3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361"/>
        <w:gridCol w:w="850"/>
        <w:gridCol w:w="4252"/>
      </w:tblGrid>
      <w:tr w:rsidR="006A5522" w:rsidTr="00803930">
        <w:tc>
          <w:tcPr>
            <w:tcW w:w="4361" w:type="dxa"/>
          </w:tcPr>
          <w:p w:rsidR="006A5522" w:rsidRPr="00803930" w:rsidRDefault="006A5522" w:rsidP="00AF47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Pr="00803930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</w:t>
            </w:r>
            <w:r w:rsidRPr="00803930">
              <w:rPr>
                <w:sz w:val="28"/>
                <w:szCs w:val="28"/>
              </w:rPr>
              <w:t>бразования город Новотроицк</w:t>
            </w:r>
          </w:p>
          <w:p w:rsidR="006A5522" w:rsidRPr="00803930" w:rsidRDefault="006A5522" w:rsidP="00AF472E">
            <w:pPr>
              <w:rPr>
                <w:sz w:val="28"/>
                <w:szCs w:val="28"/>
              </w:rPr>
            </w:pPr>
          </w:p>
          <w:p w:rsidR="006A5522" w:rsidRDefault="006A5522" w:rsidP="00AF472E">
            <w:pPr>
              <w:rPr>
                <w:sz w:val="28"/>
                <w:szCs w:val="28"/>
              </w:rPr>
            </w:pPr>
          </w:p>
          <w:p w:rsidR="006A5522" w:rsidRPr="00803930" w:rsidRDefault="006A5522" w:rsidP="007F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Д.В. Буфетов</w:t>
            </w:r>
          </w:p>
        </w:tc>
        <w:tc>
          <w:tcPr>
            <w:tcW w:w="850" w:type="dxa"/>
          </w:tcPr>
          <w:p w:rsidR="006A5522" w:rsidRPr="00803930" w:rsidRDefault="006A5522" w:rsidP="008039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6A5522" w:rsidRPr="00803930" w:rsidRDefault="006A5522" w:rsidP="0055667E">
            <w:pPr>
              <w:ind w:right="-109"/>
              <w:rPr>
                <w:sz w:val="28"/>
                <w:szCs w:val="28"/>
              </w:rPr>
            </w:pPr>
            <w:r w:rsidRPr="00803930">
              <w:rPr>
                <w:sz w:val="28"/>
                <w:szCs w:val="28"/>
              </w:rPr>
              <w:t xml:space="preserve">Председатель городского Совета </w:t>
            </w:r>
          </w:p>
          <w:p w:rsidR="006A5522" w:rsidRPr="00803930" w:rsidRDefault="006A5522" w:rsidP="0055667E">
            <w:pPr>
              <w:ind w:right="-109"/>
              <w:rPr>
                <w:sz w:val="28"/>
                <w:szCs w:val="28"/>
              </w:rPr>
            </w:pPr>
            <w:r w:rsidRPr="00803930">
              <w:rPr>
                <w:sz w:val="28"/>
                <w:szCs w:val="28"/>
              </w:rPr>
              <w:t xml:space="preserve">депутатов муниципального </w:t>
            </w:r>
          </w:p>
          <w:p w:rsidR="006A5522" w:rsidRPr="00803930" w:rsidRDefault="006A5522" w:rsidP="0055667E">
            <w:pPr>
              <w:ind w:right="-109"/>
              <w:rPr>
                <w:sz w:val="28"/>
                <w:szCs w:val="28"/>
              </w:rPr>
            </w:pPr>
            <w:r w:rsidRPr="00803930">
              <w:rPr>
                <w:sz w:val="28"/>
                <w:szCs w:val="28"/>
              </w:rPr>
              <w:t xml:space="preserve">образования город Новотроицк                                                      </w:t>
            </w:r>
          </w:p>
          <w:p w:rsidR="006A5522" w:rsidRPr="00803930" w:rsidRDefault="006A5522" w:rsidP="0055667E">
            <w:pPr>
              <w:ind w:right="-109"/>
              <w:rPr>
                <w:sz w:val="28"/>
                <w:szCs w:val="28"/>
              </w:rPr>
            </w:pPr>
          </w:p>
          <w:p w:rsidR="006A5522" w:rsidRPr="00803930" w:rsidRDefault="006A5522" w:rsidP="007D7B60">
            <w:pPr>
              <w:ind w:right="-1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  <w:r w:rsidRPr="00803930">
              <w:rPr>
                <w:sz w:val="28"/>
                <w:szCs w:val="28"/>
              </w:rPr>
              <w:t>А.А. Мезенцев</w:t>
            </w:r>
          </w:p>
        </w:tc>
      </w:tr>
    </w:tbl>
    <w:p w:rsidR="006A5522" w:rsidRPr="00C37198" w:rsidRDefault="006A5522" w:rsidP="00C37198">
      <w:pPr>
        <w:pStyle w:val="ConsPlusNormal"/>
        <w:jc w:val="both"/>
      </w:pPr>
    </w:p>
    <w:p w:rsidR="006A5522" w:rsidRPr="00A93980" w:rsidRDefault="006A5522" w:rsidP="00C37198">
      <w:pPr>
        <w:rPr>
          <w:sz w:val="28"/>
        </w:rPr>
      </w:pPr>
      <w:r w:rsidRPr="00A93980">
        <w:rPr>
          <w:sz w:val="28"/>
        </w:rPr>
        <w:t>Верно</w:t>
      </w:r>
    </w:p>
    <w:p w:rsidR="006A5522" w:rsidRPr="00A93980" w:rsidRDefault="006A5522" w:rsidP="00C37198">
      <w:pPr>
        <w:tabs>
          <w:tab w:val="left" w:pos="3165"/>
        </w:tabs>
        <w:rPr>
          <w:sz w:val="28"/>
        </w:rPr>
      </w:pPr>
      <w:r w:rsidRPr="00A93980">
        <w:rPr>
          <w:sz w:val="28"/>
        </w:rPr>
        <w:t xml:space="preserve">Специалист аппарата </w:t>
      </w:r>
      <w:r w:rsidRPr="00A93980">
        <w:rPr>
          <w:sz w:val="28"/>
        </w:rPr>
        <w:tab/>
      </w:r>
    </w:p>
    <w:p w:rsidR="006A5522" w:rsidRPr="00804DE5" w:rsidRDefault="006A5522" w:rsidP="00C37198">
      <w:pPr>
        <w:rPr>
          <w:bCs/>
          <w:sz w:val="27"/>
          <w:szCs w:val="27"/>
        </w:rPr>
      </w:pPr>
      <w:r w:rsidRPr="00A93980">
        <w:rPr>
          <w:sz w:val="28"/>
        </w:rPr>
        <w:t xml:space="preserve">городского Совета депутатов                                                        </w:t>
      </w:r>
      <w:r>
        <w:rPr>
          <w:sz w:val="28"/>
        </w:rPr>
        <w:t xml:space="preserve">   К.Н. Аверкин</w:t>
      </w:r>
    </w:p>
    <w:sectPr w:rsidR="006A5522" w:rsidRPr="00804DE5" w:rsidSect="00D12806">
      <w:pgSz w:w="11906" w:h="16838"/>
      <w:pgMar w:top="567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2DD"/>
    <w:rsid w:val="0000059E"/>
    <w:rsid w:val="00012A6C"/>
    <w:rsid w:val="00013E3C"/>
    <w:rsid w:val="000178BA"/>
    <w:rsid w:val="000209E6"/>
    <w:rsid w:val="00026CEB"/>
    <w:rsid w:val="00037B9C"/>
    <w:rsid w:val="00040A3A"/>
    <w:rsid w:val="000575DC"/>
    <w:rsid w:val="00061D50"/>
    <w:rsid w:val="00063DF2"/>
    <w:rsid w:val="00066200"/>
    <w:rsid w:val="00072520"/>
    <w:rsid w:val="000849F8"/>
    <w:rsid w:val="000A425B"/>
    <w:rsid w:val="000B1D37"/>
    <w:rsid w:val="000C0436"/>
    <w:rsid w:val="000D6D02"/>
    <w:rsid w:val="000F18DD"/>
    <w:rsid w:val="00116FCA"/>
    <w:rsid w:val="00122FDC"/>
    <w:rsid w:val="00127F46"/>
    <w:rsid w:val="00142DBD"/>
    <w:rsid w:val="00150361"/>
    <w:rsid w:val="001601D1"/>
    <w:rsid w:val="00161609"/>
    <w:rsid w:val="00171230"/>
    <w:rsid w:val="00172F78"/>
    <w:rsid w:val="00175182"/>
    <w:rsid w:val="00176DC3"/>
    <w:rsid w:val="0018170F"/>
    <w:rsid w:val="00181CC7"/>
    <w:rsid w:val="00195B05"/>
    <w:rsid w:val="001C21F5"/>
    <w:rsid w:val="001F0C32"/>
    <w:rsid w:val="00217D52"/>
    <w:rsid w:val="00243F09"/>
    <w:rsid w:val="0026077C"/>
    <w:rsid w:val="00263D7E"/>
    <w:rsid w:val="00280E34"/>
    <w:rsid w:val="00290697"/>
    <w:rsid w:val="00291715"/>
    <w:rsid w:val="002B44B0"/>
    <w:rsid w:val="002B4818"/>
    <w:rsid w:val="002B5DBD"/>
    <w:rsid w:val="002D5039"/>
    <w:rsid w:val="00300C2E"/>
    <w:rsid w:val="00304993"/>
    <w:rsid w:val="00305920"/>
    <w:rsid w:val="003160ED"/>
    <w:rsid w:val="0032517A"/>
    <w:rsid w:val="003342DD"/>
    <w:rsid w:val="00341B66"/>
    <w:rsid w:val="0034441E"/>
    <w:rsid w:val="00345A99"/>
    <w:rsid w:val="00346CE9"/>
    <w:rsid w:val="00352DEE"/>
    <w:rsid w:val="0038055E"/>
    <w:rsid w:val="00390652"/>
    <w:rsid w:val="00391486"/>
    <w:rsid w:val="003A4E7E"/>
    <w:rsid w:val="003A7E64"/>
    <w:rsid w:val="003C5446"/>
    <w:rsid w:val="003C6619"/>
    <w:rsid w:val="003E28C1"/>
    <w:rsid w:val="003E564C"/>
    <w:rsid w:val="00402538"/>
    <w:rsid w:val="00440093"/>
    <w:rsid w:val="004418C5"/>
    <w:rsid w:val="00450BA3"/>
    <w:rsid w:val="004624B1"/>
    <w:rsid w:val="004641A4"/>
    <w:rsid w:val="00465636"/>
    <w:rsid w:val="00480668"/>
    <w:rsid w:val="0048740A"/>
    <w:rsid w:val="00492CF4"/>
    <w:rsid w:val="004A6549"/>
    <w:rsid w:val="004A741A"/>
    <w:rsid w:val="004B0515"/>
    <w:rsid w:val="004B1663"/>
    <w:rsid w:val="004E0056"/>
    <w:rsid w:val="004E37BF"/>
    <w:rsid w:val="004F40A4"/>
    <w:rsid w:val="00500F76"/>
    <w:rsid w:val="00503839"/>
    <w:rsid w:val="005066C0"/>
    <w:rsid w:val="005231F0"/>
    <w:rsid w:val="0054064C"/>
    <w:rsid w:val="005449CA"/>
    <w:rsid w:val="0055667E"/>
    <w:rsid w:val="00561A00"/>
    <w:rsid w:val="00575CDC"/>
    <w:rsid w:val="0059738E"/>
    <w:rsid w:val="005D376C"/>
    <w:rsid w:val="005F135B"/>
    <w:rsid w:val="00600992"/>
    <w:rsid w:val="00605C49"/>
    <w:rsid w:val="00695EC4"/>
    <w:rsid w:val="006A5522"/>
    <w:rsid w:val="006B29DB"/>
    <w:rsid w:val="006D1D98"/>
    <w:rsid w:val="006D593E"/>
    <w:rsid w:val="006E75A6"/>
    <w:rsid w:val="006F509F"/>
    <w:rsid w:val="0072265C"/>
    <w:rsid w:val="00743979"/>
    <w:rsid w:val="00751752"/>
    <w:rsid w:val="00752B53"/>
    <w:rsid w:val="00766641"/>
    <w:rsid w:val="007674F6"/>
    <w:rsid w:val="00775C41"/>
    <w:rsid w:val="00780663"/>
    <w:rsid w:val="00787E31"/>
    <w:rsid w:val="007A4247"/>
    <w:rsid w:val="007A596B"/>
    <w:rsid w:val="007D03C9"/>
    <w:rsid w:val="007D555C"/>
    <w:rsid w:val="007D7B60"/>
    <w:rsid w:val="007E6043"/>
    <w:rsid w:val="007F29EB"/>
    <w:rsid w:val="007F4C1C"/>
    <w:rsid w:val="00803930"/>
    <w:rsid w:val="00804DE5"/>
    <w:rsid w:val="008078CF"/>
    <w:rsid w:val="00810BB0"/>
    <w:rsid w:val="008140A7"/>
    <w:rsid w:val="00821117"/>
    <w:rsid w:val="00831AD9"/>
    <w:rsid w:val="00842ADE"/>
    <w:rsid w:val="00843D66"/>
    <w:rsid w:val="00863C72"/>
    <w:rsid w:val="0088044A"/>
    <w:rsid w:val="00881C0C"/>
    <w:rsid w:val="008946DB"/>
    <w:rsid w:val="008B3E1C"/>
    <w:rsid w:val="008D4A57"/>
    <w:rsid w:val="009015BD"/>
    <w:rsid w:val="00927493"/>
    <w:rsid w:val="0093046E"/>
    <w:rsid w:val="009341DD"/>
    <w:rsid w:val="0095547F"/>
    <w:rsid w:val="00956C9F"/>
    <w:rsid w:val="00977F74"/>
    <w:rsid w:val="00994762"/>
    <w:rsid w:val="009A1D9F"/>
    <w:rsid w:val="009A648A"/>
    <w:rsid w:val="009C0FA1"/>
    <w:rsid w:val="009E2059"/>
    <w:rsid w:val="009E5875"/>
    <w:rsid w:val="009F03ED"/>
    <w:rsid w:val="009F354E"/>
    <w:rsid w:val="009F4DE6"/>
    <w:rsid w:val="00A134F4"/>
    <w:rsid w:val="00A15278"/>
    <w:rsid w:val="00A2460E"/>
    <w:rsid w:val="00A45C0E"/>
    <w:rsid w:val="00A52D1D"/>
    <w:rsid w:val="00A80A05"/>
    <w:rsid w:val="00A8447C"/>
    <w:rsid w:val="00A867F8"/>
    <w:rsid w:val="00A93980"/>
    <w:rsid w:val="00AA19B4"/>
    <w:rsid w:val="00AA2B79"/>
    <w:rsid w:val="00AC037D"/>
    <w:rsid w:val="00AF472E"/>
    <w:rsid w:val="00B243DC"/>
    <w:rsid w:val="00B32282"/>
    <w:rsid w:val="00B33CCD"/>
    <w:rsid w:val="00B40E7C"/>
    <w:rsid w:val="00B4752D"/>
    <w:rsid w:val="00B5465F"/>
    <w:rsid w:val="00B74CB9"/>
    <w:rsid w:val="00B763CF"/>
    <w:rsid w:val="00B87AB6"/>
    <w:rsid w:val="00B961CB"/>
    <w:rsid w:val="00BD28EF"/>
    <w:rsid w:val="00BE668D"/>
    <w:rsid w:val="00C03F7A"/>
    <w:rsid w:val="00C06223"/>
    <w:rsid w:val="00C157E8"/>
    <w:rsid w:val="00C37198"/>
    <w:rsid w:val="00C41BDB"/>
    <w:rsid w:val="00C5502A"/>
    <w:rsid w:val="00C62E29"/>
    <w:rsid w:val="00C72B74"/>
    <w:rsid w:val="00C84204"/>
    <w:rsid w:val="00CA22B5"/>
    <w:rsid w:val="00CA5C59"/>
    <w:rsid w:val="00CC1581"/>
    <w:rsid w:val="00CD042F"/>
    <w:rsid w:val="00CE6268"/>
    <w:rsid w:val="00CE7E5A"/>
    <w:rsid w:val="00CF117B"/>
    <w:rsid w:val="00D12806"/>
    <w:rsid w:val="00D35081"/>
    <w:rsid w:val="00D440FB"/>
    <w:rsid w:val="00D46F05"/>
    <w:rsid w:val="00D502E7"/>
    <w:rsid w:val="00D561D5"/>
    <w:rsid w:val="00D66EA3"/>
    <w:rsid w:val="00D73D4A"/>
    <w:rsid w:val="00D92711"/>
    <w:rsid w:val="00DA19D5"/>
    <w:rsid w:val="00DA707E"/>
    <w:rsid w:val="00DA71C9"/>
    <w:rsid w:val="00DD6788"/>
    <w:rsid w:val="00E23C78"/>
    <w:rsid w:val="00E248B3"/>
    <w:rsid w:val="00E322D6"/>
    <w:rsid w:val="00E3667E"/>
    <w:rsid w:val="00E5576E"/>
    <w:rsid w:val="00E5619D"/>
    <w:rsid w:val="00E60E41"/>
    <w:rsid w:val="00E7580D"/>
    <w:rsid w:val="00E8033F"/>
    <w:rsid w:val="00E82DD1"/>
    <w:rsid w:val="00EC05E5"/>
    <w:rsid w:val="00EC4220"/>
    <w:rsid w:val="00ED4B00"/>
    <w:rsid w:val="00EE354E"/>
    <w:rsid w:val="00EE416C"/>
    <w:rsid w:val="00F044DB"/>
    <w:rsid w:val="00F24B1B"/>
    <w:rsid w:val="00F34A81"/>
    <w:rsid w:val="00F37230"/>
    <w:rsid w:val="00F42873"/>
    <w:rsid w:val="00F43E4E"/>
    <w:rsid w:val="00FB0F1C"/>
    <w:rsid w:val="00FC6EF6"/>
    <w:rsid w:val="00FD3D01"/>
    <w:rsid w:val="00FF0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DC3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6DC3"/>
    <w:pPr>
      <w:keepNext/>
      <w:snapToGrid w:val="0"/>
      <w:outlineLvl w:val="0"/>
    </w:pPr>
    <w:rPr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76DC3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76DC3"/>
    <w:pPr>
      <w:keepNext/>
      <w:ind w:left="2832"/>
      <w:outlineLvl w:val="2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76DC3"/>
    <w:rPr>
      <w:rFonts w:ascii="Times New Roman" w:hAnsi="Times New Roman" w:cs="Times New Roman"/>
      <w:b/>
      <w:sz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76DC3"/>
    <w:rPr>
      <w:rFonts w:ascii="Times New Roman" w:hAnsi="Times New Roman" w:cs="Times New Roman"/>
      <w:b/>
      <w:sz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76DC3"/>
    <w:rPr>
      <w:rFonts w:ascii="Times New Roman" w:hAnsi="Times New Roman" w:cs="Times New Roman"/>
      <w:b/>
      <w:sz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76DC3"/>
    <w:pPr>
      <w:ind w:left="-180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76DC3"/>
    <w:rPr>
      <w:rFonts w:ascii="Times New Roman" w:hAnsi="Times New Roman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76DC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6DC3"/>
    <w:rPr>
      <w:rFonts w:ascii="Tahoma" w:hAnsi="Tahoma" w:cs="Times New Roman"/>
      <w:sz w:val="16"/>
      <w:lang w:eastAsia="ru-RU"/>
    </w:rPr>
  </w:style>
  <w:style w:type="table" w:styleId="TableGrid">
    <w:name w:val="Table Grid"/>
    <w:basedOn w:val="TableNormal"/>
    <w:uiPriority w:val="99"/>
    <w:rsid w:val="00AF47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3719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28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2471</TotalTime>
  <Pages>2</Pages>
  <Words>485</Words>
  <Characters>2765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171</cp:revision>
  <cp:lastPrinted>2019-12-06T05:12:00Z</cp:lastPrinted>
  <dcterms:created xsi:type="dcterms:W3CDTF">2016-10-10T06:55:00Z</dcterms:created>
  <dcterms:modified xsi:type="dcterms:W3CDTF">2019-12-24T10:21:00Z</dcterms:modified>
</cp:coreProperties>
</file>