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3A" w:rsidRDefault="002F533A" w:rsidP="000F18DD">
      <w:pPr>
        <w:rPr>
          <w:snapToGrid w:val="0"/>
          <w:sz w:val="12"/>
          <w:szCs w:val="12"/>
        </w:rPr>
      </w:pPr>
    </w:p>
    <w:p w:rsidR="002F533A" w:rsidRPr="000F18DD" w:rsidRDefault="002F533A" w:rsidP="000F18DD">
      <w:pPr>
        <w:rPr>
          <w:snapToGrid w:val="0"/>
          <w:sz w:val="12"/>
          <w:szCs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56.55pt;margin-top:12.3pt;width:112.8pt;height:50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" filled="f" stroked="f">
            <v:textbox style="mso-next-textbox:#Поле 3">
              <w:txbxContent>
                <w:p w:rsidR="002F533A" w:rsidRDefault="002F533A" w:rsidP="00176DC3"/>
              </w:txbxContent>
            </v:textbox>
          </v:shape>
        </w:pict>
      </w:r>
    </w:p>
    <w:p w:rsidR="002F533A" w:rsidRPr="00013E3C" w:rsidRDefault="002F533A" w:rsidP="00176DC3">
      <w:pPr>
        <w:jc w:val="center"/>
        <w:rPr>
          <w:snapToGrid w:val="0"/>
          <w:sz w:val="28"/>
          <w:szCs w:val="28"/>
        </w:rPr>
      </w:pPr>
      <w:r w:rsidRPr="00E60DB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2F533A" w:rsidRPr="00013E3C" w:rsidRDefault="002F533A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2F533A" w:rsidRPr="00013E3C" w:rsidRDefault="002F533A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2F533A" w:rsidRPr="00013E3C" w:rsidRDefault="002F533A" w:rsidP="00176DC3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2F533A" w:rsidRPr="00013E3C" w:rsidRDefault="002F533A" w:rsidP="00176DC3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2F533A" w:rsidRPr="00013E3C" w:rsidRDefault="002F533A" w:rsidP="00176DC3">
      <w:pPr>
        <w:pStyle w:val="Heading3"/>
        <w:ind w:left="0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РЕШЕНИЕ</w:t>
      </w:r>
    </w:p>
    <w:p w:rsidR="002F533A" w:rsidRDefault="002F533A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7216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2F533A" w:rsidRDefault="002F533A" w:rsidP="00176DC3">
      <w:pPr>
        <w:jc w:val="both"/>
        <w:rPr>
          <w:snapToGrid w:val="0"/>
          <w:sz w:val="12"/>
        </w:rPr>
      </w:pPr>
      <w:bookmarkStart w:id="0" w:name="OLE_LINK1"/>
    </w:p>
    <w:bookmarkEnd w:id="0"/>
    <w:p w:rsidR="002F533A" w:rsidRPr="009F4DE6" w:rsidRDefault="002F533A" w:rsidP="004A03F6">
      <w:pPr>
        <w:shd w:val="clear" w:color="auto" w:fill="FFFFFF"/>
        <w:rPr>
          <w:color w:val="000000"/>
          <w:spacing w:val="-5"/>
          <w:sz w:val="28"/>
          <w:szCs w:val="28"/>
        </w:rPr>
      </w:pPr>
      <w:r w:rsidRPr="009F4DE6">
        <w:rPr>
          <w:b/>
          <w:bCs/>
          <w:sz w:val="28"/>
          <w:szCs w:val="28"/>
        </w:rPr>
        <w:t>Принято на пят</w:t>
      </w:r>
      <w:r>
        <w:rPr>
          <w:b/>
          <w:bCs/>
          <w:sz w:val="28"/>
          <w:szCs w:val="28"/>
        </w:rPr>
        <w:t>ь</w:t>
      </w:r>
      <w:r w:rsidRPr="009F4DE6">
        <w:rPr>
          <w:b/>
          <w:bCs/>
          <w:sz w:val="28"/>
          <w:szCs w:val="28"/>
        </w:rPr>
        <w:t>десят</w:t>
      </w:r>
      <w:r>
        <w:rPr>
          <w:b/>
          <w:bCs/>
          <w:sz w:val="28"/>
          <w:szCs w:val="28"/>
        </w:rPr>
        <w:t xml:space="preserve"> шестом</w:t>
      </w:r>
      <w:r w:rsidRPr="009F4DE6">
        <w:rPr>
          <w:b/>
          <w:bCs/>
          <w:sz w:val="28"/>
          <w:szCs w:val="28"/>
        </w:rPr>
        <w:t xml:space="preserve"> заседании </w:t>
      </w:r>
    </w:p>
    <w:p w:rsidR="002F533A" w:rsidRPr="009F4DE6" w:rsidRDefault="002F533A" w:rsidP="004A03F6">
      <w:pPr>
        <w:rPr>
          <w:b/>
          <w:bCs/>
          <w:sz w:val="28"/>
          <w:szCs w:val="28"/>
        </w:rPr>
      </w:pPr>
      <w:r w:rsidRPr="009F4DE6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24 сентября</w:t>
      </w:r>
      <w:r w:rsidRPr="009F4DE6">
        <w:rPr>
          <w:b/>
          <w:bCs/>
          <w:sz w:val="28"/>
          <w:szCs w:val="28"/>
        </w:rPr>
        <w:t xml:space="preserve"> 2019 года</w:t>
      </w:r>
    </w:p>
    <w:p w:rsidR="002F533A" w:rsidRDefault="002F533A" w:rsidP="004A03F6">
      <w:pPr>
        <w:autoSpaceDE w:val="0"/>
        <w:autoSpaceDN w:val="0"/>
        <w:adjustRightInd w:val="0"/>
        <w:rPr>
          <w:sz w:val="28"/>
          <w:szCs w:val="28"/>
        </w:rPr>
      </w:pPr>
    </w:p>
    <w:p w:rsidR="002F533A" w:rsidRPr="000C5FF4" w:rsidRDefault="002F533A" w:rsidP="004A03F6">
      <w:pPr>
        <w:autoSpaceDE w:val="0"/>
        <w:autoSpaceDN w:val="0"/>
        <w:adjustRightInd w:val="0"/>
        <w:rPr>
          <w:sz w:val="28"/>
          <w:szCs w:val="28"/>
        </w:rPr>
      </w:pPr>
    </w:p>
    <w:p w:rsidR="002F533A" w:rsidRPr="009F1CD3" w:rsidRDefault="002F533A" w:rsidP="004A03F6">
      <w:pPr>
        <w:tabs>
          <w:tab w:val="left" w:pos="3780"/>
        </w:tabs>
        <w:ind w:right="4392"/>
        <w:jc w:val="both"/>
        <w:rPr>
          <w:bCs/>
          <w:sz w:val="28"/>
          <w:szCs w:val="28"/>
        </w:rPr>
      </w:pPr>
      <w:r>
        <w:rPr>
          <w:b/>
          <w:color w:val="000000"/>
          <w:spacing w:val="-5"/>
          <w:sz w:val="28"/>
          <w:szCs w:val="28"/>
          <w:u w:val="single"/>
        </w:rPr>
        <w:t>24 сентябр</w:t>
      </w:r>
      <w:r w:rsidRPr="00A93980">
        <w:rPr>
          <w:b/>
          <w:color w:val="000000"/>
          <w:spacing w:val="-5"/>
          <w:sz w:val="28"/>
          <w:szCs w:val="28"/>
          <w:u w:val="single"/>
        </w:rPr>
        <w:t>я 2019 года № 6</w:t>
      </w:r>
      <w:r>
        <w:rPr>
          <w:b/>
          <w:color w:val="000000"/>
          <w:spacing w:val="-5"/>
          <w:sz w:val="28"/>
          <w:szCs w:val="28"/>
          <w:u w:val="single"/>
        </w:rPr>
        <w:t>47</w:t>
      </w:r>
    </w:p>
    <w:p w:rsidR="002F533A" w:rsidRPr="004A03F6" w:rsidRDefault="002F533A" w:rsidP="00013E3C">
      <w:pPr>
        <w:tabs>
          <w:tab w:val="left" w:pos="4320"/>
        </w:tabs>
        <w:ind w:right="4675"/>
        <w:jc w:val="both"/>
        <w:rPr>
          <w:sz w:val="12"/>
          <w:szCs w:val="12"/>
        </w:rPr>
      </w:pPr>
    </w:p>
    <w:p w:rsidR="002F533A" w:rsidRDefault="002F533A" w:rsidP="004A03F6">
      <w:pPr>
        <w:tabs>
          <w:tab w:val="left" w:pos="4320"/>
        </w:tabs>
        <w:ind w:right="445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26 сентября 2018 года № 488 </w:t>
      </w:r>
      <w:r>
        <w:rPr>
          <w:sz w:val="28"/>
        </w:rPr>
        <w:t>«О  наказах избирателей, рекомендуемых к выполнению в 2019 году</w:t>
      </w:r>
      <w:r>
        <w:rPr>
          <w:sz w:val="28"/>
          <w:szCs w:val="28"/>
        </w:rPr>
        <w:t xml:space="preserve">» </w:t>
      </w:r>
    </w:p>
    <w:p w:rsidR="002F533A" w:rsidRDefault="002F533A" w:rsidP="00176DC3">
      <w:pPr>
        <w:jc w:val="both"/>
        <w:rPr>
          <w:sz w:val="28"/>
        </w:rPr>
      </w:pPr>
    </w:p>
    <w:p w:rsidR="002F533A" w:rsidRDefault="002F533A" w:rsidP="00176DC3">
      <w:pPr>
        <w:jc w:val="both"/>
        <w:rPr>
          <w:sz w:val="28"/>
        </w:rPr>
      </w:pPr>
    </w:p>
    <w:p w:rsidR="002F533A" w:rsidRDefault="002F533A" w:rsidP="00176DC3">
      <w:pPr>
        <w:jc w:val="both"/>
        <w:rPr>
          <w:sz w:val="28"/>
        </w:rPr>
      </w:pPr>
    </w:p>
    <w:p w:rsidR="002F533A" w:rsidRDefault="002F533A" w:rsidP="00176DC3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24 декабря 2018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524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2019 год и на плановый период 2020 и 2021 годов», </w:t>
      </w:r>
      <w:r>
        <w:rPr>
          <w:sz w:val="28"/>
        </w:rPr>
        <w:t>положением «О наказах избирателей депутатам городского Совета депутатов муниципального образования город Новотроицк», утвержденным решением городского Совета депутатов от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2F533A" w:rsidRDefault="002F533A" w:rsidP="00B5465F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26 сентября            2018 года № 488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2019 году» (далее – решение) следующие изменения:</w:t>
      </w:r>
      <w:bookmarkStart w:id="1" w:name="_GoBack"/>
      <w:bookmarkEnd w:id="1"/>
    </w:p>
    <w:p w:rsidR="002F533A" w:rsidRPr="008140A7" w:rsidRDefault="002F533A" w:rsidP="003049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изложить строку 4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2F533A" w:rsidRPr="008140A7" w:rsidTr="00D92711">
        <w:trPr>
          <w:trHeight w:val="699"/>
        </w:trPr>
        <w:tc>
          <w:tcPr>
            <w:tcW w:w="567" w:type="dxa"/>
            <w:vAlign w:val="center"/>
          </w:tcPr>
          <w:p w:rsidR="002F533A" w:rsidRPr="00C37371" w:rsidRDefault="002F533A" w:rsidP="000575DC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C37371">
              <w:rPr>
                <w:sz w:val="28"/>
                <w:szCs w:val="28"/>
              </w:rPr>
              <w:t>4.</w:t>
            </w:r>
          </w:p>
        </w:tc>
        <w:tc>
          <w:tcPr>
            <w:tcW w:w="1985" w:type="dxa"/>
            <w:vAlign w:val="center"/>
          </w:tcPr>
          <w:p w:rsidR="002F533A" w:rsidRPr="008140A7" w:rsidRDefault="002F533A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</w:t>
            </w:r>
            <w:r>
              <w:rPr>
                <w:sz w:val="28"/>
                <w:szCs w:val="28"/>
              </w:rPr>
              <w:t xml:space="preserve"> 4</w:t>
            </w:r>
          </w:p>
          <w:p w:rsidR="002F533A" w:rsidRPr="008140A7" w:rsidRDefault="002F533A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2F533A" w:rsidRPr="008140A7" w:rsidRDefault="002F533A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2F533A" w:rsidRDefault="002F533A" w:rsidP="00EE354E">
            <w:pPr>
              <w:jc w:val="center"/>
              <w:rPr>
                <w:sz w:val="28"/>
                <w:szCs w:val="28"/>
              </w:rPr>
            </w:pPr>
            <w:r w:rsidRPr="0052264A">
              <w:rPr>
                <w:sz w:val="28"/>
                <w:szCs w:val="28"/>
              </w:rPr>
              <w:t>Выделение целевой субсидии муниципальному дошкольному образовательному автономно</w:t>
            </w:r>
            <w:r>
              <w:rPr>
                <w:sz w:val="28"/>
                <w:szCs w:val="28"/>
              </w:rPr>
              <w:t>му учреждению «Детский сад  № 17 «Чебурашка» общеразвивающего вида с приоритетным осуществлением физического развития воспитанников</w:t>
            </w:r>
          </w:p>
          <w:p w:rsidR="002F533A" w:rsidRPr="00D92711" w:rsidRDefault="002F533A" w:rsidP="00D92711">
            <w:pPr>
              <w:jc w:val="center"/>
              <w:rPr>
                <w:sz w:val="28"/>
                <w:szCs w:val="28"/>
              </w:rPr>
            </w:pPr>
            <w:r w:rsidRPr="0052264A">
              <w:rPr>
                <w:sz w:val="28"/>
                <w:szCs w:val="28"/>
              </w:rPr>
              <w:t>г. Новотроицка Оренбургской области»</w:t>
            </w:r>
            <w:r>
              <w:rPr>
                <w:sz w:val="28"/>
                <w:szCs w:val="28"/>
              </w:rPr>
              <w:t xml:space="preserve"> по адресу: пер. 8-е Марта, </w:t>
            </w:r>
            <w:r w:rsidRPr="00D92711">
              <w:rPr>
                <w:sz w:val="28"/>
                <w:szCs w:val="28"/>
              </w:rPr>
              <w:t xml:space="preserve">д. 6 (корпус № 2) </w:t>
            </w:r>
          </w:p>
          <w:p w:rsidR="002F533A" w:rsidRPr="00390652" w:rsidRDefault="002F533A" w:rsidP="00EE354E">
            <w:pPr>
              <w:jc w:val="center"/>
              <w:rPr>
                <w:b/>
                <w:sz w:val="28"/>
                <w:szCs w:val="28"/>
              </w:rPr>
            </w:pPr>
            <w:r w:rsidRPr="00D92711">
              <w:rPr>
                <w:sz w:val="28"/>
                <w:szCs w:val="28"/>
              </w:rPr>
              <w:t>на приобретение и установку детского игрового   оборудования</w:t>
            </w:r>
          </w:p>
        </w:tc>
        <w:tc>
          <w:tcPr>
            <w:tcW w:w="1418" w:type="dxa"/>
            <w:vAlign w:val="center"/>
          </w:tcPr>
          <w:p w:rsidR="002F533A" w:rsidRPr="00390652" w:rsidRDefault="002F533A" w:rsidP="00300C2E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 </w:t>
            </w:r>
            <w:r w:rsidRPr="00390652">
              <w:rPr>
                <w:sz w:val="28"/>
                <w:szCs w:val="28"/>
              </w:rPr>
              <w:t>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2F533A" w:rsidRPr="00390652" w:rsidRDefault="002F533A" w:rsidP="00390652">
            <w:pPr>
              <w:jc w:val="center"/>
              <w:rPr>
                <w:b/>
                <w:sz w:val="28"/>
                <w:szCs w:val="28"/>
              </w:rPr>
            </w:pPr>
          </w:p>
          <w:p w:rsidR="002F533A" w:rsidRPr="00390652" w:rsidRDefault="002F533A" w:rsidP="0039065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390652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390652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2F533A" w:rsidRPr="008140A7" w:rsidRDefault="002F533A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2F533A" w:rsidRPr="008140A7" w:rsidRDefault="002F533A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8140A7">
        <w:rPr>
          <w:sz w:val="28"/>
          <w:szCs w:val="28"/>
        </w:rPr>
        <w:t xml:space="preserve">) изложить </w:t>
      </w:r>
      <w:r>
        <w:rPr>
          <w:sz w:val="28"/>
          <w:szCs w:val="28"/>
        </w:rPr>
        <w:t xml:space="preserve"> строку 10</w:t>
      </w:r>
      <w:r w:rsidRPr="008140A7">
        <w:rPr>
          <w:sz w:val="28"/>
          <w:szCs w:val="28"/>
        </w:rPr>
        <w:t xml:space="preserve">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2F533A" w:rsidRPr="008140A7" w:rsidTr="00B40E7C">
        <w:trPr>
          <w:trHeight w:val="1260"/>
        </w:trPr>
        <w:tc>
          <w:tcPr>
            <w:tcW w:w="567" w:type="dxa"/>
            <w:vAlign w:val="center"/>
          </w:tcPr>
          <w:p w:rsidR="002F533A" w:rsidRPr="00C37371" w:rsidRDefault="002F533A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C37371">
              <w:rPr>
                <w:sz w:val="28"/>
                <w:szCs w:val="28"/>
              </w:rPr>
              <w:t>10.</w:t>
            </w:r>
          </w:p>
        </w:tc>
        <w:tc>
          <w:tcPr>
            <w:tcW w:w="1985" w:type="dxa"/>
            <w:vAlign w:val="center"/>
          </w:tcPr>
          <w:p w:rsidR="002F533A" w:rsidRPr="008140A7" w:rsidRDefault="002F533A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9</w:t>
            </w:r>
          </w:p>
        </w:tc>
        <w:tc>
          <w:tcPr>
            <w:tcW w:w="3402" w:type="dxa"/>
            <w:vAlign w:val="center"/>
          </w:tcPr>
          <w:p w:rsidR="002F533A" w:rsidRDefault="002F533A" w:rsidP="003A4E7E">
            <w:pPr>
              <w:tabs>
                <w:tab w:val="left" w:pos="1185"/>
              </w:tabs>
              <w:jc w:val="center"/>
              <w:rPr>
                <w:sz w:val="28"/>
                <w:szCs w:val="28"/>
              </w:rPr>
            </w:pPr>
            <w:r w:rsidRPr="003A4E7E">
              <w:rPr>
                <w:sz w:val="28"/>
                <w:szCs w:val="28"/>
              </w:rPr>
              <w:t xml:space="preserve">Выделение целевой субсидии муниципальному автономному учреждению дополнительного образования  «Центр развития творчества детей и юношества города Новотроицка Оренбургской области» на приобретение спортивного уличного оборудования </w:t>
            </w:r>
          </w:p>
          <w:p w:rsidR="002F533A" w:rsidRPr="008140A7" w:rsidRDefault="002F533A" w:rsidP="003A4E7E">
            <w:pPr>
              <w:tabs>
                <w:tab w:val="left" w:pos="1185"/>
              </w:tabs>
              <w:jc w:val="center"/>
              <w:rPr>
                <w:sz w:val="28"/>
                <w:szCs w:val="28"/>
              </w:rPr>
            </w:pPr>
            <w:r w:rsidRPr="003A4E7E">
              <w:rPr>
                <w:sz w:val="28"/>
                <w:szCs w:val="28"/>
              </w:rPr>
              <w:t>для физических занятий спортсменов клуба «САМБО -78»</w:t>
            </w:r>
          </w:p>
        </w:tc>
        <w:tc>
          <w:tcPr>
            <w:tcW w:w="1276" w:type="dxa"/>
            <w:vAlign w:val="center"/>
          </w:tcPr>
          <w:p w:rsidR="002F533A" w:rsidRPr="008140A7" w:rsidRDefault="002F533A" w:rsidP="00300C2E">
            <w:pPr>
              <w:ind w:right="-94"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200 000,</w:t>
            </w:r>
            <w:r>
              <w:rPr>
                <w:sz w:val="28"/>
                <w:szCs w:val="28"/>
              </w:rPr>
              <w:t>0</w:t>
            </w:r>
            <w:r w:rsidRPr="008140A7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2F533A" w:rsidRPr="00390652" w:rsidRDefault="002F533A" w:rsidP="003A4E7E">
            <w:pPr>
              <w:jc w:val="center"/>
              <w:rPr>
                <w:b/>
                <w:sz w:val="28"/>
                <w:szCs w:val="28"/>
              </w:rPr>
            </w:pPr>
          </w:p>
          <w:p w:rsidR="002F533A" w:rsidRPr="008140A7" w:rsidRDefault="002F533A" w:rsidP="003A4E7E">
            <w:pPr>
              <w:ind w:left="-108"/>
              <w:jc w:val="center"/>
              <w:rPr>
                <w:sz w:val="28"/>
                <w:szCs w:val="28"/>
              </w:rPr>
            </w:pPr>
            <w:r w:rsidRPr="00390652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390652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2F533A" w:rsidRPr="008140A7" w:rsidRDefault="002F533A" w:rsidP="00FC6EF6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2F533A" w:rsidRPr="008140A7" w:rsidRDefault="002F533A" w:rsidP="00FC6EF6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8140A7">
        <w:rPr>
          <w:sz w:val="28"/>
          <w:szCs w:val="28"/>
        </w:rPr>
        <w:t xml:space="preserve">) изложить </w:t>
      </w:r>
      <w:r>
        <w:rPr>
          <w:sz w:val="28"/>
          <w:szCs w:val="28"/>
        </w:rPr>
        <w:t xml:space="preserve"> строку 25</w:t>
      </w:r>
      <w:r w:rsidRPr="008140A7">
        <w:rPr>
          <w:sz w:val="28"/>
          <w:szCs w:val="28"/>
        </w:rPr>
        <w:t xml:space="preserve">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2F533A" w:rsidRPr="008140A7" w:rsidTr="00B40E7C">
        <w:trPr>
          <w:trHeight w:val="1260"/>
        </w:trPr>
        <w:tc>
          <w:tcPr>
            <w:tcW w:w="567" w:type="dxa"/>
            <w:vAlign w:val="center"/>
          </w:tcPr>
          <w:p w:rsidR="002F533A" w:rsidRPr="00C37371" w:rsidRDefault="002F533A" w:rsidP="000575DC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C37371">
              <w:rPr>
                <w:sz w:val="28"/>
                <w:szCs w:val="28"/>
              </w:rPr>
              <w:t>25.</w:t>
            </w:r>
          </w:p>
        </w:tc>
        <w:tc>
          <w:tcPr>
            <w:tcW w:w="1985" w:type="dxa"/>
            <w:vAlign w:val="center"/>
          </w:tcPr>
          <w:p w:rsidR="002F533A" w:rsidRPr="008140A7" w:rsidRDefault="002F533A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19</w:t>
            </w:r>
          </w:p>
        </w:tc>
        <w:tc>
          <w:tcPr>
            <w:tcW w:w="3402" w:type="dxa"/>
            <w:vAlign w:val="center"/>
          </w:tcPr>
          <w:p w:rsidR="002F533A" w:rsidRDefault="002F533A" w:rsidP="003A4E7E">
            <w:pPr>
              <w:tabs>
                <w:tab w:val="left" w:pos="1185"/>
              </w:tabs>
              <w:jc w:val="center"/>
              <w:rPr>
                <w:sz w:val="28"/>
                <w:szCs w:val="28"/>
              </w:rPr>
            </w:pPr>
            <w:r w:rsidRPr="003A4E7E">
              <w:rPr>
                <w:sz w:val="28"/>
                <w:szCs w:val="28"/>
              </w:rPr>
              <w:t xml:space="preserve">Выделение целевой субсидии муниципальному автономному учреждению дополнительного образования  «Центр развития творчества детей и юношества города Новотроицка Оренбургской области» на приобретение спортивного уличного оборудования </w:t>
            </w:r>
          </w:p>
          <w:p w:rsidR="002F533A" w:rsidRPr="008140A7" w:rsidRDefault="002F533A" w:rsidP="003A4E7E">
            <w:pPr>
              <w:tabs>
                <w:tab w:val="left" w:pos="1185"/>
              </w:tabs>
              <w:jc w:val="center"/>
              <w:rPr>
                <w:sz w:val="28"/>
                <w:szCs w:val="28"/>
              </w:rPr>
            </w:pPr>
            <w:r w:rsidRPr="003A4E7E">
              <w:rPr>
                <w:sz w:val="28"/>
                <w:szCs w:val="28"/>
              </w:rPr>
              <w:t>для физических занятий спортсменов клуба «САМБО -78»</w:t>
            </w:r>
          </w:p>
        </w:tc>
        <w:tc>
          <w:tcPr>
            <w:tcW w:w="1276" w:type="dxa"/>
          </w:tcPr>
          <w:p w:rsidR="002F533A" w:rsidRPr="008140A7" w:rsidRDefault="002F533A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2F533A" w:rsidRPr="008140A7" w:rsidRDefault="002F533A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2F533A" w:rsidRPr="008140A7" w:rsidRDefault="002F533A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2F533A" w:rsidRPr="008140A7" w:rsidRDefault="002F533A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2F533A" w:rsidRPr="008140A7" w:rsidRDefault="002F533A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2F533A" w:rsidRPr="008140A7" w:rsidRDefault="002F533A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2F533A" w:rsidRPr="008140A7" w:rsidRDefault="002F533A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2F533A" w:rsidRPr="008140A7" w:rsidRDefault="002F533A" w:rsidP="00300C2E">
            <w:pPr>
              <w:ind w:right="-94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140A7">
              <w:rPr>
                <w:sz w:val="28"/>
                <w:szCs w:val="28"/>
              </w:rPr>
              <w:t>00 000,</w:t>
            </w:r>
            <w:r>
              <w:rPr>
                <w:sz w:val="28"/>
                <w:szCs w:val="28"/>
              </w:rPr>
              <w:t>0</w:t>
            </w:r>
            <w:r w:rsidRPr="008140A7">
              <w:rPr>
                <w:sz w:val="28"/>
                <w:szCs w:val="28"/>
              </w:rPr>
              <w:t>0</w:t>
            </w:r>
          </w:p>
          <w:p w:rsidR="002F533A" w:rsidRPr="008140A7" w:rsidRDefault="002F533A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2F533A" w:rsidRPr="008140A7" w:rsidRDefault="002F533A" w:rsidP="000575DC">
            <w:pPr>
              <w:ind w:right="-94"/>
              <w:jc w:val="center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2F533A" w:rsidRPr="008140A7" w:rsidRDefault="002F533A" w:rsidP="000575DC">
            <w:pPr>
              <w:jc w:val="center"/>
              <w:rPr>
                <w:b/>
                <w:sz w:val="28"/>
                <w:szCs w:val="28"/>
              </w:rPr>
            </w:pPr>
          </w:p>
          <w:p w:rsidR="002F533A" w:rsidRPr="008140A7" w:rsidRDefault="002F533A" w:rsidP="000575DC">
            <w:pPr>
              <w:jc w:val="center"/>
              <w:rPr>
                <w:b/>
                <w:sz w:val="28"/>
                <w:szCs w:val="28"/>
              </w:rPr>
            </w:pPr>
          </w:p>
          <w:p w:rsidR="002F533A" w:rsidRPr="008140A7" w:rsidRDefault="002F533A" w:rsidP="000575DC">
            <w:pPr>
              <w:jc w:val="center"/>
              <w:rPr>
                <w:b/>
                <w:sz w:val="28"/>
                <w:szCs w:val="28"/>
              </w:rPr>
            </w:pPr>
          </w:p>
          <w:p w:rsidR="002F533A" w:rsidRPr="008140A7" w:rsidRDefault="002F533A" w:rsidP="000575DC">
            <w:pPr>
              <w:jc w:val="center"/>
              <w:rPr>
                <w:b/>
                <w:sz w:val="28"/>
                <w:szCs w:val="28"/>
              </w:rPr>
            </w:pPr>
          </w:p>
          <w:p w:rsidR="002F533A" w:rsidRPr="008140A7" w:rsidRDefault="002F533A" w:rsidP="000575DC">
            <w:pPr>
              <w:jc w:val="center"/>
              <w:rPr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8140A7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  <w:p w:rsidR="002F533A" w:rsidRPr="008140A7" w:rsidRDefault="002F533A" w:rsidP="000575DC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533A" w:rsidRPr="00CE6268" w:rsidRDefault="002F533A" w:rsidP="00CE6268">
      <w:pPr>
        <w:jc w:val="both"/>
        <w:rPr>
          <w:sz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– начальника финансового управления Савинцеву Т.Ю. 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2F533A" w:rsidRDefault="002F533A" w:rsidP="00CE6268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2F533A" w:rsidRDefault="002F533A" w:rsidP="00CE6268">
      <w:pPr>
        <w:jc w:val="both"/>
        <w:rPr>
          <w:sz w:val="28"/>
        </w:rPr>
      </w:pPr>
    </w:p>
    <w:p w:rsidR="002F533A" w:rsidRDefault="002F533A" w:rsidP="00176DC3">
      <w:pPr>
        <w:jc w:val="both"/>
        <w:rPr>
          <w:sz w:val="28"/>
          <w:szCs w:val="28"/>
        </w:rPr>
      </w:pPr>
    </w:p>
    <w:p w:rsidR="002F533A" w:rsidRDefault="002F533A" w:rsidP="00176DC3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850"/>
        <w:gridCol w:w="4252"/>
      </w:tblGrid>
      <w:tr w:rsidR="002F533A" w:rsidTr="00803930">
        <w:tc>
          <w:tcPr>
            <w:tcW w:w="4361" w:type="dxa"/>
          </w:tcPr>
          <w:p w:rsidR="002F533A" w:rsidRPr="00803930" w:rsidRDefault="002F533A" w:rsidP="00AF4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80393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</w:t>
            </w:r>
            <w:r w:rsidRPr="00803930">
              <w:rPr>
                <w:sz w:val="28"/>
                <w:szCs w:val="28"/>
              </w:rPr>
              <w:t>бразования город Новотроицк</w:t>
            </w:r>
          </w:p>
          <w:p w:rsidR="002F533A" w:rsidRPr="00803930" w:rsidRDefault="002F533A" w:rsidP="00AF472E">
            <w:pPr>
              <w:rPr>
                <w:sz w:val="28"/>
                <w:szCs w:val="28"/>
              </w:rPr>
            </w:pPr>
          </w:p>
          <w:p w:rsidR="002F533A" w:rsidRDefault="002F533A" w:rsidP="00AF472E">
            <w:pPr>
              <w:rPr>
                <w:sz w:val="28"/>
                <w:szCs w:val="28"/>
              </w:rPr>
            </w:pPr>
          </w:p>
          <w:p w:rsidR="002F533A" w:rsidRPr="00803930" w:rsidRDefault="002F533A" w:rsidP="007F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Буфетов</w:t>
            </w:r>
          </w:p>
        </w:tc>
        <w:tc>
          <w:tcPr>
            <w:tcW w:w="850" w:type="dxa"/>
          </w:tcPr>
          <w:p w:rsidR="002F533A" w:rsidRPr="00803930" w:rsidRDefault="002F533A" w:rsidP="008039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F533A" w:rsidRPr="00803930" w:rsidRDefault="002F533A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Председатель городского Совета </w:t>
            </w:r>
          </w:p>
          <w:p w:rsidR="002F533A" w:rsidRPr="00803930" w:rsidRDefault="002F533A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депутатов муниципального </w:t>
            </w:r>
          </w:p>
          <w:p w:rsidR="002F533A" w:rsidRPr="00803930" w:rsidRDefault="002F533A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образования город Новотроицк                                                      </w:t>
            </w:r>
          </w:p>
          <w:p w:rsidR="002F533A" w:rsidRPr="00803930" w:rsidRDefault="002F533A" w:rsidP="0055667E">
            <w:pPr>
              <w:ind w:right="-109"/>
              <w:rPr>
                <w:sz w:val="28"/>
                <w:szCs w:val="28"/>
              </w:rPr>
            </w:pPr>
          </w:p>
          <w:p w:rsidR="002F533A" w:rsidRPr="00803930" w:rsidRDefault="002F533A" w:rsidP="007D7B60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03930">
              <w:rPr>
                <w:sz w:val="28"/>
                <w:szCs w:val="28"/>
              </w:rPr>
              <w:t>А.А. Мезенцев</w:t>
            </w:r>
          </w:p>
        </w:tc>
      </w:tr>
    </w:tbl>
    <w:p w:rsidR="002F533A" w:rsidRDefault="002F533A" w:rsidP="002A5F8D">
      <w:pPr>
        <w:pStyle w:val="ConsPlusNormal"/>
        <w:jc w:val="both"/>
        <w:rPr>
          <w:sz w:val="28"/>
          <w:szCs w:val="28"/>
        </w:rPr>
      </w:pPr>
    </w:p>
    <w:p w:rsidR="002F533A" w:rsidRDefault="002F533A" w:rsidP="002A5F8D">
      <w:pPr>
        <w:pStyle w:val="ConsPlusNormal"/>
        <w:jc w:val="both"/>
        <w:rPr>
          <w:sz w:val="28"/>
          <w:szCs w:val="28"/>
        </w:rPr>
      </w:pPr>
    </w:p>
    <w:p w:rsidR="002F533A" w:rsidRDefault="002F533A" w:rsidP="002A5F8D">
      <w:pPr>
        <w:pStyle w:val="ConsPlusNormal"/>
        <w:jc w:val="both"/>
        <w:rPr>
          <w:sz w:val="28"/>
          <w:szCs w:val="28"/>
        </w:rPr>
      </w:pPr>
    </w:p>
    <w:p w:rsidR="002F533A" w:rsidRPr="00A93980" w:rsidRDefault="002F533A" w:rsidP="002A5F8D">
      <w:pPr>
        <w:rPr>
          <w:sz w:val="28"/>
        </w:rPr>
      </w:pPr>
      <w:r w:rsidRPr="00A93980">
        <w:rPr>
          <w:sz w:val="28"/>
        </w:rPr>
        <w:t>Верно</w:t>
      </w:r>
    </w:p>
    <w:p w:rsidR="002F533A" w:rsidRPr="00A93980" w:rsidRDefault="002F533A" w:rsidP="002A5F8D">
      <w:pPr>
        <w:tabs>
          <w:tab w:val="left" w:pos="3165"/>
        </w:tabs>
        <w:rPr>
          <w:sz w:val="28"/>
        </w:rPr>
      </w:pPr>
      <w:r w:rsidRPr="00A93980">
        <w:rPr>
          <w:sz w:val="28"/>
        </w:rPr>
        <w:t xml:space="preserve">Специалист аппарата </w:t>
      </w:r>
      <w:r w:rsidRPr="00A93980">
        <w:rPr>
          <w:sz w:val="28"/>
        </w:rPr>
        <w:tab/>
      </w:r>
    </w:p>
    <w:p w:rsidR="002F533A" w:rsidRPr="00711B41" w:rsidRDefault="002F533A" w:rsidP="002A5F8D">
      <w:pPr>
        <w:pStyle w:val="ConsPlusNormal"/>
        <w:jc w:val="both"/>
        <w:rPr>
          <w:sz w:val="28"/>
          <w:szCs w:val="28"/>
        </w:rPr>
      </w:pPr>
      <w:r w:rsidRPr="00A93980">
        <w:rPr>
          <w:sz w:val="28"/>
        </w:rPr>
        <w:t xml:space="preserve">городского Совета депутатов                                                        </w:t>
      </w:r>
      <w:r>
        <w:rPr>
          <w:sz w:val="28"/>
        </w:rPr>
        <w:t xml:space="preserve">   К.Н. Аверкин</w:t>
      </w:r>
    </w:p>
    <w:p w:rsidR="002F533A" w:rsidRDefault="002F533A" w:rsidP="00176DC3">
      <w:pPr>
        <w:jc w:val="both"/>
        <w:rPr>
          <w:sz w:val="28"/>
          <w:szCs w:val="28"/>
        </w:rPr>
      </w:pPr>
    </w:p>
    <w:sectPr w:rsidR="002F533A" w:rsidSect="004A03F6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0059E"/>
    <w:rsid w:val="00012A6C"/>
    <w:rsid w:val="00013E3C"/>
    <w:rsid w:val="000178BA"/>
    <w:rsid w:val="000209E6"/>
    <w:rsid w:val="00026CEB"/>
    <w:rsid w:val="00037B9C"/>
    <w:rsid w:val="00040A3A"/>
    <w:rsid w:val="000575DC"/>
    <w:rsid w:val="00061D50"/>
    <w:rsid w:val="00066200"/>
    <w:rsid w:val="00072520"/>
    <w:rsid w:val="000849F8"/>
    <w:rsid w:val="000A425B"/>
    <w:rsid w:val="000B1D37"/>
    <w:rsid w:val="000C0436"/>
    <w:rsid w:val="000C26C3"/>
    <w:rsid w:val="000C5FF4"/>
    <w:rsid w:val="000D6D02"/>
    <w:rsid w:val="000F18DD"/>
    <w:rsid w:val="00116FCA"/>
    <w:rsid w:val="00122FDC"/>
    <w:rsid w:val="00140690"/>
    <w:rsid w:val="00142DBD"/>
    <w:rsid w:val="00150361"/>
    <w:rsid w:val="001601D1"/>
    <w:rsid w:val="00172F78"/>
    <w:rsid w:val="00175182"/>
    <w:rsid w:val="00176DC3"/>
    <w:rsid w:val="0018170F"/>
    <w:rsid w:val="00181CC7"/>
    <w:rsid w:val="00195B05"/>
    <w:rsid w:val="001C21F5"/>
    <w:rsid w:val="001F0C32"/>
    <w:rsid w:val="00217D52"/>
    <w:rsid w:val="00243F09"/>
    <w:rsid w:val="0026077C"/>
    <w:rsid w:val="00263D7E"/>
    <w:rsid w:val="0027068D"/>
    <w:rsid w:val="00280E34"/>
    <w:rsid w:val="00290697"/>
    <w:rsid w:val="002A5F8D"/>
    <w:rsid w:val="002B44B0"/>
    <w:rsid w:val="002B4818"/>
    <w:rsid w:val="002B5DBD"/>
    <w:rsid w:val="002D5039"/>
    <w:rsid w:val="002F533A"/>
    <w:rsid w:val="00300C2E"/>
    <w:rsid w:val="00304993"/>
    <w:rsid w:val="00305920"/>
    <w:rsid w:val="0032517A"/>
    <w:rsid w:val="003342DD"/>
    <w:rsid w:val="0034441E"/>
    <w:rsid w:val="00345A99"/>
    <w:rsid w:val="00352DEE"/>
    <w:rsid w:val="00390652"/>
    <w:rsid w:val="003A4E7E"/>
    <w:rsid w:val="003A7E64"/>
    <w:rsid w:val="003C5446"/>
    <w:rsid w:val="003C6619"/>
    <w:rsid w:val="003E28C1"/>
    <w:rsid w:val="003E564C"/>
    <w:rsid w:val="00402538"/>
    <w:rsid w:val="00440093"/>
    <w:rsid w:val="004418C5"/>
    <w:rsid w:val="00450BA3"/>
    <w:rsid w:val="004624B1"/>
    <w:rsid w:val="004641A4"/>
    <w:rsid w:val="00465636"/>
    <w:rsid w:val="00471DFF"/>
    <w:rsid w:val="00480668"/>
    <w:rsid w:val="00480DF7"/>
    <w:rsid w:val="0048740A"/>
    <w:rsid w:val="00492CF4"/>
    <w:rsid w:val="004A03F6"/>
    <w:rsid w:val="004A6549"/>
    <w:rsid w:val="004A741A"/>
    <w:rsid w:val="004B0515"/>
    <w:rsid w:val="004B1663"/>
    <w:rsid w:val="004E0056"/>
    <w:rsid w:val="004E37BF"/>
    <w:rsid w:val="00500F76"/>
    <w:rsid w:val="00503839"/>
    <w:rsid w:val="005066C0"/>
    <w:rsid w:val="0052264A"/>
    <w:rsid w:val="005231F0"/>
    <w:rsid w:val="005449CA"/>
    <w:rsid w:val="0055667E"/>
    <w:rsid w:val="00561A00"/>
    <w:rsid w:val="0057529B"/>
    <w:rsid w:val="00575CDC"/>
    <w:rsid w:val="0059738E"/>
    <w:rsid w:val="005D376C"/>
    <w:rsid w:val="005F135B"/>
    <w:rsid w:val="00600992"/>
    <w:rsid w:val="00605C49"/>
    <w:rsid w:val="00695EC4"/>
    <w:rsid w:val="006B29DB"/>
    <w:rsid w:val="006D1D98"/>
    <w:rsid w:val="006E75A6"/>
    <w:rsid w:val="006F509F"/>
    <w:rsid w:val="00711B41"/>
    <w:rsid w:val="0072265C"/>
    <w:rsid w:val="00743979"/>
    <w:rsid w:val="00751752"/>
    <w:rsid w:val="00752B53"/>
    <w:rsid w:val="00766641"/>
    <w:rsid w:val="00775C41"/>
    <w:rsid w:val="00780663"/>
    <w:rsid w:val="007A4247"/>
    <w:rsid w:val="007A596B"/>
    <w:rsid w:val="007D03C9"/>
    <w:rsid w:val="007D555C"/>
    <w:rsid w:val="007D7B60"/>
    <w:rsid w:val="007E6043"/>
    <w:rsid w:val="007F29EB"/>
    <w:rsid w:val="007F4C1C"/>
    <w:rsid w:val="00803930"/>
    <w:rsid w:val="008078CF"/>
    <w:rsid w:val="00810BB0"/>
    <w:rsid w:val="008140A7"/>
    <w:rsid w:val="00821117"/>
    <w:rsid w:val="00831AD9"/>
    <w:rsid w:val="00842ADE"/>
    <w:rsid w:val="00843D66"/>
    <w:rsid w:val="00863C72"/>
    <w:rsid w:val="00876540"/>
    <w:rsid w:val="0088044A"/>
    <w:rsid w:val="00881C0C"/>
    <w:rsid w:val="008946DB"/>
    <w:rsid w:val="008B3E1C"/>
    <w:rsid w:val="008D4A57"/>
    <w:rsid w:val="009015BD"/>
    <w:rsid w:val="00902A8A"/>
    <w:rsid w:val="00927493"/>
    <w:rsid w:val="0093046E"/>
    <w:rsid w:val="0095547F"/>
    <w:rsid w:val="00956C9F"/>
    <w:rsid w:val="00977F74"/>
    <w:rsid w:val="00994762"/>
    <w:rsid w:val="009A1D9F"/>
    <w:rsid w:val="009A648A"/>
    <w:rsid w:val="009C0FA1"/>
    <w:rsid w:val="009E2059"/>
    <w:rsid w:val="009F03ED"/>
    <w:rsid w:val="009F1CD3"/>
    <w:rsid w:val="009F354E"/>
    <w:rsid w:val="009F4DE6"/>
    <w:rsid w:val="00A134F4"/>
    <w:rsid w:val="00A15278"/>
    <w:rsid w:val="00A52D1D"/>
    <w:rsid w:val="00A80A05"/>
    <w:rsid w:val="00A8447C"/>
    <w:rsid w:val="00A93980"/>
    <w:rsid w:val="00AA19B4"/>
    <w:rsid w:val="00AA2B79"/>
    <w:rsid w:val="00AC037D"/>
    <w:rsid w:val="00AF472E"/>
    <w:rsid w:val="00B05705"/>
    <w:rsid w:val="00B243DC"/>
    <w:rsid w:val="00B32282"/>
    <w:rsid w:val="00B33CCD"/>
    <w:rsid w:val="00B40E7C"/>
    <w:rsid w:val="00B5465F"/>
    <w:rsid w:val="00B763CF"/>
    <w:rsid w:val="00B87AB6"/>
    <w:rsid w:val="00B961CB"/>
    <w:rsid w:val="00BD28EF"/>
    <w:rsid w:val="00BE668D"/>
    <w:rsid w:val="00C03F7A"/>
    <w:rsid w:val="00C06223"/>
    <w:rsid w:val="00C157E8"/>
    <w:rsid w:val="00C37371"/>
    <w:rsid w:val="00C41BDB"/>
    <w:rsid w:val="00C5502A"/>
    <w:rsid w:val="00C72B74"/>
    <w:rsid w:val="00C84204"/>
    <w:rsid w:val="00CA22B5"/>
    <w:rsid w:val="00CA5C59"/>
    <w:rsid w:val="00CC1581"/>
    <w:rsid w:val="00CD042F"/>
    <w:rsid w:val="00CE6268"/>
    <w:rsid w:val="00CE7E5A"/>
    <w:rsid w:val="00CF117B"/>
    <w:rsid w:val="00D12806"/>
    <w:rsid w:val="00D163CC"/>
    <w:rsid w:val="00D35081"/>
    <w:rsid w:val="00D440FB"/>
    <w:rsid w:val="00D46F05"/>
    <w:rsid w:val="00D502E7"/>
    <w:rsid w:val="00D561D5"/>
    <w:rsid w:val="00D66EA3"/>
    <w:rsid w:val="00D73D4A"/>
    <w:rsid w:val="00D87DBE"/>
    <w:rsid w:val="00D92711"/>
    <w:rsid w:val="00DA19D5"/>
    <w:rsid w:val="00DA707E"/>
    <w:rsid w:val="00DA71C9"/>
    <w:rsid w:val="00DD6788"/>
    <w:rsid w:val="00E23C78"/>
    <w:rsid w:val="00E248B3"/>
    <w:rsid w:val="00E322D6"/>
    <w:rsid w:val="00E33927"/>
    <w:rsid w:val="00E3667E"/>
    <w:rsid w:val="00E5576E"/>
    <w:rsid w:val="00E5619D"/>
    <w:rsid w:val="00E60DB2"/>
    <w:rsid w:val="00E60E41"/>
    <w:rsid w:val="00E7580D"/>
    <w:rsid w:val="00E8033F"/>
    <w:rsid w:val="00E82DD1"/>
    <w:rsid w:val="00EC05E5"/>
    <w:rsid w:val="00EC4220"/>
    <w:rsid w:val="00ED4B00"/>
    <w:rsid w:val="00EE354E"/>
    <w:rsid w:val="00F044DB"/>
    <w:rsid w:val="00F24B1B"/>
    <w:rsid w:val="00F34A81"/>
    <w:rsid w:val="00F37230"/>
    <w:rsid w:val="00F42873"/>
    <w:rsid w:val="00FB0F1C"/>
    <w:rsid w:val="00FC6EF6"/>
    <w:rsid w:val="00FD3D01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4A03F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">
    <w:name w:val="Знак Знак2 Знак Знак Знак Знак Знак Знак Знак Знак Знак Знак Знак Знак Знак Знак Знак Знак Знак Знак Знак Знак Знак Знак Знак Знак Знак Знак1"/>
    <w:basedOn w:val="Normal"/>
    <w:uiPriority w:val="99"/>
    <w:rsid w:val="002A5F8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A5F8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6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2395</TotalTime>
  <Pages>3</Pages>
  <Words>565</Words>
  <Characters>3227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164</cp:revision>
  <cp:lastPrinted>2019-09-03T10:10:00Z</cp:lastPrinted>
  <dcterms:created xsi:type="dcterms:W3CDTF">2016-10-10T06:55:00Z</dcterms:created>
  <dcterms:modified xsi:type="dcterms:W3CDTF">2019-09-24T07:26:00Z</dcterms:modified>
</cp:coreProperties>
</file>