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FB" w:rsidRPr="00013E3C" w:rsidRDefault="007218FB" w:rsidP="00176DC3">
      <w:pPr>
        <w:jc w:val="center"/>
        <w:rPr>
          <w:snapToGrid w:val="0"/>
          <w:sz w:val="28"/>
          <w:szCs w:val="28"/>
        </w:rPr>
      </w:pPr>
      <w:r w:rsidRPr="001221E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7218FB" w:rsidRPr="00013E3C" w:rsidRDefault="007218FB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7218FB" w:rsidRPr="00013E3C" w:rsidRDefault="007218FB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7218FB" w:rsidRPr="00013E3C" w:rsidRDefault="007218FB" w:rsidP="00176DC3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7218FB" w:rsidRPr="00013E3C" w:rsidRDefault="007218FB" w:rsidP="00176DC3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7218FB" w:rsidRPr="00013E3C" w:rsidRDefault="007218FB" w:rsidP="00176DC3">
      <w:pPr>
        <w:pStyle w:val="Heading3"/>
        <w:ind w:left="0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РЕШЕНИЕ</w:t>
      </w:r>
    </w:p>
    <w:p w:rsidR="007218FB" w:rsidRDefault="007218FB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7218FB" w:rsidRDefault="007218FB" w:rsidP="00176DC3">
      <w:pPr>
        <w:jc w:val="both"/>
        <w:rPr>
          <w:snapToGrid w:val="0"/>
          <w:sz w:val="12"/>
        </w:rPr>
      </w:pPr>
      <w:bookmarkStart w:id="0" w:name="OLE_LINK1"/>
    </w:p>
    <w:bookmarkEnd w:id="0"/>
    <w:p w:rsidR="007218FB" w:rsidRPr="009F4DE6" w:rsidRDefault="007218FB" w:rsidP="00006CE3">
      <w:pPr>
        <w:shd w:val="clear" w:color="auto" w:fill="FFFFFF"/>
        <w:rPr>
          <w:color w:val="000000"/>
          <w:spacing w:val="-5"/>
          <w:sz w:val="28"/>
          <w:szCs w:val="28"/>
        </w:rPr>
      </w:pPr>
      <w:r w:rsidRPr="009F4DE6">
        <w:rPr>
          <w:b/>
          <w:bCs/>
          <w:sz w:val="28"/>
          <w:szCs w:val="28"/>
        </w:rPr>
        <w:t>Принято на пят</w:t>
      </w:r>
      <w:r>
        <w:rPr>
          <w:b/>
          <w:bCs/>
          <w:sz w:val="28"/>
          <w:szCs w:val="28"/>
        </w:rPr>
        <w:t>ь</w:t>
      </w:r>
      <w:r w:rsidRPr="009F4DE6">
        <w:rPr>
          <w:b/>
          <w:bCs/>
          <w:sz w:val="28"/>
          <w:szCs w:val="28"/>
        </w:rPr>
        <w:t>десят</w:t>
      </w:r>
      <w:r>
        <w:rPr>
          <w:b/>
          <w:bCs/>
          <w:sz w:val="28"/>
          <w:szCs w:val="28"/>
        </w:rPr>
        <w:t xml:space="preserve"> втор</w:t>
      </w:r>
      <w:r w:rsidRPr="009F4DE6">
        <w:rPr>
          <w:b/>
          <w:bCs/>
          <w:sz w:val="28"/>
          <w:szCs w:val="28"/>
        </w:rPr>
        <w:t xml:space="preserve">ом заседании </w:t>
      </w:r>
    </w:p>
    <w:p w:rsidR="007218FB" w:rsidRPr="009F4DE6" w:rsidRDefault="007218FB" w:rsidP="00006CE3">
      <w:pPr>
        <w:rPr>
          <w:b/>
          <w:bCs/>
          <w:sz w:val="28"/>
          <w:szCs w:val="28"/>
        </w:rPr>
      </w:pPr>
      <w:r w:rsidRPr="009F4DE6">
        <w:rPr>
          <w:b/>
          <w:bCs/>
          <w:sz w:val="28"/>
          <w:szCs w:val="28"/>
        </w:rPr>
        <w:t>городского Со</w:t>
      </w:r>
      <w:r>
        <w:rPr>
          <w:b/>
          <w:bCs/>
          <w:sz w:val="28"/>
          <w:szCs w:val="28"/>
        </w:rPr>
        <w:t xml:space="preserve">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30</w:t>
      </w:r>
      <w:r w:rsidRPr="009F4DE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апреля</w:t>
      </w:r>
      <w:r w:rsidRPr="009F4DE6">
        <w:rPr>
          <w:b/>
          <w:bCs/>
          <w:sz w:val="28"/>
          <w:szCs w:val="28"/>
        </w:rPr>
        <w:t xml:space="preserve"> 2019 года</w:t>
      </w:r>
    </w:p>
    <w:p w:rsidR="007218FB" w:rsidRPr="009F4DE6" w:rsidRDefault="007218FB" w:rsidP="00006CE3">
      <w:pPr>
        <w:autoSpaceDE w:val="0"/>
        <w:autoSpaceDN w:val="0"/>
        <w:adjustRightInd w:val="0"/>
        <w:rPr>
          <w:sz w:val="28"/>
          <w:szCs w:val="28"/>
        </w:rPr>
      </w:pPr>
    </w:p>
    <w:p w:rsidR="007218FB" w:rsidRDefault="007218FB" w:rsidP="00006CE3">
      <w:pPr>
        <w:rPr>
          <w:bCs/>
        </w:rPr>
      </w:pPr>
    </w:p>
    <w:p w:rsidR="007218FB" w:rsidRPr="00502348" w:rsidRDefault="007218FB" w:rsidP="00006CE3">
      <w:pPr>
        <w:ind w:left="-180"/>
        <w:rPr>
          <w:b/>
          <w:bCs/>
          <w:sz w:val="26"/>
          <w:szCs w:val="26"/>
        </w:rPr>
      </w:pPr>
    </w:p>
    <w:p w:rsidR="007218FB" w:rsidRPr="007330D2" w:rsidRDefault="007218FB" w:rsidP="00006CE3">
      <w:r>
        <w:rPr>
          <w:b/>
          <w:color w:val="000000"/>
          <w:spacing w:val="-5"/>
          <w:sz w:val="28"/>
          <w:szCs w:val="28"/>
          <w:u w:val="single"/>
        </w:rPr>
        <w:t>30 апреля 2019</w:t>
      </w:r>
      <w:r w:rsidRPr="002E45D5">
        <w:rPr>
          <w:b/>
          <w:color w:val="000000"/>
          <w:spacing w:val="-5"/>
          <w:sz w:val="28"/>
          <w:szCs w:val="28"/>
          <w:u w:val="single"/>
        </w:rPr>
        <w:t xml:space="preserve"> года № </w:t>
      </w:r>
      <w:r>
        <w:rPr>
          <w:b/>
          <w:color w:val="000000"/>
          <w:spacing w:val="-5"/>
          <w:sz w:val="28"/>
          <w:szCs w:val="28"/>
          <w:u w:val="single"/>
        </w:rPr>
        <w:t>601</w:t>
      </w:r>
      <w:r w:rsidRPr="007330D2">
        <w:rPr>
          <w:bCs/>
        </w:rPr>
        <w:t xml:space="preserve"> </w:t>
      </w:r>
    </w:p>
    <w:p w:rsidR="007218FB" w:rsidRPr="007330D2" w:rsidRDefault="007218FB" w:rsidP="00006CE3">
      <w:pPr>
        <w:ind w:right="4959"/>
        <w:jc w:val="both"/>
        <w:rPr>
          <w:bCs/>
          <w:sz w:val="12"/>
          <w:szCs w:val="12"/>
        </w:rPr>
      </w:pPr>
    </w:p>
    <w:p w:rsidR="007218FB" w:rsidRDefault="007218FB" w:rsidP="00013E3C">
      <w:pPr>
        <w:tabs>
          <w:tab w:val="left" w:pos="432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26 сентября 2018 года № 488 </w:t>
      </w:r>
      <w:r>
        <w:rPr>
          <w:sz w:val="28"/>
        </w:rPr>
        <w:t>«О  наказах избирателей, рекомендуемых к выполнению в 2019 году</w:t>
      </w:r>
      <w:r>
        <w:rPr>
          <w:sz w:val="28"/>
          <w:szCs w:val="28"/>
        </w:rPr>
        <w:t xml:space="preserve">» </w:t>
      </w:r>
    </w:p>
    <w:p w:rsidR="007218FB" w:rsidRDefault="007218FB" w:rsidP="00176DC3">
      <w:pPr>
        <w:jc w:val="both"/>
        <w:rPr>
          <w:sz w:val="28"/>
        </w:rPr>
      </w:pPr>
    </w:p>
    <w:p w:rsidR="007218FB" w:rsidRDefault="007218FB" w:rsidP="00176DC3">
      <w:pPr>
        <w:jc w:val="both"/>
        <w:rPr>
          <w:sz w:val="28"/>
        </w:rPr>
      </w:pPr>
    </w:p>
    <w:p w:rsidR="007218FB" w:rsidRDefault="007218FB" w:rsidP="00176DC3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24 декабря 2018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524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2019 год и на плановый период 2020 и 2021 годов», </w:t>
      </w:r>
      <w:r>
        <w:rPr>
          <w:sz w:val="28"/>
        </w:rPr>
        <w:t>положением «О наказах избирателей депутатам городского Совета депутатов муниципального образования город Новотроицк», утвержденным решением городского Совета депутатов от             27 февраля 2019 года № 551,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7218FB" w:rsidRDefault="007218FB" w:rsidP="00B5465F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26 сентября            2018 года № 488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2019 году» (далее – решение) следующие изменения:</w:t>
      </w:r>
    </w:p>
    <w:p w:rsidR="007218FB" w:rsidRPr="00A134F4" w:rsidRDefault="007218FB" w:rsidP="00B546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изложить строку 2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7218FB" w:rsidTr="00B33CCD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7C564D">
              <w:rPr>
                <w:sz w:val="28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7218FB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2</w:t>
            </w:r>
          </w:p>
        </w:tc>
        <w:tc>
          <w:tcPr>
            <w:tcW w:w="3260" w:type="dxa"/>
            <w:vAlign w:val="center"/>
          </w:tcPr>
          <w:p w:rsidR="007218FB" w:rsidRPr="002D5039" w:rsidRDefault="007218FB" w:rsidP="00390652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2D5039">
              <w:rPr>
                <w:sz w:val="28"/>
                <w:szCs w:val="28"/>
              </w:rPr>
              <w:t>Ремонт пешеходной доро</w:t>
            </w:r>
            <w:r>
              <w:rPr>
                <w:sz w:val="28"/>
                <w:szCs w:val="28"/>
              </w:rPr>
              <w:t>жки в районе домов      № 4  и   № 10  по          ул.Губина                       г.</w:t>
            </w:r>
            <w:r w:rsidRPr="002D5039">
              <w:rPr>
                <w:sz w:val="28"/>
                <w:szCs w:val="28"/>
              </w:rPr>
              <w:t>Новотроицка</w:t>
            </w:r>
          </w:p>
        </w:tc>
        <w:tc>
          <w:tcPr>
            <w:tcW w:w="1418" w:type="dxa"/>
            <w:vAlign w:val="center"/>
          </w:tcPr>
          <w:p w:rsidR="007218FB" w:rsidRDefault="007218FB" w:rsidP="00390652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  <w:tc>
          <w:tcPr>
            <w:tcW w:w="2233" w:type="dxa"/>
            <w:vAlign w:val="center"/>
          </w:tcPr>
          <w:p w:rsidR="007218FB" w:rsidRPr="008140A7" w:rsidRDefault="007218FB" w:rsidP="005B73EA">
            <w:pPr>
              <w:ind w:right="-94"/>
              <w:jc w:val="center"/>
              <w:rPr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  <w:lang w:eastAsia="en-US"/>
              </w:rPr>
              <w:t>Комитет по строительству, транспорту, дорожному и коммунальному хозяйству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8140A7">
              <w:rPr>
                <w:sz w:val="28"/>
                <w:szCs w:val="28"/>
              </w:rPr>
              <w:t>администрации</w:t>
            </w:r>
          </w:p>
          <w:p w:rsidR="007218FB" w:rsidRPr="00FC6EF6" w:rsidRDefault="007218FB" w:rsidP="005B73EA">
            <w:pPr>
              <w:ind w:left="-108" w:right="-94"/>
              <w:jc w:val="center"/>
              <w:rPr>
                <w:b/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7218FB" w:rsidRDefault="007218FB" w:rsidP="00243F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218FB" w:rsidRDefault="007218FB" w:rsidP="00243F09">
      <w:pPr>
        <w:jc w:val="both"/>
        <w:rPr>
          <w:sz w:val="28"/>
          <w:szCs w:val="28"/>
        </w:rPr>
      </w:pPr>
    </w:p>
    <w:p w:rsidR="007218FB" w:rsidRPr="00A134F4" w:rsidRDefault="007218FB" w:rsidP="00243F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2) изложить  строку 5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7218FB" w:rsidRPr="008140A7" w:rsidTr="00B33CCD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5.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5</w:t>
            </w:r>
          </w:p>
        </w:tc>
        <w:tc>
          <w:tcPr>
            <w:tcW w:w="3260" w:type="dxa"/>
            <w:vAlign w:val="center"/>
          </w:tcPr>
          <w:p w:rsidR="007218FB" w:rsidRDefault="007218FB" w:rsidP="00390652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E248B3">
              <w:rPr>
                <w:sz w:val="28"/>
                <w:szCs w:val="28"/>
              </w:rPr>
              <w:t>Благоустройство территории в районе домов № 2, № 4 по</w:t>
            </w:r>
          </w:p>
          <w:p w:rsidR="007218FB" w:rsidRPr="008140A7" w:rsidRDefault="007218FB" w:rsidP="00066200">
            <w:pPr>
              <w:tabs>
                <w:tab w:val="left" w:pos="7890"/>
              </w:tabs>
              <w:jc w:val="center"/>
              <w:rPr>
                <w:b/>
                <w:sz w:val="28"/>
                <w:szCs w:val="28"/>
              </w:rPr>
            </w:pPr>
            <w:r w:rsidRPr="00E248B3">
              <w:rPr>
                <w:sz w:val="28"/>
                <w:szCs w:val="28"/>
              </w:rPr>
              <w:t xml:space="preserve"> ул. Родимцева  и домов</w:t>
            </w:r>
            <w:r w:rsidRPr="008140A7">
              <w:rPr>
                <w:sz w:val="28"/>
                <w:szCs w:val="28"/>
              </w:rPr>
              <w:t xml:space="preserve"> № 1,  № 3  площади Ленина г. Новотроицка (демонтаж старого корта, планировка территории под установку новой площадки, завоз песка)</w:t>
            </w:r>
          </w:p>
        </w:tc>
        <w:tc>
          <w:tcPr>
            <w:tcW w:w="1418" w:type="dxa"/>
            <w:vAlign w:val="center"/>
          </w:tcPr>
          <w:p w:rsidR="007218FB" w:rsidRPr="008140A7" w:rsidRDefault="007218FB" w:rsidP="00390652">
            <w:pPr>
              <w:ind w:right="-94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100 000,0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8140A7" w:rsidRDefault="007218FB" w:rsidP="00006CE3">
            <w:pPr>
              <w:ind w:right="-66" w:hanging="138"/>
              <w:jc w:val="center"/>
              <w:rPr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  <w:lang w:eastAsia="en-US"/>
              </w:rPr>
              <w:t>Комитет по строительству, транспорту, дорожному и коммунальному хозяйству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8140A7">
              <w:rPr>
                <w:sz w:val="28"/>
                <w:szCs w:val="28"/>
              </w:rPr>
              <w:t>администрации</w:t>
            </w:r>
          </w:p>
          <w:p w:rsidR="007218FB" w:rsidRPr="008140A7" w:rsidRDefault="007218FB" w:rsidP="0039065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8140A7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7218FB" w:rsidRPr="008140A7" w:rsidRDefault="007218FB" w:rsidP="00243F09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7218FB" w:rsidRPr="008140A7" w:rsidRDefault="007218FB" w:rsidP="00243F09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8140A7">
        <w:rPr>
          <w:sz w:val="28"/>
          <w:szCs w:val="28"/>
        </w:rPr>
        <w:t>) изложить  строку 7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B40E7C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7.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5</w:t>
            </w:r>
          </w:p>
        </w:tc>
        <w:tc>
          <w:tcPr>
            <w:tcW w:w="3402" w:type="dxa"/>
            <w:vAlign w:val="center"/>
          </w:tcPr>
          <w:p w:rsidR="007218FB" w:rsidRDefault="007218FB" w:rsidP="00390652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Выделение целевой субсидии муниципальному автономному учреждению культуры «Дворец культу</w:t>
            </w:r>
            <w:r>
              <w:rPr>
                <w:sz w:val="28"/>
                <w:szCs w:val="28"/>
              </w:rPr>
              <w:t xml:space="preserve">ры </w:t>
            </w:r>
            <w:r w:rsidRPr="00E248B3">
              <w:rPr>
                <w:sz w:val="28"/>
                <w:szCs w:val="28"/>
              </w:rPr>
              <w:t xml:space="preserve"> металлургов    </w:t>
            </w:r>
          </w:p>
          <w:p w:rsidR="007218FB" w:rsidRPr="008140A7" w:rsidRDefault="007218FB" w:rsidP="00D46F05">
            <w:pPr>
              <w:tabs>
                <w:tab w:val="left" w:pos="7890"/>
              </w:tabs>
              <w:jc w:val="center"/>
              <w:rPr>
                <w:b/>
                <w:sz w:val="28"/>
                <w:szCs w:val="28"/>
              </w:rPr>
            </w:pPr>
            <w:r w:rsidRPr="00E248B3">
              <w:rPr>
                <w:sz w:val="28"/>
                <w:szCs w:val="28"/>
              </w:rPr>
              <w:t xml:space="preserve">  г. Новотроицка» на приобретение </w:t>
            </w:r>
            <w:r>
              <w:rPr>
                <w:sz w:val="28"/>
                <w:szCs w:val="28"/>
              </w:rPr>
              <w:t xml:space="preserve">тканей для пошива </w:t>
            </w:r>
            <w:r w:rsidRPr="00E248B3">
              <w:rPr>
                <w:sz w:val="28"/>
                <w:szCs w:val="28"/>
              </w:rPr>
              <w:t xml:space="preserve">сценических костюмов </w:t>
            </w:r>
            <w:r w:rsidRPr="008140A7">
              <w:rPr>
                <w:sz w:val="28"/>
                <w:szCs w:val="28"/>
              </w:rPr>
              <w:t>наро</w:t>
            </w:r>
            <w:r>
              <w:rPr>
                <w:sz w:val="28"/>
                <w:szCs w:val="28"/>
              </w:rPr>
              <w:t>дному ансамблю танца «Молодость»</w:t>
            </w:r>
          </w:p>
        </w:tc>
        <w:tc>
          <w:tcPr>
            <w:tcW w:w="1276" w:type="dxa"/>
            <w:vAlign w:val="center"/>
          </w:tcPr>
          <w:p w:rsidR="007218FB" w:rsidRPr="008140A7" w:rsidRDefault="007218FB" w:rsidP="00390652">
            <w:pPr>
              <w:ind w:right="-94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50 000,0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8140A7" w:rsidRDefault="007218FB" w:rsidP="0039065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8140A7">
              <w:rPr>
                <w:b/>
                <w:sz w:val="28"/>
                <w:szCs w:val="28"/>
              </w:rPr>
              <w:t xml:space="preserve">Комитет по культуре </w:t>
            </w:r>
            <w:r w:rsidRPr="008140A7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7218FB" w:rsidRDefault="007218FB" w:rsidP="00243F09">
      <w:pPr>
        <w:jc w:val="both"/>
        <w:rPr>
          <w:sz w:val="28"/>
          <w:szCs w:val="28"/>
        </w:rPr>
      </w:pPr>
    </w:p>
    <w:p w:rsidR="007218FB" w:rsidRPr="008140A7" w:rsidRDefault="007218FB" w:rsidP="00243F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8140A7">
        <w:rPr>
          <w:sz w:val="28"/>
          <w:szCs w:val="28"/>
        </w:rPr>
        <w:t>) изложить  строку 8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B40E7C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8.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7</w:t>
            </w:r>
          </w:p>
        </w:tc>
        <w:tc>
          <w:tcPr>
            <w:tcW w:w="3402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Ремонт ограждения городского старого кладбища</w:t>
            </w:r>
          </w:p>
        </w:tc>
        <w:tc>
          <w:tcPr>
            <w:tcW w:w="1276" w:type="dxa"/>
            <w:vAlign w:val="center"/>
          </w:tcPr>
          <w:p w:rsidR="007218FB" w:rsidRPr="008140A7" w:rsidRDefault="007218FB" w:rsidP="00300C2E">
            <w:pPr>
              <w:ind w:left="-108" w:right="-94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200 000,0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8140A7" w:rsidRDefault="007218FB" w:rsidP="00006CE3">
            <w:pPr>
              <w:ind w:left="-59" w:right="-38" w:hanging="14"/>
              <w:jc w:val="center"/>
              <w:rPr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  <w:lang w:eastAsia="en-US"/>
              </w:rPr>
              <w:t>Комитет по строительству, транспорту, дорожному и коммунальному хозяйству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8140A7">
              <w:rPr>
                <w:sz w:val="28"/>
                <w:szCs w:val="28"/>
              </w:rPr>
              <w:t>администрации</w:t>
            </w:r>
          </w:p>
          <w:p w:rsidR="007218FB" w:rsidRPr="008140A7" w:rsidRDefault="007218FB" w:rsidP="00390652">
            <w:pPr>
              <w:jc w:val="center"/>
              <w:rPr>
                <w:b/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7218FB" w:rsidRDefault="007218FB" w:rsidP="00243F09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7218FB" w:rsidRDefault="007218FB" w:rsidP="00243F09">
      <w:pPr>
        <w:jc w:val="both"/>
        <w:rPr>
          <w:sz w:val="28"/>
          <w:szCs w:val="28"/>
        </w:rPr>
      </w:pPr>
    </w:p>
    <w:p w:rsidR="007218FB" w:rsidRDefault="007218FB" w:rsidP="00243F09">
      <w:pPr>
        <w:jc w:val="both"/>
        <w:rPr>
          <w:sz w:val="28"/>
          <w:szCs w:val="28"/>
        </w:rPr>
      </w:pPr>
    </w:p>
    <w:p w:rsidR="007218FB" w:rsidRDefault="007218FB" w:rsidP="00243F09">
      <w:pPr>
        <w:jc w:val="both"/>
        <w:rPr>
          <w:sz w:val="28"/>
          <w:szCs w:val="28"/>
        </w:rPr>
      </w:pPr>
    </w:p>
    <w:p w:rsidR="007218FB" w:rsidRDefault="007218FB" w:rsidP="00243F09">
      <w:pPr>
        <w:jc w:val="both"/>
        <w:rPr>
          <w:sz w:val="28"/>
          <w:szCs w:val="28"/>
        </w:rPr>
      </w:pPr>
    </w:p>
    <w:p w:rsidR="007218FB" w:rsidRDefault="007218FB" w:rsidP="00243F09">
      <w:pPr>
        <w:jc w:val="both"/>
        <w:rPr>
          <w:sz w:val="28"/>
          <w:szCs w:val="28"/>
        </w:rPr>
      </w:pPr>
    </w:p>
    <w:p w:rsidR="007218FB" w:rsidRPr="008140A7" w:rsidRDefault="007218FB" w:rsidP="00243F09">
      <w:pPr>
        <w:jc w:val="both"/>
        <w:rPr>
          <w:sz w:val="28"/>
          <w:szCs w:val="28"/>
        </w:rPr>
      </w:pPr>
    </w:p>
    <w:p w:rsidR="007218FB" w:rsidRPr="008140A7" w:rsidRDefault="007218FB" w:rsidP="00243F09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8140A7">
        <w:rPr>
          <w:sz w:val="28"/>
          <w:szCs w:val="28"/>
        </w:rPr>
        <w:t>) изложить  строку 13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B40E7C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13.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10</w:t>
            </w:r>
          </w:p>
        </w:tc>
        <w:tc>
          <w:tcPr>
            <w:tcW w:w="3402" w:type="dxa"/>
            <w:vAlign w:val="center"/>
          </w:tcPr>
          <w:p w:rsidR="007218FB" w:rsidRDefault="007218FB" w:rsidP="002B5DBD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Выделение целевой субсидии муниципальному автономному учреждению  «</w:t>
            </w:r>
            <w:r>
              <w:rPr>
                <w:sz w:val="28"/>
                <w:szCs w:val="28"/>
              </w:rPr>
              <w:t>С</w:t>
            </w:r>
            <w:r w:rsidRPr="008140A7">
              <w:rPr>
                <w:sz w:val="28"/>
                <w:szCs w:val="28"/>
              </w:rPr>
              <w:t>портивная школа № 2»</w:t>
            </w:r>
            <w:r>
              <w:rPr>
                <w:sz w:val="28"/>
                <w:szCs w:val="28"/>
              </w:rPr>
              <w:t xml:space="preserve"> г. Новотроицка </w:t>
            </w:r>
            <w:r w:rsidRPr="008140A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 xml:space="preserve"> приобретение материалов и</w:t>
            </w:r>
            <w:r w:rsidRPr="008140A7">
              <w:rPr>
                <w:sz w:val="28"/>
                <w:szCs w:val="28"/>
              </w:rPr>
              <w:t xml:space="preserve"> ремонт спортивного зала </w:t>
            </w:r>
            <w:r>
              <w:rPr>
                <w:sz w:val="28"/>
                <w:szCs w:val="28"/>
              </w:rPr>
              <w:t xml:space="preserve">штангистов по адресу: г. Новотроицк, </w:t>
            </w:r>
          </w:p>
          <w:p w:rsidR="007218FB" w:rsidRPr="008140A7" w:rsidRDefault="007218FB" w:rsidP="002B5DBD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д. 33 а</w:t>
            </w:r>
          </w:p>
        </w:tc>
        <w:tc>
          <w:tcPr>
            <w:tcW w:w="1276" w:type="dxa"/>
            <w:vAlign w:val="center"/>
          </w:tcPr>
          <w:p w:rsidR="007218FB" w:rsidRPr="008140A7" w:rsidRDefault="007218FB" w:rsidP="00390652">
            <w:pPr>
              <w:ind w:right="-94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50 000,0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8140A7" w:rsidRDefault="007218FB" w:rsidP="0039065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</w:rPr>
              <w:t>Комитет по физической культуре, спорту</w:t>
            </w:r>
          </w:p>
          <w:p w:rsidR="007218FB" w:rsidRPr="008140A7" w:rsidRDefault="007218FB" w:rsidP="0039065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</w:rPr>
              <w:t>и туризму</w:t>
            </w:r>
          </w:p>
          <w:p w:rsidR="007218FB" w:rsidRPr="008140A7" w:rsidRDefault="007218FB" w:rsidP="00390652">
            <w:pPr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7218FB" w:rsidRPr="008140A7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7218FB" w:rsidRPr="008140A7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6) изложить</w:t>
      </w:r>
      <w:r w:rsidRPr="008140A7">
        <w:rPr>
          <w:sz w:val="28"/>
          <w:szCs w:val="28"/>
        </w:rPr>
        <w:t xml:space="preserve"> строку 14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B40E7C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14.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10</w:t>
            </w:r>
          </w:p>
        </w:tc>
        <w:tc>
          <w:tcPr>
            <w:tcW w:w="3402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поддержки общественным объединениям инвалидов, а также созданным общероссийскими общественными объединениями инвалидов организациям</w:t>
            </w:r>
          </w:p>
        </w:tc>
        <w:tc>
          <w:tcPr>
            <w:tcW w:w="1276" w:type="dxa"/>
            <w:vAlign w:val="center"/>
          </w:tcPr>
          <w:p w:rsidR="007218FB" w:rsidRPr="008140A7" w:rsidRDefault="007218FB" w:rsidP="00390652">
            <w:pPr>
              <w:ind w:right="-94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80 000,0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9F03ED" w:rsidRDefault="007218FB" w:rsidP="009F03ED">
            <w:pPr>
              <w:ind w:left="-108" w:right="-143"/>
              <w:jc w:val="center"/>
              <w:rPr>
                <w:b/>
                <w:sz w:val="28"/>
                <w:szCs w:val="28"/>
              </w:rPr>
            </w:pPr>
            <w:r w:rsidRPr="009F03ED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дминистрация</w:t>
            </w:r>
            <w:r w:rsidRPr="009F03ED">
              <w:rPr>
                <w:b/>
                <w:sz w:val="28"/>
                <w:szCs w:val="28"/>
              </w:rPr>
              <w:t xml:space="preserve"> муниципального образования город Новотроицк</w:t>
            </w:r>
          </w:p>
        </w:tc>
      </w:tr>
    </w:tbl>
    <w:p w:rsidR="007218FB" w:rsidRPr="008140A7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7218FB" w:rsidRPr="008140A7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7</w:t>
      </w:r>
      <w:r w:rsidRPr="008140A7">
        <w:rPr>
          <w:sz w:val="28"/>
          <w:szCs w:val="28"/>
        </w:rPr>
        <w:t>) изложить  строку 17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B40E7C">
        <w:trPr>
          <w:trHeight w:val="699"/>
        </w:trPr>
        <w:tc>
          <w:tcPr>
            <w:tcW w:w="567" w:type="dxa"/>
            <w:vAlign w:val="center"/>
          </w:tcPr>
          <w:p w:rsidR="007218FB" w:rsidRPr="007C564D" w:rsidRDefault="007218FB" w:rsidP="000575DC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17.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12</w:t>
            </w:r>
          </w:p>
          <w:p w:rsidR="007218FB" w:rsidRPr="008140A7" w:rsidRDefault="007218FB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  <w:p w:rsidR="007218FB" w:rsidRPr="008140A7" w:rsidRDefault="007218FB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7218FB" w:rsidRDefault="007218FB" w:rsidP="00561A00">
            <w:pPr>
              <w:jc w:val="center"/>
              <w:rPr>
                <w:sz w:val="28"/>
                <w:szCs w:val="28"/>
              </w:rPr>
            </w:pPr>
            <w:r w:rsidRPr="00390652">
              <w:rPr>
                <w:sz w:val="28"/>
                <w:szCs w:val="28"/>
              </w:rPr>
              <w:t>Выделение целевой субсидии муниципальному дошкольному образовательному автономно</w:t>
            </w:r>
            <w:r>
              <w:rPr>
                <w:sz w:val="28"/>
                <w:szCs w:val="28"/>
              </w:rPr>
              <w:t xml:space="preserve">му учреждению </w:t>
            </w:r>
          </w:p>
          <w:p w:rsidR="007218FB" w:rsidRDefault="007218FB" w:rsidP="00561A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«Детский сад  № 23 «Рябинка» общеразвивающего </w:t>
            </w:r>
            <w:r w:rsidRPr="00390652">
              <w:rPr>
                <w:sz w:val="28"/>
                <w:szCs w:val="28"/>
              </w:rPr>
              <w:t>вида</w:t>
            </w:r>
            <w:r>
              <w:rPr>
                <w:sz w:val="28"/>
                <w:szCs w:val="28"/>
              </w:rPr>
              <w:t xml:space="preserve"> с приоритетным </w:t>
            </w:r>
            <w:bookmarkStart w:id="1" w:name="_GoBack"/>
            <w:bookmarkEnd w:id="1"/>
            <w:r>
              <w:rPr>
                <w:sz w:val="28"/>
                <w:szCs w:val="28"/>
              </w:rPr>
              <w:t>осуществлением художественно-эстетического развития  воспитанников</w:t>
            </w:r>
          </w:p>
          <w:p w:rsidR="007218FB" w:rsidRPr="00390652" w:rsidRDefault="007218FB" w:rsidP="00EE354E">
            <w:pPr>
              <w:jc w:val="center"/>
              <w:rPr>
                <w:b/>
                <w:sz w:val="28"/>
                <w:szCs w:val="28"/>
              </w:rPr>
            </w:pPr>
            <w:r w:rsidRPr="00390652">
              <w:rPr>
                <w:sz w:val="28"/>
                <w:szCs w:val="28"/>
              </w:rPr>
              <w:t xml:space="preserve"> г.Новотроицка Оренбургской области» </w:t>
            </w:r>
            <w:r w:rsidRPr="00561A00">
              <w:rPr>
                <w:sz w:val="28"/>
                <w:szCs w:val="28"/>
              </w:rPr>
              <w:t>на ремонт оконных</w:t>
            </w:r>
            <w:r>
              <w:rPr>
                <w:sz w:val="28"/>
                <w:szCs w:val="28"/>
              </w:rPr>
              <w:t xml:space="preserve"> и дверных</w:t>
            </w:r>
            <w:r w:rsidRPr="00561A00">
              <w:rPr>
                <w:sz w:val="28"/>
                <w:szCs w:val="28"/>
              </w:rPr>
              <w:t xml:space="preserve"> проемов в помещениях учреждения</w:t>
            </w:r>
          </w:p>
        </w:tc>
        <w:tc>
          <w:tcPr>
            <w:tcW w:w="1276" w:type="dxa"/>
            <w:vAlign w:val="center"/>
          </w:tcPr>
          <w:p w:rsidR="007218FB" w:rsidRPr="00390652" w:rsidRDefault="007218FB" w:rsidP="00300C2E">
            <w:pPr>
              <w:ind w:left="-108" w:right="-94"/>
              <w:jc w:val="center"/>
              <w:rPr>
                <w:sz w:val="28"/>
                <w:szCs w:val="28"/>
              </w:rPr>
            </w:pPr>
            <w:r w:rsidRPr="00390652">
              <w:rPr>
                <w:sz w:val="28"/>
                <w:szCs w:val="28"/>
              </w:rPr>
              <w:t>165 000,</w:t>
            </w:r>
            <w:r>
              <w:rPr>
                <w:sz w:val="28"/>
                <w:szCs w:val="28"/>
              </w:rPr>
              <w:t>0</w:t>
            </w:r>
            <w:r w:rsidRPr="00390652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390652" w:rsidRDefault="007218FB" w:rsidP="00390652">
            <w:pPr>
              <w:jc w:val="center"/>
              <w:rPr>
                <w:b/>
                <w:sz w:val="28"/>
                <w:szCs w:val="28"/>
              </w:rPr>
            </w:pPr>
          </w:p>
          <w:p w:rsidR="007218FB" w:rsidRPr="00390652" w:rsidRDefault="007218FB" w:rsidP="0039065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390652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390652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7218FB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7218FB" w:rsidRDefault="007218FB" w:rsidP="00304993">
      <w:pPr>
        <w:jc w:val="both"/>
        <w:rPr>
          <w:sz w:val="28"/>
          <w:szCs w:val="28"/>
        </w:rPr>
      </w:pPr>
    </w:p>
    <w:p w:rsidR="007218FB" w:rsidRDefault="007218FB" w:rsidP="00304993">
      <w:pPr>
        <w:jc w:val="both"/>
        <w:rPr>
          <w:sz w:val="28"/>
          <w:szCs w:val="28"/>
        </w:rPr>
      </w:pPr>
    </w:p>
    <w:p w:rsidR="007218FB" w:rsidRDefault="007218FB" w:rsidP="00304993">
      <w:pPr>
        <w:jc w:val="both"/>
        <w:rPr>
          <w:sz w:val="28"/>
          <w:szCs w:val="28"/>
        </w:rPr>
      </w:pPr>
    </w:p>
    <w:p w:rsidR="007218FB" w:rsidRPr="008140A7" w:rsidRDefault="007218FB" w:rsidP="00304993">
      <w:pPr>
        <w:jc w:val="both"/>
        <w:rPr>
          <w:sz w:val="28"/>
          <w:szCs w:val="28"/>
        </w:rPr>
      </w:pPr>
    </w:p>
    <w:p w:rsidR="007218FB" w:rsidRPr="008140A7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8</w:t>
      </w:r>
      <w:r w:rsidRPr="008140A7">
        <w:rPr>
          <w:sz w:val="28"/>
          <w:szCs w:val="28"/>
        </w:rPr>
        <w:t>) изложить  строку 18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B40E7C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18.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13</w:t>
            </w:r>
          </w:p>
        </w:tc>
        <w:tc>
          <w:tcPr>
            <w:tcW w:w="3402" w:type="dxa"/>
            <w:vAlign w:val="center"/>
          </w:tcPr>
          <w:p w:rsidR="007218FB" w:rsidRDefault="007218FB" w:rsidP="00390652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Выделение целевой субсидии муниципальному автономному учреждению «</w:t>
            </w:r>
            <w:r>
              <w:rPr>
                <w:sz w:val="28"/>
                <w:szCs w:val="28"/>
              </w:rPr>
              <w:t>С</w:t>
            </w:r>
            <w:r w:rsidRPr="008140A7">
              <w:rPr>
                <w:sz w:val="28"/>
                <w:szCs w:val="28"/>
              </w:rPr>
              <w:t>портивная школа № 2»</w:t>
            </w:r>
            <w:r>
              <w:rPr>
                <w:sz w:val="28"/>
                <w:szCs w:val="28"/>
              </w:rPr>
              <w:t xml:space="preserve"> г. Новотроицка</w:t>
            </w:r>
            <w:r w:rsidRPr="008140A7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приобретение материалов, </w:t>
            </w:r>
            <w:r w:rsidRPr="008140A7">
              <w:rPr>
                <w:sz w:val="28"/>
                <w:szCs w:val="28"/>
              </w:rPr>
              <w:t>ремонт кровли</w:t>
            </w:r>
            <w:r>
              <w:rPr>
                <w:sz w:val="28"/>
                <w:szCs w:val="28"/>
              </w:rPr>
              <w:t xml:space="preserve"> и </w:t>
            </w:r>
            <w:r w:rsidRPr="008140A7">
              <w:rPr>
                <w:sz w:val="28"/>
                <w:szCs w:val="28"/>
              </w:rPr>
              <w:t>здания спортивного зала</w:t>
            </w:r>
            <w:r>
              <w:rPr>
                <w:sz w:val="28"/>
                <w:szCs w:val="28"/>
              </w:rPr>
              <w:t xml:space="preserve"> штангистов по адресу:</w:t>
            </w:r>
          </w:p>
          <w:p w:rsidR="007218FB" w:rsidRPr="008140A7" w:rsidRDefault="007218FB" w:rsidP="00390652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Новотроицк, ул. Советская, д. 33 а</w:t>
            </w:r>
          </w:p>
        </w:tc>
        <w:tc>
          <w:tcPr>
            <w:tcW w:w="1276" w:type="dxa"/>
            <w:vAlign w:val="center"/>
          </w:tcPr>
          <w:p w:rsidR="007218FB" w:rsidRPr="008140A7" w:rsidRDefault="007218FB" w:rsidP="00300C2E">
            <w:pPr>
              <w:ind w:right="-94"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200 000,</w:t>
            </w:r>
            <w:r>
              <w:rPr>
                <w:sz w:val="28"/>
                <w:szCs w:val="28"/>
              </w:rPr>
              <w:t>0</w:t>
            </w:r>
            <w:r w:rsidRPr="008140A7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8140A7" w:rsidRDefault="007218FB" w:rsidP="0039065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</w:rPr>
              <w:t>Комитет по физической культуре, спорту</w:t>
            </w:r>
          </w:p>
          <w:p w:rsidR="007218FB" w:rsidRPr="008140A7" w:rsidRDefault="007218FB" w:rsidP="0039065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</w:rPr>
              <w:t>и туризму</w:t>
            </w:r>
          </w:p>
          <w:p w:rsidR="007218FB" w:rsidRPr="008140A7" w:rsidRDefault="007218FB" w:rsidP="00390652">
            <w:pPr>
              <w:ind w:left="-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7218FB" w:rsidRPr="008140A7" w:rsidRDefault="007218FB" w:rsidP="00FC6EF6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7218FB" w:rsidRPr="008140A7" w:rsidRDefault="007218FB" w:rsidP="00FC6EF6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9</w:t>
      </w:r>
      <w:r w:rsidRPr="008140A7">
        <w:rPr>
          <w:sz w:val="28"/>
          <w:szCs w:val="28"/>
        </w:rPr>
        <w:t>) изложить  строку 21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B40E7C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0575DC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21.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0575DC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15</w:t>
            </w:r>
          </w:p>
        </w:tc>
        <w:tc>
          <w:tcPr>
            <w:tcW w:w="3402" w:type="dxa"/>
            <w:vAlign w:val="center"/>
          </w:tcPr>
          <w:p w:rsidR="007218FB" w:rsidRPr="008140A7" w:rsidRDefault="007218FB" w:rsidP="000575DC">
            <w:pPr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учреждению «Средняя общеобразовательная школа № 13 </w:t>
            </w:r>
          </w:p>
          <w:p w:rsidR="007218FB" w:rsidRPr="008140A7" w:rsidRDefault="007218FB" w:rsidP="000575DC">
            <w:pPr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г. Новотроицка Оренбургской области» на  ремонт водовода учреждения с</w:t>
            </w:r>
          </w:p>
          <w:p w:rsidR="007218FB" w:rsidRPr="008140A7" w:rsidRDefault="007218FB" w:rsidP="000575D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восстановлением асфальтобетонного покрытия</w:t>
            </w:r>
          </w:p>
        </w:tc>
        <w:tc>
          <w:tcPr>
            <w:tcW w:w="1276" w:type="dxa"/>
          </w:tcPr>
          <w:p w:rsidR="007218FB" w:rsidRPr="008140A7" w:rsidRDefault="007218FB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7218FB" w:rsidRPr="008140A7" w:rsidRDefault="007218FB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7218FB" w:rsidRPr="008140A7" w:rsidRDefault="007218FB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7218FB" w:rsidRPr="008140A7" w:rsidRDefault="007218FB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7218FB" w:rsidRPr="008140A7" w:rsidRDefault="007218FB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7218FB" w:rsidRPr="008140A7" w:rsidRDefault="007218FB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7218FB" w:rsidRPr="008140A7" w:rsidRDefault="007218FB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7218FB" w:rsidRPr="008140A7" w:rsidRDefault="007218FB" w:rsidP="00300C2E">
            <w:pPr>
              <w:ind w:right="-94"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200 000,</w:t>
            </w:r>
            <w:r>
              <w:rPr>
                <w:sz w:val="28"/>
                <w:szCs w:val="28"/>
              </w:rPr>
              <w:t>0</w:t>
            </w:r>
            <w:r w:rsidRPr="008140A7">
              <w:rPr>
                <w:sz w:val="28"/>
                <w:szCs w:val="28"/>
              </w:rPr>
              <w:t>0</w:t>
            </w:r>
          </w:p>
          <w:p w:rsidR="007218FB" w:rsidRPr="008140A7" w:rsidRDefault="007218FB" w:rsidP="000575DC">
            <w:pPr>
              <w:ind w:right="-94"/>
              <w:jc w:val="center"/>
              <w:rPr>
                <w:sz w:val="28"/>
                <w:szCs w:val="28"/>
              </w:rPr>
            </w:pPr>
          </w:p>
          <w:p w:rsidR="007218FB" w:rsidRPr="008140A7" w:rsidRDefault="007218FB" w:rsidP="000575DC">
            <w:pPr>
              <w:ind w:right="-94"/>
              <w:jc w:val="center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7218FB" w:rsidRPr="008140A7" w:rsidRDefault="007218FB" w:rsidP="000575DC">
            <w:pPr>
              <w:jc w:val="center"/>
              <w:rPr>
                <w:b/>
                <w:sz w:val="28"/>
                <w:szCs w:val="28"/>
              </w:rPr>
            </w:pPr>
          </w:p>
          <w:p w:rsidR="007218FB" w:rsidRPr="008140A7" w:rsidRDefault="007218FB" w:rsidP="000575DC">
            <w:pPr>
              <w:jc w:val="center"/>
              <w:rPr>
                <w:b/>
                <w:sz w:val="28"/>
                <w:szCs w:val="28"/>
              </w:rPr>
            </w:pPr>
          </w:p>
          <w:p w:rsidR="007218FB" w:rsidRPr="008140A7" w:rsidRDefault="007218FB" w:rsidP="000575DC">
            <w:pPr>
              <w:jc w:val="center"/>
              <w:rPr>
                <w:b/>
                <w:sz w:val="28"/>
                <w:szCs w:val="28"/>
              </w:rPr>
            </w:pPr>
          </w:p>
          <w:p w:rsidR="007218FB" w:rsidRPr="008140A7" w:rsidRDefault="007218FB" w:rsidP="000575DC">
            <w:pPr>
              <w:jc w:val="center"/>
              <w:rPr>
                <w:b/>
                <w:sz w:val="28"/>
                <w:szCs w:val="28"/>
              </w:rPr>
            </w:pPr>
          </w:p>
          <w:p w:rsidR="007218FB" w:rsidRPr="008140A7" w:rsidRDefault="007218FB" w:rsidP="000575DC">
            <w:pPr>
              <w:jc w:val="center"/>
              <w:rPr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8140A7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  <w:p w:rsidR="007218FB" w:rsidRPr="008140A7" w:rsidRDefault="007218FB" w:rsidP="000575DC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18FB" w:rsidRPr="008140A7" w:rsidRDefault="007218FB" w:rsidP="00492CF4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7218FB" w:rsidRPr="008140A7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  <w:t>1</w:t>
      </w:r>
      <w:r>
        <w:rPr>
          <w:sz w:val="28"/>
          <w:szCs w:val="28"/>
        </w:rPr>
        <w:t>0</w:t>
      </w:r>
      <w:r w:rsidRPr="008140A7">
        <w:rPr>
          <w:sz w:val="28"/>
          <w:szCs w:val="28"/>
        </w:rPr>
        <w:t>) изложить  строку 23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006CE3">
        <w:trPr>
          <w:trHeight w:val="5015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23.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17</w:t>
            </w:r>
          </w:p>
        </w:tc>
        <w:tc>
          <w:tcPr>
            <w:tcW w:w="3402" w:type="dxa"/>
            <w:vAlign w:val="center"/>
          </w:tcPr>
          <w:p w:rsidR="007218FB" w:rsidRPr="00006CE3" w:rsidRDefault="007218FB" w:rsidP="00006CE3">
            <w:pPr>
              <w:ind w:left="-140" w:right="-94"/>
              <w:jc w:val="center"/>
              <w:rPr>
                <w:spacing w:val="-10"/>
                <w:sz w:val="28"/>
                <w:szCs w:val="28"/>
              </w:rPr>
            </w:pPr>
            <w:r w:rsidRPr="00006CE3">
              <w:rPr>
                <w:spacing w:val="-10"/>
                <w:sz w:val="28"/>
                <w:szCs w:val="28"/>
              </w:rPr>
              <w:t xml:space="preserve">Выделение </w:t>
            </w:r>
            <w:r>
              <w:rPr>
                <w:spacing w:val="-10"/>
                <w:sz w:val="28"/>
                <w:szCs w:val="28"/>
              </w:rPr>
              <w:t xml:space="preserve">целевой субсидии муниципальному </w:t>
            </w:r>
            <w:r w:rsidRPr="00006CE3">
              <w:rPr>
                <w:spacing w:val="-10"/>
                <w:sz w:val="28"/>
                <w:szCs w:val="28"/>
              </w:rPr>
              <w:t xml:space="preserve">дошкольному образовательному автономному учреждению </w:t>
            </w:r>
          </w:p>
          <w:p w:rsidR="007218FB" w:rsidRPr="00006CE3" w:rsidRDefault="007218FB" w:rsidP="00006CE3">
            <w:pPr>
              <w:ind w:left="-140" w:right="-94"/>
              <w:jc w:val="center"/>
              <w:rPr>
                <w:spacing w:val="-10"/>
                <w:sz w:val="28"/>
                <w:szCs w:val="28"/>
              </w:rPr>
            </w:pPr>
            <w:r w:rsidRPr="00006CE3">
              <w:rPr>
                <w:spacing w:val="-10"/>
                <w:sz w:val="28"/>
                <w:szCs w:val="28"/>
              </w:rPr>
              <w:t xml:space="preserve">«Детский сад  № 24 «Золотая рыбка»  общеразвивающего </w:t>
            </w:r>
          </w:p>
          <w:p w:rsidR="007218FB" w:rsidRPr="00006CE3" w:rsidRDefault="007218FB" w:rsidP="00006CE3">
            <w:pPr>
              <w:ind w:left="-140" w:right="-94"/>
              <w:jc w:val="center"/>
              <w:rPr>
                <w:spacing w:val="-10"/>
                <w:sz w:val="28"/>
                <w:szCs w:val="28"/>
              </w:rPr>
            </w:pPr>
            <w:r w:rsidRPr="00006CE3">
              <w:rPr>
                <w:spacing w:val="-10"/>
                <w:sz w:val="28"/>
                <w:szCs w:val="28"/>
              </w:rPr>
              <w:t>вида с приоритетным осуществлением физического и художественно-эстетического развития воспитанников</w:t>
            </w:r>
          </w:p>
          <w:p w:rsidR="007218FB" w:rsidRPr="004E37BF" w:rsidRDefault="007218FB" w:rsidP="00006CE3">
            <w:pPr>
              <w:ind w:left="-140" w:right="-94"/>
              <w:jc w:val="center"/>
              <w:rPr>
                <w:sz w:val="28"/>
                <w:szCs w:val="28"/>
              </w:rPr>
            </w:pPr>
            <w:r w:rsidRPr="00006CE3">
              <w:rPr>
                <w:spacing w:val="-10"/>
                <w:sz w:val="28"/>
                <w:szCs w:val="28"/>
              </w:rPr>
              <w:t xml:space="preserve"> г. Новотроицка Оренбургской области» на ремонт оконных проемов в помещениях учреждения</w:t>
            </w:r>
          </w:p>
        </w:tc>
        <w:tc>
          <w:tcPr>
            <w:tcW w:w="1276" w:type="dxa"/>
            <w:vAlign w:val="center"/>
          </w:tcPr>
          <w:p w:rsidR="007218FB" w:rsidRPr="008140A7" w:rsidRDefault="007218FB" w:rsidP="00300C2E">
            <w:pPr>
              <w:ind w:right="-94"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200 000,</w:t>
            </w:r>
            <w:r>
              <w:rPr>
                <w:sz w:val="28"/>
                <w:szCs w:val="28"/>
              </w:rPr>
              <w:t>0</w:t>
            </w:r>
            <w:r w:rsidRPr="008140A7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8140A7" w:rsidRDefault="007218FB" w:rsidP="00181CC7">
            <w:pPr>
              <w:jc w:val="center"/>
              <w:rPr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8140A7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  <w:p w:rsidR="007218FB" w:rsidRPr="008140A7" w:rsidRDefault="007218FB" w:rsidP="00390652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7218FB" w:rsidRPr="008140A7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  <w:t>1</w:t>
      </w:r>
      <w:r>
        <w:rPr>
          <w:sz w:val="28"/>
          <w:szCs w:val="28"/>
        </w:rPr>
        <w:t>1</w:t>
      </w:r>
      <w:r w:rsidRPr="008140A7">
        <w:rPr>
          <w:sz w:val="28"/>
          <w:szCs w:val="28"/>
        </w:rPr>
        <w:t>) изложить  строку 32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B40E7C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32.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22</w:t>
            </w:r>
          </w:p>
        </w:tc>
        <w:tc>
          <w:tcPr>
            <w:tcW w:w="3402" w:type="dxa"/>
            <w:vAlign w:val="center"/>
          </w:tcPr>
          <w:p w:rsidR="007218FB" w:rsidRDefault="007218FB" w:rsidP="00DA71C9">
            <w:pPr>
              <w:jc w:val="center"/>
              <w:rPr>
                <w:sz w:val="28"/>
                <w:szCs w:val="28"/>
              </w:rPr>
            </w:pPr>
            <w:r w:rsidRPr="00E248B3">
              <w:rPr>
                <w:sz w:val="28"/>
                <w:szCs w:val="28"/>
              </w:rPr>
              <w:t>Ремонт проезжей части ул. Свистунова в районе жилых домов № 7 и</w:t>
            </w:r>
            <w:r w:rsidRPr="008140A7">
              <w:rPr>
                <w:sz w:val="28"/>
                <w:szCs w:val="28"/>
              </w:rPr>
              <w:t xml:space="preserve"> № 9 по улице Мира </w:t>
            </w:r>
          </w:p>
          <w:p w:rsidR="007218FB" w:rsidRPr="008140A7" w:rsidRDefault="007218FB" w:rsidP="00DA71C9">
            <w:pPr>
              <w:jc w:val="center"/>
              <w:rPr>
                <w:b/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г. Новотроицка</w:t>
            </w:r>
          </w:p>
        </w:tc>
        <w:tc>
          <w:tcPr>
            <w:tcW w:w="1276" w:type="dxa"/>
            <w:vAlign w:val="center"/>
          </w:tcPr>
          <w:p w:rsidR="007218FB" w:rsidRPr="008140A7" w:rsidRDefault="007218FB" w:rsidP="00300C2E">
            <w:pPr>
              <w:ind w:left="-108" w:right="-94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100 000,</w:t>
            </w:r>
            <w:r>
              <w:rPr>
                <w:sz w:val="28"/>
                <w:szCs w:val="28"/>
              </w:rPr>
              <w:t>0</w:t>
            </w:r>
            <w:r w:rsidRPr="008140A7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8140A7" w:rsidRDefault="007218FB" w:rsidP="00006CE3">
            <w:pPr>
              <w:ind w:left="-138" w:right="-80"/>
              <w:jc w:val="center"/>
              <w:rPr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  <w:lang w:eastAsia="en-US"/>
              </w:rPr>
              <w:t>Комитет по строительству, транспорту, дорожному и коммунальному хозяйству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8140A7">
              <w:rPr>
                <w:sz w:val="28"/>
                <w:szCs w:val="28"/>
              </w:rPr>
              <w:t>администрации</w:t>
            </w:r>
          </w:p>
          <w:p w:rsidR="007218FB" w:rsidRPr="008140A7" w:rsidRDefault="007218FB" w:rsidP="00006CE3">
            <w:pPr>
              <w:ind w:left="-138" w:right="-80"/>
              <w:jc w:val="center"/>
              <w:rPr>
                <w:b/>
                <w:sz w:val="28"/>
                <w:szCs w:val="28"/>
                <w:lang w:eastAsia="en-US"/>
              </w:rPr>
            </w:pPr>
            <w:r w:rsidRPr="008140A7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7218FB" w:rsidRPr="008140A7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</w:r>
    </w:p>
    <w:p w:rsidR="007218FB" w:rsidRPr="008140A7" w:rsidRDefault="007218FB" w:rsidP="00304993">
      <w:pPr>
        <w:jc w:val="both"/>
        <w:rPr>
          <w:sz w:val="28"/>
          <w:szCs w:val="28"/>
        </w:rPr>
      </w:pPr>
      <w:r w:rsidRPr="008140A7">
        <w:rPr>
          <w:sz w:val="28"/>
          <w:szCs w:val="28"/>
        </w:rPr>
        <w:tab/>
        <w:t>1</w:t>
      </w:r>
      <w:r>
        <w:rPr>
          <w:sz w:val="28"/>
          <w:szCs w:val="28"/>
        </w:rPr>
        <w:t>2</w:t>
      </w:r>
      <w:r w:rsidRPr="008140A7">
        <w:rPr>
          <w:sz w:val="28"/>
          <w:szCs w:val="28"/>
        </w:rPr>
        <w:t>) изложить  строку 35 приложения  к решению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402"/>
        <w:gridCol w:w="1276"/>
        <w:gridCol w:w="2233"/>
      </w:tblGrid>
      <w:tr w:rsidR="007218FB" w:rsidRPr="008140A7" w:rsidTr="00B40E7C">
        <w:trPr>
          <w:trHeight w:val="1260"/>
        </w:trPr>
        <w:tc>
          <w:tcPr>
            <w:tcW w:w="567" w:type="dxa"/>
            <w:vAlign w:val="center"/>
          </w:tcPr>
          <w:p w:rsidR="007218FB" w:rsidRPr="007C564D" w:rsidRDefault="007218FB" w:rsidP="00390652">
            <w:pPr>
              <w:pStyle w:val="BodyTextIndent"/>
              <w:ind w:left="0"/>
              <w:jc w:val="center"/>
              <w:rPr>
                <w:sz w:val="28"/>
                <w:szCs w:val="28"/>
              </w:rPr>
            </w:pPr>
            <w:r w:rsidRPr="007C564D">
              <w:rPr>
                <w:sz w:val="28"/>
                <w:szCs w:val="28"/>
              </w:rPr>
              <w:t>35.</w:t>
            </w:r>
          </w:p>
        </w:tc>
        <w:tc>
          <w:tcPr>
            <w:tcW w:w="1985" w:type="dxa"/>
            <w:vAlign w:val="center"/>
          </w:tcPr>
          <w:p w:rsidR="007218FB" w:rsidRPr="008140A7" w:rsidRDefault="007218FB" w:rsidP="00390652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Избирательный округ № 24</w:t>
            </w:r>
          </w:p>
        </w:tc>
        <w:tc>
          <w:tcPr>
            <w:tcW w:w="3402" w:type="dxa"/>
            <w:vAlign w:val="center"/>
          </w:tcPr>
          <w:p w:rsidR="007218FB" w:rsidRDefault="007218FB" w:rsidP="00390652">
            <w:pPr>
              <w:jc w:val="center"/>
              <w:rPr>
                <w:sz w:val="28"/>
                <w:szCs w:val="28"/>
              </w:rPr>
            </w:pPr>
            <w:r w:rsidRPr="00E248B3">
              <w:rPr>
                <w:sz w:val="28"/>
                <w:szCs w:val="28"/>
              </w:rPr>
              <w:t>Ремонт пешеходной дорожки по</w:t>
            </w:r>
          </w:p>
          <w:p w:rsidR="007218FB" w:rsidRDefault="007218FB" w:rsidP="00390652">
            <w:pPr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 xml:space="preserve">ул. Уметбаева от </w:t>
            </w:r>
          </w:p>
          <w:p w:rsidR="007218FB" w:rsidRPr="008140A7" w:rsidRDefault="007218FB" w:rsidP="00390652">
            <w:pPr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ул. Орской</w:t>
            </w:r>
            <w:r>
              <w:rPr>
                <w:sz w:val="28"/>
                <w:szCs w:val="28"/>
              </w:rPr>
              <w:t xml:space="preserve"> до ул. Мира</w:t>
            </w:r>
          </w:p>
          <w:p w:rsidR="007218FB" w:rsidRPr="008140A7" w:rsidRDefault="007218FB" w:rsidP="003906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218FB" w:rsidRPr="008140A7" w:rsidRDefault="007218FB" w:rsidP="00300C2E">
            <w:pPr>
              <w:ind w:left="-108" w:right="-94"/>
              <w:jc w:val="center"/>
              <w:rPr>
                <w:sz w:val="28"/>
                <w:szCs w:val="28"/>
              </w:rPr>
            </w:pPr>
            <w:r w:rsidRPr="008140A7">
              <w:rPr>
                <w:sz w:val="28"/>
                <w:szCs w:val="28"/>
              </w:rPr>
              <w:t>200 000,</w:t>
            </w:r>
            <w:r>
              <w:rPr>
                <w:sz w:val="28"/>
                <w:szCs w:val="28"/>
              </w:rPr>
              <w:t>0</w:t>
            </w:r>
            <w:r w:rsidRPr="008140A7">
              <w:rPr>
                <w:sz w:val="28"/>
                <w:szCs w:val="28"/>
              </w:rPr>
              <w:t>0</w:t>
            </w:r>
          </w:p>
        </w:tc>
        <w:tc>
          <w:tcPr>
            <w:tcW w:w="2233" w:type="dxa"/>
            <w:vAlign w:val="center"/>
          </w:tcPr>
          <w:p w:rsidR="007218FB" w:rsidRPr="008140A7" w:rsidRDefault="007218FB" w:rsidP="00006CE3">
            <w:pPr>
              <w:ind w:left="-87"/>
              <w:jc w:val="center"/>
              <w:rPr>
                <w:sz w:val="28"/>
                <w:szCs w:val="28"/>
              </w:rPr>
            </w:pPr>
            <w:r w:rsidRPr="008140A7">
              <w:rPr>
                <w:b/>
                <w:sz w:val="28"/>
                <w:szCs w:val="28"/>
                <w:lang w:eastAsia="en-US"/>
              </w:rPr>
              <w:t>Комитет по строительству, транспорту, дорожному и коммунальному хозяйству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8140A7">
              <w:rPr>
                <w:sz w:val="28"/>
                <w:szCs w:val="28"/>
              </w:rPr>
              <w:t>администрации</w:t>
            </w:r>
          </w:p>
          <w:p w:rsidR="007218FB" w:rsidRPr="008140A7" w:rsidRDefault="007218FB" w:rsidP="00006CE3">
            <w:pPr>
              <w:ind w:left="-87"/>
              <w:jc w:val="center"/>
              <w:rPr>
                <w:b/>
                <w:sz w:val="28"/>
                <w:szCs w:val="28"/>
                <w:lang w:eastAsia="en-US"/>
              </w:rPr>
            </w:pPr>
            <w:r w:rsidRPr="008140A7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7218FB" w:rsidRPr="00CE6268" w:rsidRDefault="007218FB" w:rsidP="00CE6268">
      <w:pPr>
        <w:jc w:val="both"/>
        <w:rPr>
          <w:sz w:val="28"/>
        </w:rPr>
      </w:pPr>
      <w:r w:rsidRPr="008140A7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первого заместителя главы</w:t>
      </w:r>
      <w:r w:rsidRPr="00CE6268"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 xml:space="preserve">  Липатова А.В.,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– начальника финансового управления Савинцеву Т.Ю.,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 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7218FB" w:rsidRDefault="007218FB" w:rsidP="00CE6268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 xml:space="preserve">ьного опубликования в газете «Гвардеец труда», а в отношении пунктов 1, 11, 12 части 1 настоящего решения, распространяет свое действие  на правоотношения, возникшие с               01 марта 2019 года. </w:t>
      </w:r>
    </w:p>
    <w:p w:rsidR="007218FB" w:rsidRDefault="007218FB" w:rsidP="00176DC3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850"/>
        <w:gridCol w:w="4252"/>
      </w:tblGrid>
      <w:tr w:rsidR="007218FB" w:rsidTr="00803930">
        <w:tc>
          <w:tcPr>
            <w:tcW w:w="4361" w:type="dxa"/>
          </w:tcPr>
          <w:p w:rsidR="007218FB" w:rsidRPr="00803930" w:rsidRDefault="007218FB" w:rsidP="00AF4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80393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</w:t>
            </w:r>
            <w:r w:rsidRPr="00803930">
              <w:rPr>
                <w:sz w:val="28"/>
                <w:szCs w:val="28"/>
              </w:rPr>
              <w:t>бразования город Новотроицк</w:t>
            </w:r>
          </w:p>
          <w:p w:rsidR="007218FB" w:rsidRPr="00803930" w:rsidRDefault="007218FB" w:rsidP="00AF472E">
            <w:pPr>
              <w:rPr>
                <w:sz w:val="28"/>
                <w:szCs w:val="28"/>
              </w:rPr>
            </w:pPr>
          </w:p>
          <w:p w:rsidR="007218FB" w:rsidRDefault="007218FB" w:rsidP="00AF472E">
            <w:pPr>
              <w:rPr>
                <w:sz w:val="28"/>
                <w:szCs w:val="28"/>
              </w:rPr>
            </w:pPr>
          </w:p>
          <w:p w:rsidR="007218FB" w:rsidRPr="00803930" w:rsidRDefault="007218FB" w:rsidP="007F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Буфетов</w:t>
            </w:r>
          </w:p>
        </w:tc>
        <w:tc>
          <w:tcPr>
            <w:tcW w:w="850" w:type="dxa"/>
          </w:tcPr>
          <w:p w:rsidR="007218FB" w:rsidRPr="00803930" w:rsidRDefault="007218FB" w:rsidP="008039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7218FB" w:rsidRPr="00803930" w:rsidRDefault="007218FB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Председатель городского Совета </w:t>
            </w:r>
          </w:p>
          <w:p w:rsidR="007218FB" w:rsidRPr="00803930" w:rsidRDefault="007218FB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депутатов муниципального </w:t>
            </w:r>
          </w:p>
          <w:p w:rsidR="007218FB" w:rsidRPr="00803930" w:rsidRDefault="007218FB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образования город Новотроицк                                                      </w:t>
            </w:r>
          </w:p>
          <w:p w:rsidR="007218FB" w:rsidRPr="00803930" w:rsidRDefault="007218FB" w:rsidP="0055667E">
            <w:pPr>
              <w:ind w:right="-109"/>
              <w:rPr>
                <w:sz w:val="28"/>
                <w:szCs w:val="28"/>
              </w:rPr>
            </w:pPr>
          </w:p>
          <w:p w:rsidR="007218FB" w:rsidRPr="00803930" w:rsidRDefault="007218FB" w:rsidP="007D7B60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03930">
              <w:rPr>
                <w:sz w:val="28"/>
                <w:szCs w:val="28"/>
              </w:rPr>
              <w:t>А.А. Мезенцев</w:t>
            </w:r>
          </w:p>
        </w:tc>
      </w:tr>
    </w:tbl>
    <w:p w:rsidR="007218FB" w:rsidRDefault="007218FB" w:rsidP="00E9091B">
      <w:pPr>
        <w:ind w:hanging="180"/>
        <w:rPr>
          <w:sz w:val="28"/>
        </w:rPr>
      </w:pPr>
    </w:p>
    <w:p w:rsidR="007218FB" w:rsidRPr="00227499" w:rsidRDefault="007218FB" w:rsidP="00E9091B">
      <w:pPr>
        <w:ind w:hanging="180"/>
        <w:rPr>
          <w:sz w:val="28"/>
        </w:rPr>
      </w:pPr>
      <w:r w:rsidRPr="00227499">
        <w:rPr>
          <w:sz w:val="28"/>
        </w:rPr>
        <w:t>Верно</w:t>
      </w:r>
    </w:p>
    <w:p w:rsidR="007218FB" w:rsidRPr="00227499" w:rsidRDefault="007218FB" w:rsidP="00E9091B">
      <w:pPr>
        <w:tabs>
          <w:tab w:val="left" w:pos="3165"/>
        </w:tabs>
        <w:ind w:hanging="180"/>
        <w:rPr>
          <w:sz w:val="28"/>
        </w:rPr>
      </w:pPr>
      <w:r w:rsidRPr="00227499">
        <w:rPr>
          <w:sz w:val="28"/>
        </w:rPr>
        <w:t xml:space="preserve">Специалист аппарата </w:t>
      </w:r>
      <w:r>
        <w:rPr>
          <w:sz w:val="28"/>
        </w:rPr>
        <w:tab/>
      </w:r>
    </w:p>
    <w:p w:rsidR="007218FB" w:rsidRPr="00635CB3" w:rsidRDefault="007218FB" w:rsidP="00E9091B">
      <w:pPr>
        <w:ind w:hanging="180"/>
        <w:jc w:val="both"/>
        <w:rPr>
          <w:sz w:val="28"/>
          <w:szCs w:val="28"/>
        </w:rPr>
      </w:pPr>
      <w:r w:rsidRPr="00227499">
        <w:rPr>
          <w:sz w:val="28"/>
        </w:rPr>
        <w:t>городско</w:t>
      </w:r>
      <w:r>
        <w:rPr>
          <w:sz w:val="28"/>
        </w:rPr>
        <w:t xml:space="preserve">го Совета депутатов           </w:t>
      </w:r>
      <w:r w:rsidRPr="00227499">
        <w:rPr>
          <w:sz w:val="28"/>
        </w:rPr>
        <w:t xml:space="preserve">                                           </w:t>
      </w:r>
      <w:r>
        <w:rPr>
          <w:sz w:val="28"/>
        </w:rPr>
        <w:t xml:space="preserve">       </w:t>
      </w:r>
      <w:r w:rsidRPr="00227499">
        <w:rPr>
          <w:sz w:val="28"/>
        </w:rPr>
        <w:t xml:space="preserve"> К.Н. Аверкин</w:t>
      </w:r>
    </w:p>
    <w:p w:rsidR="007218FB" w:rsidRDefault="007218FB" w:rsidP="00176DC3">
      <w:pPr>
        <w:jc w:val="both"/>
        <w:rPr>
          <w:sz w:val="28"/>
          <w:szCs w:val="28"/>
        </w:rPr>
      </w:pPr>
    </w:p>
    <w:sectPr w:rsidR="007218FB" w:rsidSect="00006CE3">
      <w:pgSz w:w="11906" w:h="16838"/>
      <w:pgMar w:top="567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0059E"/>
    <w:rsid w:val="00006CE3"/>
    <w:rsid w:val="00012A6C"/>
    <w:rsid w:val="00013E3C"/>
    <w:rsid w:val="000178BA"/>
    <w:rsid w:val="000209E6"/>
    <w:rsid w:val="00037B9C"/>
    <w:rsid w:val="00040A3A"/>
    <w:rsid w:val="000575DC"/>
    <w:rsid w:val="00061D50"/>
    <w:rsid w:val="00066200"/>
    <w:rsid w:val="000849F8"/>
    <w:rsid w:val="000A425B"/>
    <w:rsid w:val="000B1D37"/>
    <w:rsid w:val="000C0436"/>
    <w:rsid w:val="000D6D02"/>
    <w:rsid w:val="000F18DD"/>
    <w:rsid w:val="00116FCA"/>
    <w:rsid w:val="001221E3"/>
    <w:rsid w:val="00122FDC"/>
    <w:rsid w:val="00142DBD"/>
    <w:rsid w:val="00150361"/>
    <w:rsid w:val="001601D1"/>
    <w:rsid w:val="00172F78"/>
    <w:rsid w:val="00175182"/>
    <w:rsid w:val="00176DC3"/>
    <w:rsid w:val="0018170F"/>
    <w:rsid w:val="00181CC7"/>
    <w:rsid w:val="00190DD6"/>
    <w:rsid w:val="00195B05"/>
    <w:rsid w:val="001972B6"/>
    <w:rsid w:val="001F0C32"/>
    <w:rsid w:val="00217D52"/>
    <w:rsid w:val="00227499"/>
    <w:rsid w:val="00243F09"/>
    <w:rsid w:val="0026077C"/>
    <w:rsid w:val="00263D7E"/>
    <w:rsid w:val="0027709E"/>
    <w:rsid w:val="00280E34"/>
    <w:rsid w:val="00290697"/>
    <w:rsid w:val="002943BE"/>
    <w:rsid w:val="002B44B0"/>
    <w:rsid w:val="002B4818"/>
    <w:rsid w:val="002B5DBD"/>
    <w:rsid w:val="002D5039"/>
    <w:rsid w:val="002E45D5"/>
    <w:rsid w:val="00300C2E"/>
    <w:rsid w:val="0030155B"/>
    <w:rsid w:val="00304993"/>
    <w:rsid w:val="00305920"/>
    <w:rsid w:val="0032517A"/>
    <w:rsid w:val="003342DD"/>
    <w:rsid w:val="0034441E"/>
    <w:rsid w:val="00352DEE"/>
    <w:rsid w:val="003842BB"/>
    <w:rsid w:val="00390652"/>
    <w:rsid w:val="003A7E64"/>
    <w:rsid w:val="003C5446"/>
    <w:rsid w:val="003C6619"/>
    <w:rsid w:val="003E28C1"/>
    <w:rsid w:val="003E564C"/>
    <w:rsid w:val="00402538"/>
    <w:rsid w:val="00440093"/>
    <w:rsid w:val="004418C5"/>
    <w:rsid w:val="00450BA3"/>
    <w:rsid w:val="004624B1"/>
    <w:rsid w:val="004641A4"/>
    <w:rsid w:val="00465636"/>
    <w:rsid w:val="00480668"/>
    <w:rsid w:val="0048740A"/>
    <w:rsid w:val="00492CF4"/>
    <w:rsid w:val="004A6549"/>
    <w:rsid w:val="004A741A"/>
    <w:rsid w:val="004B0515"/>
    <w:rsid w:val="004B1663"/>
    <w:rsid w:val="004E0056"/>
    <w:rsid w:val="004E37BF"/>
    <w:rsid w:val="00500F76"/>
    <w:rsid w:val="00502348"/>
    <w:rsid w:val="00503839"/>
    <w:rsid w:val="005066C0"/>
    <w:rsid w:val="00515B6B"/>
    <w:rsid w:val="005231F0"/>
    <w:rsid w:val="005449CA"/>
    <w:rsid w:val="0055667E"/>
    <w:rsid w:val="00561A00"/>
    <w:rsid w:val="00575CDC"/>
    <w:rsid w:val="0059738E"/>
    <w:rsid w:val="005B73EA"/>
    <w:rsid w:val="005D376C"/>
    <w:rsid w:val="005F135B"/>
    <w:rsid w:val="00600992"/>
    <w:rsid w:val="00605C49"/>
    <w:rsid w:val="00635CB3"/>
    <w:rsid w:val="00695EC4"/>
    <w:rsid w:val="006B29DB"/>
    <w:rsid w:val="006D1D98"/>
    <w:rsid w:val="006E75A6"/>
    <w:rsid w:val="006F509F"/>
    <w:rsid w:val="007218FB"/>
    <w:rsid w:val="0072265C"/>
    <w:rsid w:val="007330D2"/>
    <w:rsid w:val="00743979"/>
    <w:rsid w:val="00751752"/>
    <w:rsid w:val="00752B53"/>
    <w:rsid w:val="00766641"/>
    <w:rsid w:val="00766708"/>
    <w:rsid w:val="00775C41"/>
    <w:rsid w:val="00780663"/>
    <w:rsid w:val="007A4247"/>
    <w:rsid w:val="007A596B"/>
    <w:rsid w:val="007C564D"/>
    <w:rsid w:val="007D03C9"/>
    <w:rsid w:val="007D555C"/>
    <w:rsid w:val="007D7B60"/>
    <w:rsid w:val="007E6043"/>
    <w:rsid w:val="007F29EB"/>
    <w:rsid w:val="007F4C1C"/>
    <w:rsid w:val="00803930"/>
    <w:rsid w:val="008078CF"/>
    <w:rsid w:val="00810BB0"/>
    <w:rsid w:val="008140A7"/>
    <w:rsid w:val="00821117"/>
    <w:rsid w:val="00831AD9"/>
    <w:rsid w:val="00842ADE"/>
    <w:rsid w:val="00843D66"/>
    <w:rsid w:val="00863C72"/>
    <w:rsid w:val="0088044A"/>
    <w:rsid w:val="008946DB"/>
    <w:rsid w:val="008B3E1C"/>
    <w:rsid w:val="008D4A57"/>
    <w:rsid w:val="009015BD"/>
    <w:rsid w:val="00927493"/>
    <w:rsid w:val="0093046E"/>
    <w:rsid w:val="0095547F"/>
    <w:rsid w:val="00956C9F"/>
    <w:rsid w:val="00977F74"/>
    <w:rsid w:val="00994762"/>
    <w:rsid w:val="009A1D9F"/>
    <w:rsid w:val="009A648A"/>
    <w:rsid w:val="009E2059"/>
    <w:rsid w:val="009E31BE"/>
    <w:rsid w:val="009F03ED"/>
    <w:rsid w:val="009F354E"/>
    <w:rsid w:val="009F4DE6"/>
    <w:rsid w:val="00A134F4"/>
    <w:rsid w:val="00A15278"/>
    <w:rsid w:val="00A52D1D"/>
    <w:rsid w:val="00A80A05"/>
    <w:rsid w:val="00A8447C"/>
    <w:rsid w:val="00AA19B4"/>
    <w:rsid w:val="00AA2B79"/>
    <w:rsid w:val="00AC037D"/>
    <w:rsid w:val="00AF472E"/>
    <w:rsid w:val="00B02AD5"/>
    <w:rsid w:val="00B243DC"/>
    <w:rsid w:val="00B32282"/>
    <w:rsid w:val="00B33CCD"/>
    <w:rsid w:val="00B40E7C"/>
    <w:rsid w:val="00B5465F"/>
    <w:rsid w:val="00B763CF"/>
    <w:rsid w:val="00B87AB6"/>
    <w:rsid w:val="00B961CB"/>
    <w:rsid w:val="00BA49CE"/>
    <w:rsid w:val="00BD28EF"/>
    <w:rsid w:val="00BE668D"/>
    <w:rsid w:val="00BF799F"/>
    <w:rsid w:val="00C03F7A"/>
    <w:rsid w:val="00C06223"/>
    <w:rsid w:val="00C157E8"/>
    <w:rsid w:val="00C41BDB"/>
    <w:rsid w:val="00C5502A"/>
    <w:rsid w:val="00C72B74"/>
    <w:rsid w:val="00C84204"/>
    <w:rsid w:val="00CA22B5"/>
    <w:rsid w:val="00CA5C59"/>
    <w:rsid w:val="00CC1581"/>
    <w:rsid w:val="00CD042F"/>
    <w:rsid w:val="00CE5BDB"/>
    <w:rsid w:val="00CE6268"/>
    <w:rsid w:val="00CE7E5A"/>
    <w:rsid w:val="00CF117B"/>
    <w:rsid w:val="00D12806"/>
    <w:rsid w:val="00D25299"/>
    <w:rsid w:val="00D35081"/>
    <w:rsid w:val="00D440FB"/>
    <w:rsid w:val="00D46F05"/>
    <w:rsid w:val="00D502E7"/>
    <w:rsid w:val="00D561D5"/>
    <w:rsid w:val="00D66EA3"/>
    <w:rsid w:val="00D73D4A"/>
    <w:rsid w:val="00DA19D5"/>
    <w:rsid w:val="00DA707E"/>
    <w:rsid w:val="00DA71C9"/>
    <w:rsid w:val="00DD6788"/>
    <w:rsid w:val="00E23C78"/>
    <w:rsid w:val="00E248B3"/>
    <w:rsid w:val="00E322D6"/>
    <w:rsid w:val="00E3667E"/>
    <w:rsid w:val="00E5576E"/>
    <w:rsid w:val="00E5619D"/>
    <w:rsid w:val="00E60E41"/>
    <w:rsid w:val="00E7580D"/>
    <w:rsid w:val="00E8033F"/>
    <w:rsid w:val="00E80D41"/>
    <w:rsid w:val="00E82DD1"/>
    <w:rsid w:val="00E9091B"/>
    <w:rsid w:val="00EC05E5"/>
    <w:rsid w:val="00EC4220"/>
    <w:rsid w:val="00ED1DB5"/>
    <w:rsid w:val="00ED4B00"/>
    <w:rsid w:val="00EE354E"/>
    <w:rsid w:val="00F044DB"/>
    <w:rsid w:val="00F156E0"/>
    <w:rsid w:val="00F24B1B"/>
    <w:rsid w:val="00F34A81"/>
    <w:rsid w:val="00F37230"/>
    <w:rsid w:val="00F42873"/>
    <w:rsid w:val="00FB0F1C"/>
    <w:rsid w:val="00FC6EF6"/>
    <w:rsid w:val="00FD3D01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79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2323</TotalTime>
  <Pages>5</Pages>
  <Words>1094</Words>
  <Characters>6241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160</cp:revision>
  <cp:lastPrinted>2019-04-30T09:37:00Z</cp:lastPrinted>
  <dcterms:created xsi:type="dcterms:W3CDTF">2016-10-10T06:55:00Z</dcterms:created>
  <dcterms:modified xsi:type="dcterms:W3CDTF">2019-04-30T09:37:00Z</dcterms:modified>
</cp:coreProperties>
</file>