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638" w:rsidRPr="009D254F" w:rsidRDefault="00506638" w:rsidP="001F01CD">
      <w:pPr>
        <w:spacing w:after="0" w:line="240" w:lineRule="auto"/>
        <w:jc w:val="center"/>
        <w:rPr>
          <w:rFonts w:ascii="Times New Roman" w:hAnsi="Times New Roman"/>
          <w:snapToGrid w:val="0"/>
          <w:color w:val="000000"/>
          <w:sz w:val="20"/>
          <w:szCs w:val="24"/>
        </w:rPr>
      </w:pPr>
      <w:r w:rsidRPr="00A1697D">
        <w:rPr>
          <w:rFonts w:ascii="Times New Roman" w:hAnsi="Times New Roman"/>
          <w:noProof/>
          <w:color w:val="000000"/>
          <w:sz w:val="20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2" o:spid="_x0000_i1025" type="#_x0000_t75" style="width:32.25pt;height:40.5pt;visibility:visible">
            <v:imagedata r:id="rId5" o:title=""/>
          </v:shape>
        </w:pict>
      </w:r>
    </w:p>
    <w:p w:rsidR="00506638" w:rsidRPr="009D254F" w:rsidRDefault="00506638" w:rsidP="001F01CD">
      <w:pPr>
        <w:spacing w:after="0" w:line="240" w:lineRule="auto"/>
        <w:jc w:val="center"/>
        <w:rPr>
          <w:rFonts w:ascii="Times New Roman" w:hAnsi="Times New Roman"/>
          <w:snapToGrid w:val="0"/>
          <w:color w:val="000000"/>
          <w:sz w:val="12"/>
          <w:szCs w:val="24"/>
        </w:rPr>
      </w:pPr>
    </w:p>
    <w:p w:rsidR="00506638" w:rsidRPr="009D254F" w:rsidRDefault="00506638" w:rsidP="00D040E7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napToGrid w:val="0"/>
          <w:color w:val="000000"/>
          <w:sz w:val="28"/>
          <w:szCs w:val="24"/>
        </w:rPr>
      </w:pPr>
      <w:r w:rsidRPr="009D254F">
        <w:rPr>
          <w:rFonts w:ascii="Times New Roman" w:hAnsi="Times New Roman"/>
          <w:b/>
          <w:bCs/>
          <w:snapToGrid w:val="0"/>
          <w:color w:val="000000"/>
          <w:sz w:val="28"/>
          <w:szCs w:val="24"/>
        </w:rPr>
        <w:t>Городской Совет депутатов</w:t>
      </w:r>
    </w:p>
    <w:p w:rsidR="00506638" w:rsidRPr="009D254F" w:rsidRDefault="00506638" w:rsidP="001F01C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napToGrid w:val="0"/>
          <w:color w:val="000000"/>
          <w:sz w:val="28"/>
          <w:szCs w:val="24"/>
        </w:rPr>
      </w:pPr>
      <w:r w:rsidRPr="009D254F">
        <w:rPr>
          <w:rFonts w:ascii="Times New Roman" w:hAnsi="Times New Roman"/>
          <w:b/>
          <w:bCs/>
          <w:snapToGrid w:val="0"/>
          <w:color w:val="000000"/>
          <w:sz w:val="28"/>
          <w:szCs w:val="24"/>
        </w:rPr>
        <w:t>муниципального образования город Новотроицк</w:t>
      </w:r>
    </w:p>
    <w:p w:rsidR="00506638" w:rsidRPr="009D254F" w:rsidRDefault="00506638" w:rsidP="001F01CD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color w:val="000000"/>
          <w:sz w:val="28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6" type="#_x0000_t202" style="position:absolute;left:0;text-align:left;margin-left:387pt;margin-top:-108pt;width:108pt;height:36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" stroked="f">
            <v:textbox style="mso-next-textbox:#Text Box 7">
              <w:txbxContent>
                <w:p w:rsidR="00506638" w:rsidRPr="006F00DB" w:rsidRDefault="00506638" w:rsidP="001F01C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9D254F">
        <w:rPr>
          <w:rFonts w:ascii="Times New Roman" w:hAnsi="Times New Roman"/>
          <w:b/>
          <w:bCs/>
          <w:color w:val="000000"/>
          <w:sz w:val="28"/>
          <w:szCs w:val="24"/>
        </w:rPr>
        <w:t>Оренбургской области</w:t>
      </w:r>
    </w:p>
    <w:p w:rsidR="00506638" w:rsidRPr="009D254F" w:rsidRDefault="00506638" w:rsidP="001F01CD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color w:val="000000"/>
          <w:sz w:val="28"/>
          <w:szCs w:val="24"/>
        </w:rPr>
      </w:pPr>
      <w:r w:rsidRPr="009D254F">
        <w:rPr>
          <w:rFonts w:ascii="Times New Roman" w:hAnsi="Times New Roman"/>
          <w:b/>
          <w:bCs/>
          <w:color w:val="000000"/>
          <w:sz w:val="28"/>
          <w:szCs w:val="24"/>
        </w:rPr>
        <w:t>пятого созыва</w:t>
      </w:r>
    </w:p>
    <w:p w:rsidR="00506638" w:rsidRPr="009D254F" w:rsidRDefault="00506638" w:rsidP="001F01CD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32"/>
          <w:szCs w:val="24"/>
        </w:rPr>
      </w:pPr>
      <w:r w:rsidRPr="009D254F">
        <w:rPr>
          <w:rFonts w:ascii="Times New Roman" w:hAnsi="Times New Roman"/>
          <w:b/>
          <w:bCs/>
          <w:color w:val="000000"/>
          <w:sz w:val="32"/>
          <w:szCs w:val="24"/>
        </w:rPr>
        <w:t>РЕШЕНИЕ</w:t>
      </w:r>
    </w:p>
    <w:p w:rsidR="00506638" w:rsidRPr="009D254F" w:rsidRDefault="00506638" w:rsidP="001F01CD">
      <w:pPr>
        <w:spacing w:after="0" w:line="240" w:lineRule="auto"/>
        <w:jc w:val="center"/>
        <w:rPr>
          <w:rFonts w:ascii="Times New Roman" w:hAnsi="Times New Roman"/>
          <w:color w:val="000000"/>
          <w:sz w:val="16"/>
          <w:szCs w:val="24"/>
        </w:rPr>
      </w:pPr>
    </w:p>
    <w:p w:rsidR="00506638" w:rsidRPr="009D254F" w:rsidRDefault="00506638" w:rsidP="001F01CD">
      <w:pPr>
        <w:spacing w:after="0" w:line="240" w:lineRule="auto"/>
        <w:rPr>
          <w:rFonts w:ascii="Times New Roman" w:hAnsi="Times New Roman"/>
          <w:b/>
          <w:bCs/>
          <w:color w:val="000000"/>
          <w:sz w:val="12"/>
          <w:szCs w:val="24"/>
        </w:rPr>
      </w:pPr>
      <w:r>
        <w:rPr>
          <w:noProof/>
        </w:rPr>
        <w:pict>
          <v:line id="Line 6" o:spid="_x0000_s1027" style="position:absolute;z-index:251657216;visibility:visible" from="0,-.4pt" to="459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8AjEQ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" strokeweight="1.5pt"/>
        </w:pict>
      </w:r>
    </w:p>
    <w:p w:rsidR="00506638" w:rsidRPr="00F75DBD" w:rsidRDefault="00506638" w:rsidP="00F75DB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F75DBD">
        <w:rPr>
          <w:rFonts w:ascii="Times New Roman" w:hAnsi="Times New Roman"/>
          <w:b/>
          <w:bCs/>
          <w:sz w:val="28"/>
          <w:szCs w:val="28"/>
        </w:rPr>
        <w:t xml:space="preserve">Принято на пятьдесят втором заседании </w:t>
      </w:r>
    </w:p>
    <w:p w:rsidR="00506638" w:rsidRPr="00F75DBD" w:rsidRDefault="00506638" w:rsidP="00F75DB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75DBD">
        <w:rPr>
          <w:rFonts w:ascii="Times New Roman" w:hAnsi="Times New Roman"/>
          <w:b/>
          <w:bCs/>
          <w:sz w:val="28"/>
          <w:szCs w:val="28"/>
        </w:rPr>
        <w:t xml:space="preserve">городского Совета депутатов </w:t>
      </w:r>
      <w:r w:rsidRPr="00F75DBD">
        <w:rPr>
          <w:rFonts w:ascii="Times New Roman" w:hAnsi="Times New Roman"/>
          <w:b/>
          <w:bCs/>
          <w:sz w:val="28"/>
          <w:szCs w:val="28"/>
        </w:rPr>
        <w:tab/>
      </w:r>
      <w:r w:rsidRPr="00F75DBD">
        <w:rPr>
          <w:rFonts w:ascii="Times New Roman" w:hAnsi="Times New Roman"/>
          <w:b/>
          <w:bCs/>
          <w:sz w:val="28"/>
          <w:szCs w:val="28"/>
        </w:rPr>
        <w:tab/>
      </w:r>
      <w:r w:rsidRPr="00F75DBD">
        <w:rPr>
          <w:rFonts w:ascii="Times New Roman" w:hAnsi="Times New Roman"/>
          <w:b/>
          <w:bCs/>
          <w:sz w:val="28"/>
          <w:szCs w:val="28"/>
        </w:rPr>
        <w:tab/>
        <w:t xml:space="preserve">                 30 апреля 2019 года</w:t>
      </w:r>
    </w:p>
    <w:p w:rsidR="00506638" w:rsidRPr="00F75DBD" w:rsidRDefault="00506638" w:rsidP="00F75D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6638" w:rsidRPr="00F75DBD" w:rsidRDefault="00506638" w:rsidP="00F75DB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506638" w:rsidRPr="00F75DBD" w:rsidRDefault="00506638" w:rsidP="00F75DB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06638" w:rsidRPr="002523BC" w:rsidRDefault="00506638" w:rsidP="00F75D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23BC">
        <w:rPr>
          <w:rFonts w:ascii="Times New Roman" w:hAnsi="Times New Roman"/>
          <w:b/>
          <w:color w:val="000000"/>
          <w:spacing w:val="-5"/>
          <w:sz w:val="28"/>
          <w:szCs w:val="28"/>
          <w:u w:val="single"/>
        </w:rPr>
        <w:t>30 апреля 2019 года № 589</w:t>
      </w:r>
      <w:r w:rsidRPr="002523BC">
        <w:rPr>
          <w:rFonts w:ascii="Times New Roman" w:hAnsi="Times New Roman"/>
          <w:bCs/>
          <w:sz w:val="28"/>
          <w:szCs w:val="28"/>
        </w:rPr>
        <w:t xml:space="preserve"> </w:t>
      </w:r>
    </w:p>
    <w:p w:rsidR="00506638" w:rsidRPr="00F75DBD" w:rsidRDefault="00506638" w:rsidP="00F75DBD">
      <w:pPr>
        <w:spacing w:after="0" w:line="240" w:lineRule="auto"/>
        <w:jc w:val="both"/>
        <w:rPr>
          <w:rFonts w:ascii="Times New Roman" w:hAnsi="Times New Roman"/>
          <w:bCs/>
          <w:sz w:val="12"/>
          <w:szCs w:val="12"/>
        </w:rPr>
      </w:pPr>
    </w:p>
    <w:p w:rsidR="00506638" w:rsidRPr="00F75DBD" w:rsidRDefault="00506638" w:rsidP="00F75DBD">
      <w:pPr>
        <w:spacing w:after="0" w:line="240" w:lineRule="auto"/>
        <w:ind w:right="413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75DBD">
        <w:rPr>
          <w:rFonts w:ascii="Times New Roman" w:hAnsi="Times New Roman"/>
          <w:sz w:val="28"/>
          <w:szCs w:val="28"/>
        </w:rPr>
        <w:t xml:space="preserve">О внесении изменения в решение городского Совета депутатов от 27 января 2015 года № 636 «Об утверждении Положения «Об управлении образования </w:t>
      </w:r>
      <w:r w:rsidRPr="00F75DBD">
        <w:rPr>
          <w:rFonts w:ascii="Times New Roman" w:hAnsi="Times New Roman"/>
          <w:spacing w:val="-10"/>
          <w:sz w:val="28"/>
          <w:szCs w:val="28"/>
        </w:rPr>
        <w:t>администрации муниципального образования</w:t>
      </w:r>
      <w:r w:rsidRPr="00F75DBD">
        <w:rPr>
          <w:rFonts w:ascii="Times New Roman" w:hAnsi="Times New Roman"/>
          <w:sz w:val="28"/>
          <w:szCs w:val="28"/>
        </w:rPr>
        <w:t xml:space="preserve"> город Новотроицк»</w:t>
      </w:r>
    </w:p>
    <w:p w:rsidR="00506638" w:rsidRPr="00F75DBD" w:rsidRDefault="00506638" w:rsidP="00F75DBD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6638" w:rsidRDefault="00506638" w:rsidP="001F01CD">
      <w:pPr>
        <w:tabs>
          <w:tab w:val="left" w:pos="3780"/>
        </w:tabs>
        <w:spacing w:after="0" w:line="240" w:lineRule="auto"/>
        <w:ind w:right="483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6638" w:rsidRDefault="00506638" w:rsidP="001F01CD">
      <w:pPr>
        <w:tabs>
          <w:tab w:val="left" w:pos="3780"/>
        </w:tabs>
        <w:spacing w:after="0" w:line="240" w:lineRule="auto"/>
        <w:ind w:right="483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6638" w:rsidRPr="00FC4924" w:rsidRDefault="00506638" w:rsidP="001F01CD">
      <w:pPr>
        <w:tabs>
          <w:tab w:val="left" w:pos="3780"/>
        </w:tabs>
        <w:spacing w:after="0" w:line="240" w:lineRule="auto"/>
        <w:ind w:right="483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6638" w:rsidRDefault="00506638" w:rsidP="0030718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Pr="00944514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ым</w:t>
      </w:r>
      <w:r w:rsidRPr="00944514">
        <w:rPr>
          <w:rFonts w:ascii="Times New Roman" w:hAnsi="Times New Roman"/>
          <w:sz w:val="28"/>
          <w:szCs w:val="28"/>
        </w:rPr>
        <w:t xml:space="preserve"> </w:t>
      </w:r>
      <w:hyperlink r:id="rId6" w:history="1">
        <w:r w:rsidRPr="00944514">
          <w:rPr>
            <w:rFonts w:ascii="Times New Roman" w:hAnsi="Times New Roman"/>
            <w:sz w:val="28"/>
            <w:szCs w:val="28"/>
          </w:rPr>
          <w:t>законом</w:t>
        </w:r>
      </w:hyperlink>
      <w:r w:rsidRPr="00944514">
        <w:rPr>
          <w:rFonts w:ascii="Times New Roman" w:hAnsi="Times New Roman"/>
          <w:sz w:val="28"/>
          <w:szCs w:val="28"/>
        </w:rPr>
        <w:t xml:space="preserve"> от 29 декабря 2012 года </w:t>
      </w:r>
      <w:r>
        <w:rPr>
          <w:rFonts w:ascii="Times New Roman" w:hAnsi="Times New Roman"/>
          <w:sz w:val="28"/>
          <w:szCs w:val="28"/>
        </w:rPr>
        <w:t xml:space="preserve">         №</w:t>
      </w:r>
      <w:r w:rsidRPr="00944514">
        <w:rPr>
          <w:rFonts w:ascii="Times New Roman" w:hAnsi="Times New Roman"/>
          <w:sz w:val="28"/>
          <w:szCs w:val="28"/>
        </w:rPr>
        <w:t xml:space="preserve"> 273-ФЗ </w:t>
      </w:r>
      <w:r>
        <w:rPr>
          <w:rFonts w:ascii="Times New Roman" w:hAnsi="Times New Roman"/>
          <w:sz w:val="28"/>
          <w:szCs w:val="28"/>
        </w:rPr>
        <w:t>«</w:t>
      </w:r>
      <w:r w:rsidRPr="00944514">
        <w:rPr>
          <w:rFonts w:ascii="Times New Roman" w:hAnsi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944514">
        <w:rPr>
          <w:rFonts w:ascii="Times New Roman" w:hAnsi="Times New Roman"/>
          <w:sz w:val="28"/>
          <w:szCs w:val="28"/>
        </w:rPr>
        <w:t>,</w:t>
      </w:r>
      <w:r>
        <w:t xml:space="preserve"> </w:t>
      </w:r>
      <w:r w:rsidRPr="0030718E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7" w:history="1">
        <w:r w:rsidRPr="0030718E">
          <w:rPr>
            <w:rFonts w:ascii="Times New Roman" w:hAnsi="Times New Roman"/>
            <w:sz w:val="28"/>
            <w:szCs w:val="28"/>
          </w:rPr>
          <w:t>статьей 23</w:t>
        </w:r>
      </w:hyperlink>
      <w:r w:rsidRPr="0030718E">
        <w:rPr>
          <w:rFonts w:ascii="Times New Roman" w:hAnsi="Times New Roman"/>
          <w:sz w:val="28"/>
          <w:szCs w:val="28"/>
        </w:rPr>
        <w:t xml:space="preserve"> Устава муниципального образования город Новотроицк Оренбургской области, городской Совет депутатов</w:t>
      </w:r>
      <w:r>
        <w:rPr>
          <w:rFonts w:ascii="Times New Roman" w:hAnsi="Times New Roman"/>
          <w:sz w:val="28"/>
          <w:szCs w:val="28"/>
        </w:rPr>
        <w:t xml:space="preserve"> РЕШИЛ:</w:t>
      </w:r>
    </w:p>
    <w:p w:rsidR="00506638" w:rsidRDefault="00506638" w:rsidP="0030718E">
      <w:pPr>
        <w:pStyle w:val="30"/>
        <w:shd w:val="clear" w:color="auto" w:fill="auto"/>
        <w:ind w:firstLine="709"/>
        <w:rPr>
          <w:sz w:val="28"/>
          <w:szCs w:val="28"/>
        </w:rPr>
      </w:pPr>
      <w:r w:rsidRPr="0030718E">
        <w:rPr>
          <w:sz w:val="28"/>
          <w:szCs w:val="28"/>
        </w:rPr>
        <w:t xml:space="preserve">1. Внести в </w:t>
      </w:r>
      <w:hyperlink r:id="rId8" w:history="1">
        <w:r w:rsidRPr="0030718E">
          <w:rPr>
            <w:sz w:val="28"/>
            <w:szCs w:val="28"/>
          </w:rPr>
          <w:t>решение</w:t>
        </w:r>
      </w:hyperlink>
      <w:r w:rsidRPr="0030718E">
        <w:rPr>
          <w:sz w:val="28"/>
          <w:szCs w:val="28"/>
        </w:rPr>
        <w:t xml:space="preserve"> городского Совета депутатов от 27 января </w:t>
      </w:r>
      <w:r>
        <w:rPr>
          <w:sz w:val="28"/>
          <w:szCs w:val="28"/>
        </w:rPr>
        <w:t xml:space="preserve">              </w:t>
      </w:r>
      <w:r w:rsidRPr="0030718E">
        <w:rPr>
          <w:sz w:val="28"/>
          <w:szCs w:val="28"/>
        </w:rPr>
        <w:t xml:space="preserve">2015 года </w:t>
      </w:r>
      <w:r>
        <w:rPr>
          <w:sz w:val="28"/>
          <w:szCs w:val="28"/>
        </w:rPr>
        <w:t>№</w:t>
      </w:r>
      <w:r w:rsidRPr="0030718E">
        <w:rPr>
          <w:sz w:val="28"/>
          <w:szCs w:val="28"/>
        </w:rPr>
        <w:t xml:space="preserve"> 636 </w:t>
      </w:r>
      <w:r>
        <w:rPr>
          <w:sz w:val="28"/>
          <w:szCs w:val="28"/>
        </w:rPr>
        <w:t>«Об утверждении Положения «</w:t>
      </w:r>
      <w:r w:rsidRPr="0030718E">
        <w:rPr>
          <w:sz w:val="28"/>
          <w:szCs w:val="28"/>
        </w:rPr>
        <w:t>Об управлении образования администрации муниципального образования город Новотроицк</w:t>
      </w:r>
      <w:r>
        <w:rPr>
          <w:sz w:val="28"/>
          <w:szCs w:val="28"/>
        </w:rPr>
        <w:t>»</w:t>
      </w:r>
      <w:r w:rsidRPr="0030718E">
        <w:rPr>
          <w:sz w:val="28"/>
          <w:szCs w:val="28"/>
        </w:rPr>
        <w:t xml:space="preserve"> (далее - решение) следующ</w:t>
      </w:r>
      <w:r>
        <w:rPr>
          <w:sz w:val="28"/>
          <w:szCs w:val="28"/>
        </w:rPr>
        <w:t>е</w:t>
      </w:r>
      <w:r w:rsidRPr="0030718E">
        <w:rPr>
          <w:sz w:val="28"/>
          <w:szCs w:val="28"/>
        </w:rPr>
        <w:t>е изменени</w:t>
      </w:r>
      <w:r>
        <w:rPr>
          <w:sz w:val="28"/>
          <w:szCs w:val="28"/>
        </w:rPr>
        <w:t>е</w:t>
      </w:r>
      <w:r w:rsidRPr="0030718E">
        <w:rPr>
          <w:sz w:val="28"/>
          <w:szCs w:val="28"/>
        </w:rPr>
        <w:t xml:space="preserve">, дополнив </w:t>
      </w:r>
      <w:r>
        <w:rPr>
          <w:sz w:val="28"/>
          <w:szCs w:val="28"/>
        </w:rPr>
        <w:t xml:space="preserve">часть 6 главы 3 </w:t>
      </w:r>
      <w:hyperlink r:id="rId9" w:history="1">
        <w:r w:rsidRPr="0030718E">
          <w:rPr>
            <w:sz w:val="28"/>
            <w:szCs w:val="28"/>
          </w:rPr>
          <w:t>приложения</w:t>
        </w:r>
      </w:hyperlink>
      <w:r w:rsidRPr="0030718E">
        <w:rPr>
          <w:sz w:val="28"/>
          <w:szCs w:val="28"/>
        </w:rPr>
        <w:t xml:space="preserve"> к решению</w:t>
      </w:r>
      <w:r>
        <w:rPr>
          <w:sz w:val="28"/>
          <w:szCs w:val="28"/>
        </w:rPr>
        <w:t xml:space="preserve"> пунктом 7 следующего содержания</w:t>
      </w:r>
      <w:r w:rsidRPr="0030718E">
        <w:rPr>
          <w:sz w:val="28"/>
          <w:szCs w:val="28"/>
        </w:rPr>
        <w:t>:</w:t>
      </w:r>
    </w:p>
    <w:p w:rsidR="00506638" w:rsidRPr="0038298E" w:rsidRDefault="00506638" w:rsidP="0038298E">
      <w:pPr>
        <w:pStyle w:val="30"/>
        <w:shd w:val="clear" w:color="auto" w:fill="auto"/>
        <w:ind w:firstLine="709"/>
        <w:rPr>
          <w:sz w:val="28"/>
          <w:szCs w:val="28"/>
        </w:rPr>
      </w:pPr>
      <w:r>
        <w:rPr>
          <w:sz w:val="28"/>
          <w:szCs w:val="28"/>
        </w:rPr>
        <w:t>«7) д</w:t>
      </w:r>
      <w:r w:rsidRPr="0038298E">
        <w:rPr>
          <w:sz w:val="28"/>
          <w:szCs w:val="28"/>
        </w:rPr>
        <w:t>ает разрешение на основании заявления родителей (законных представителей) на прием детей в муниципальную образовательную организацию на обучение по образовательным программам начального общего образования ранее возраста шести лет шести месяцев или позднее возраста восьми лет</w:t>
      </w:r>
      <w:r>
        <w:rPr>
          <w:sz w:val="28"/>
          <w:szCs w:val="28"/>
        </w:rPr>
        <w:t>.».</w:t>
      </w:r>
      <w:r w:rsidRPr="0038298E">
        <w:rPr>
          <w:sz w:val="28"/>
          <w:szCs w:val="28"/>
        </w:rPr>
        <w:t xml:space="preserve"> </w:t>
      </w:r>
    </w:p>
    <w:p w:rsidR="00506638" w:rsidRPr="0021742A" w:rsidRDefault="00506638" w:rsidP="0021742A">
      <w:pPr>
        <w:pStyle w:val="30"/>
        <w:keepNext/>
        <w:keepLines/>
        <w:shd w:val="clear" w:color="auto" w:fill="auto"/>
        <w:spacing w:line="326" w:lineRule="exac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C4924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настояще</w:t>
      </w:r>
      <w:r w:rsidRPr="00FC4924">
        <w:rPr>
          <w:sz w:val="28"/>
          <w:szCs w:val="28"/>
        </w:rPr>
        <w:t>го решения возложить на заместителя главы муниципального образования город Новотроицк по социальным вопросам Рузанову Т.А.</w:t>
      </w:r>
      <w:r>
        <w:rPr>
          <w:sz w:val="28"/>
          <w:szCs w:val="28"/>
        </w:rPr>
        <w:t xml:space="preserve">, </w:t>
      </w:r>
      <w:r w:rsidRPr="0021742A">
        <w:rPr>
          <w:sz w:val="28"/>
          <w:szCs w:val="28"/>
        </w:rPr>
        <w:t>на постоянную комиссию городского Совета депутатов по социальной политике (Котова Л.А.) и постоянную комиссию городского Совета депутатов по мандатам, регламенту, депутатской этике, связи со средствами массовой информации, по вопросам законности и местному самоуправлению (Меньшиков Д.А.).</w:t>
      </w:r>
    </w:p>
    <w:p w:rsidR="00506638" w:rsidRDefault="00506638" w:rsidP="009C2AF5">
      <w:pPr>
        <w:pStyle w:val="30"/>
        <w:shd w:val="clear" w:color="auto" w:fill="auto"/>
        <w:spacing w:line="326" w:lineRule="exac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C4924">
        <w:rPr>
          <w:sz w:val="28"/>
          <w:szCs w:val="28"/>
        </w:rPr>
        <w:t>Решение вступает в силу со дня его подписания.</w:t>
      </w:r>
    </w:p>
    <w:p w:rsidR="00506638" w:rsidRDefault="00506638" w:rsidP="0021742A">
      <w:pPr>
        <w:pStyle w:val="BodyText2"/>
        <w:ind w:firstLine="708"/>
        <w:rPr>
          <w:color w:val="000000"/>
          <w:szCs w:val="28"/>
        </w:rPr>
      </w:pPr>
    </w:p>
    <w:p w:rsidR="00506638" w:rsidRPr="009D254F" w:rsidRDefault="00506638" w:rsidP="0021742A">
      <w:pPr>
        <w:pStyle w:val="BodyText2"/>
        <w:ind w:firstLine="708"/>
        <w:rPr>
          <w:color w:val="000000"/>
          <w:szCs w:val="28"/>
        </w:rPr>
      </w:pPr>
    </w:p>
    <w:p w:rsidR="00506638" w:rsidRPr="009D254F" w:rsidRDefault="00506638" w:rsidP="0021742A">
      <w:pPr>
        <w:pStyle w:val="BodyText2"/>
        <w:ind w:firstLine="708"/>
        <w:rPr>
          <w:color w:val="000000"/>
          <w:szCs w:val="28"/>
        </w:rPr>
      </w:pPr>
    </w:p>
    <w:tbl>
      <w:tblPr>
        <w:tblW w:w="0" w:type="auto"/>
        <w:tblLook w:val="00A0"/>
      </w:tblPr>
      <w:tblGrid>
        <w:gridCol w:w="4927"/>
        <w:gridCol w:w="4643"/>
      </w:tblGrid>
      <w:tr w:rsidR="00506638" w:rsidRPr="00A27A96" w:rsidTr="00F75DBD">
        <w:tc>
          <w:tcPr>
            <w:tcW w:w="4927" w:type="dxa"/>
          </w:tcPr>
          <w:p w:rsidR="00506638" w:rsidRPr="00A27A96" w:rsidRDefault="00506638" w:rsidP="00A27A96">
            <w:pPr>
              <w:pStyle w:val="BodyTextIndent"/>
              <w:ind w:firstLine="0"/>
              <w:jc w:val="left"/>
              <w:rPr>
                <w:color w:val="000000"/>
              </w:rPr>
            </w:pPr>
            <w:r w:rsidRPr="00A27A96">
              <w:rPr>
                <w:color w:val="000000"/>
              </w:rPr>
              <w:t>Глава муниципального образования город Новотроицк</w:t>
            </w:r>
          </w:p>
          <w:p w:rsidR="00506638" w:rsidRPr="00A27A96" w:rsidRDefault="00506638" w:rsidP="00A27A96">
            <w:pPr>
              <w:pStyle w:val="BodyTextIndent"/>
              <w:ind w:firstLine="0"/>
              <w:rPr>
                <w:color w:val="000000"/>
              </w:rPr>
            </w:pPr>
          </w:p>
          <w:p w:rsidR="00506638" w:rsidRPr="00A27A96" w:rsidRDefault="00506638" w:rsidP="00A27A96">
            <w:pPr>
              <w:pStyle w:val="BodyTextIndent"/>
              <w:ind w:firstLine="0"/>
              <w:rPr>
                <w:color w:val="000000"/>
              </w:rPr>
            </w:pPr>
          </w:p>
          <w:p w:rsidR="00506638" w:rsidRPr="00A27A96" w:rsidRDefault="00506638" w:rsidP="00A27A96">
            <w:pPr>
              <w:pStyle w:val="BodyTextIndent"/>
              <w:ind w:firstLine="0"/>
              <w:rPr>
                <w:color w:val="000000"/>
              </w:rPr>
            </w:pPr>
            <w:r w:rsidRPr="00A27A96">
              <w:rPr>
                <w:color w:val="000000"/>
              </w:rPr>
              <w:t xml:space="preserve">                                   </w:t>
            </w:r>
            <w:r>
              <w:rPr>
                <w:color w:val="000000"/>
              </w:rPr>
              <w:t xml:space="preserve">    </w:t>
            </w:r>
            <w:r w:rsidRPr="00A27A96">
              <w:rPr>
                <w:color w:val="000000"/>
              </w:rPr>
              <w:t>Д.В.Буфетов</w:t>
            </w:r>
          </w:p>
        </w:tc>
        <w:tc>
          <w:tcPr>
            <w:tcW w:w="4643" w:type="dxa"/>
          </w:tcPr>
          <w:p w:rsidR="00506638" w:rsidRPr="00A27A96" w:rsidRDefault="00506638" w:rsidP="00A27A96">
            <w:pPr>
              <w:pStyle w:val="BodyTextIndent"/>
              <w:ind w:firstLine="0"/>
              <w:rPr>
                <w:color w:val="000000"/>
              </w:rPr>
            </w:pPr>
            <w:r w:rsidRPr="00A27A96">
              <w:rPr>
                <w:color w:val="000000"/>
              </w:rPr>
              <w:t>Председатель городского Совета</w:t>
            </w:r>
          </w:p>
          <w:p w:rsidR="00506638" w:rsidRPr="00A27A96" w:rsidRDefault="00506638" w:rsidP="00A27A96">
            <w:pPr>
              <w:pStyle w:val="BodyTextIndent"/>
              <w:ind w:firstLine="0"/>
              <w:rPr>
                <w:color w:val="000000"/>
              </w:rPr>
            </w:pPr>
            <w:r w:rsidRPr="00A27A96">
              <w:rPr>
                <w:color w:val="000000"/>
              </w:rPr>
              <w:t xml:space="preserve">депутатов муниципального </w:t>
            </w:r>
          </w:p>
          <w:p w:rsidR="00506638" w:rsidRPr="00A27A96" w:rsidRDefault="00506638" w:rsidP="00A27A96">
            <w:pPr>
              <w:pStyle w:val="BodyTextIndent"/>
              <w:ind w:firstLine="0"/>
              <w:rPr>
                <w:color w:val="000000"/>
              </w:rPr>
            </w:pPr>
            <w:r w:rsidRPr="00A27A96">
              <w:rPr>
                <w:color w:val="000000"/>
              </w:rPr>
              <w:t>образования город Новотроицк</w:t>
            </w:r>
          </w:p>
          <w:p w:rsidR="00506638" w:rsidRPr="00A27A96" w:rsidRDefault="00506638" w:rsidP="00A27A96">
            <w:pPr>
              <w:pStyle w:val="BodyTextIndent"/>
              <w:ind w:firstLine="0"/>
              <w:rPr>
                <w:color w:val="000000"/>
              </w:rPr>
            </w:pPr>
          </w:p>
          <w:p w:rsidR="00506638" w:rsidRPr="00A27A96" w:rsidRDefault="00506638" w:rsidP="00A27A96">
            <w:pPr>
              <w:pStyle w:val="BodyTextIndent"/>
              <w:ind w:firstLine="0"/>
              <w:rPr>
                <w:color w:val="000000"/>
              </w:rPr>
            </w:pPr>
            <w:r w:rsidRPr="00A27A96">
              <w:rPr>
                <w:color w:val="000000"/>
              </w:rPr>
              <w:t xml:space="preserve">      </w:t>
            </w:r>
            <w:r>
              <w:rPr>
                <w:color w:val="000000"/>
              </w:rPr>
              <w:t xml:space="preserve">                                </w:t>
            </w:r>
            <w:r w:rsidRPr="00A27A96">
              <w:rPr>
                <w:color w:val="000000"/>
              </w:rPr>
              <w:t>А.А.Мезенцев</w:t>
            </w:r>
          </w:p>
        </w:tc>
      </w:tr>
    </w:tbl>
    <w:p w:rsidR="00506638" w:rsidRDefault="00506638" w:rsidP="002523BC">
      <w:pPr>
        <w:spacing w:after="0" w:line="240" w:lineRule="auto"/>
        <w:ind w:left="10800"/>
        <w:jc w:val="both"/>
      </w:pPr>
    </w:p>
    <w:p w:rsidR="00506638" w:rsidRPr="00CD7686" w:rsidRDefault="00506638" w:rsidP="002523BC">
      <w:pPr>
        <w:spacing w:after="0" w:line="240" w:lineRule="auto"/>
        <w:rPr>
          <w:sz w:val="28"/>
          <w:szCs w:val="28"/>
        </w:rPr>
      </w:pPr>
    </w:p>
    <w:p w:rsidR="00506638" w:rsidRDefault="00506638" w:rsidP="002523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6638" w:rsidRPr="002523BC" w:rsidRDefault="00506638" w:rsidP="002523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6638" w:rsidRPr="002523BC" w:rsidRDefault="00506638" w:rsidP="002523B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23BC">
        <w:rPr>
          <w:rFonts w:ascii="Times New Roman" w:hAnsi="Times New Roman"/>
          <w:sz w:val="28"/>
          <w:szCs w:val="28"/>
        </w:rPr>
        <w:t>Верно</w:t>
      </w:r>
    </w:p>
    <w:p w:rsidR="00506638" w:rsidRPr="002523BC" w:rsidRDefault="00506638" w:rsidP="002523BC">
      <w:pPr>
        <w:tabs>
          <w:tab w:val="left" w:pos="316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523BC">
        <w:rPr>
          <w:rFonts w:ascii="Times New Roman" w:hAnsi="Times New Roman"/>
          <w:sz w:val="28"/>
          <w:szCs w:val="28"/>
        </w:rPr>
        <w:t xml:space="preserve">Специалист аппарата </w:t>
      </w:r>
      <w:r w:rsidRPr="002523BC">
        <w:rPr>
          <w:rFonts w:ascii="Times New Roman" w:hAnsi="Times New Roman"/>
          <w:sz w:val="28"/>
          <w:szCs w:val="28"/>
        </w:rPr>
        <w:tab/>
      </w:r>
    </w:p>
    <w:p w:rsidR="00506638" w:rsidRPr="002523BC" w:rsidRDefault="00506638" w:rsidP="002523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23BC">
        <w:rPr>
          <w:rFonts w:ascii="Times New Roman" w:hAnsi="Times New Roman"/>
          <w:sz w:val="28"/>
          <w:szCs w:val="28"/>
        </w:rPr>
        <w:t>городского Совета депутатов                                                        К.Н. Аверкин</w:t>
      </w:r>
    </w:p>
    <w:p w:rsidR="00506638" w:rsidRPr="009D254F" w:rsidRDefault="00506638" w:rsidP="00F75DBD">
      <w:pPr>
        <w:ind w:left="10800"/>
        <w:jc w:val="both"/>
        <w:rPr>
          <w:color w:val="000000"/>
          <w:szCs w:val="28"/>
        </w:rPr>
      </w:pPr>
      <w:r>
        <w:t xml:space="preserve">№ </w:t>
      </w:r>
      <w:r w:rsidRPr="007A7C61">
        <w:t xml:space="preserve">1 к </w:t>
      </w:r>
    </w:p>
    <w:p w:rsidR="00506638" w:rsidRPr="009D254F" w:rsidRDefault="00506638" w:rsidP="00244965">
      <w:pPr>
        <w:pStyle w:val="BodyText2"/>
        <w:ind w:left="4956" w:firstLine="708"/>
        <w:rPr>
          <w:color w:val="000000"/>
          <w:szCs w:val="28"/>
        </w:rPr>
      </w:pPr>
    </w:p>
    <w:sectPr w:rsidR="00506638" w:rsidRPr="009D254F" w:rsidSect="00F75DBD">
      <w:pgSz w:w="11906" w:h="16838"/>
      <w:pgMar w:top="1079" w:right="851" w:bottom="233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4C77F2"/>
    <w:multiLevelType w:val="multilevel"/>
    <w:tmpl w:val="AB685FA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">
    <w:nsid w:val="6CA55373"/>
    <w:multiLevelType w:val="multilevel"/>
    <w:tmpl w:val="57C4816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01CD"/>
    <w:rsid w:val="00011E9F"/>
    <w:rsid w:val="000164F1"/>
    <w:rsid w:val="00043BB8"/>
    <w:rsid w:val="00051C55"/>
    <w:rsid w:val="00055AE6"/>
    <w:rsid w:val="00071EB9"/>
    <w:rsid w:val="00073DA8"/>
    <w:rsid w:val="000838FD"/>
    <w:rsid w:val="00086AE8"/>
    <w:rsid w:val="000967B4"/>
    <w:rsid w:val="000B041F"/>
    <w:rsid w:val="000B46BD"/>
    <w:rsid w:val="000C2259"/>
    <w:rsid w:val="000C4B3A"/>
    <w:rsid w:val="000F5A58"/>
    <w:rsid w:val="00103847"/>
    <w:rsid w:val="00104427"/>
    <w:rsid w:val="001109D8"/>
    <w:rsid w:val="001277FD"/>
    <w:rsid w:val="00146149"/>
    <w:rsid w:val="00167F59"/>
    <w:rsid w:val="001730E2"/>
    <w:rsid w:val="001858BC"/>
    <w:rsid w:val="00192874"/>
    <w:rsid w:val="00197DFB"/>
    <w:rsid w:val="001A38DB"/>
    <w:rsid w:val="001A6620"/>
    <w:rsid w:val="001B0601"/>
    <w:rsid w:val="001C4A3F"/>
    <w:rsid w:val="001C5399"/>
    <w:rsid w:val="001C671D"/>
    <w:rsid w:val="001E289B"/>
    <w:rsid w:val="001F01CD"/>
    <w:rsid w:val="001F04F9"/>
    <w:rsid w:val="001F50C3"/>
    <w:rsid w:val="00211B9F"/>
    <w:rsid w:val="0021742A"/>
    <w:rsid w:val="00223E16"/>
    <w:rsid w:val="00227638"/>
    <w:rsid w:val="00230D50"/>
    <w:rsid w:val="002369D4"/>
    <w:rsid w:val="00244965"/>
    <w:rsid w:val="002523BC"/>
    <w:rsid w:val="002664A1"/>
    <w:rsid w:val="0028391C"/>
    <w:rsid w:val="00287123"/>
    <w:rsid w:val="002903CB"/>
    <w:rsid w:val="00296E96"/>
    <w:rsid w:val="002A17E0"/>
    <w:rsid w:val="002A33D9"/>
    <w:rsid w:val="002A532F"/>
    <w:rsid w:val="002D0DCB"/>
    <w:rsid w:val="002D1455"/>
    <w:rsid w:val="002E2CD3"/>
    <w:rsid w:val="002E325A"/>
    <w:rsid w:val="002E67C9"/>
    <w:rsid w:val="002F0A8C"/>
    <w:rsid w:val="00303B33"/>
    <w:rsid w:val="0030718E"/>
    <w:rsid w:val="00324E53"/>
    <w:rsid w:val="003265CB"/>
    <w:rsid w:val="00331759"/>
    <w:rsid w:val="0038298E"/>
    <w:rsid w:val="00393158"/>
    <w:rsid w:val="003E37CD"/>
    <w:rsid w:val="003F4C5B"/>
    <w:rsid w:val="00407C81"/>
    <w:rsid w:val="00412E66"/>
    <w:rsid w:val="00414EBE"/>
    <w:rsid w:val="0044383E"/>
    <w:rsid w:val="00443D7D"/>
    <w:rsid w:val="004541D5"/>
    <w:rsid w:val="004602F6"/>
    <w:rsid w:val="004855AA"/>
    <w:rsid w:val="00497A18"/>
    <w:rsid w:val="004A1757"/>
    <w:rsid w:val="004A4501"/>
    <w:rsid w:val="004A6CD4"/>
    <w:rsid w:val="004C3B84"/>
    <w:rsid w:val="004C66BC"/>
    <w:rsid w:val="004D685F"/>
    <w:rsid w:val="004F1FF1"/>
    <w:rsid w:val="004F66FB"/>
    <w:rsid w:val="00506638"/>
    <w:rsid w:val="00510C25"/>
    <w:rsid w:val="00514B4C"/>
    <w:rsid w:val="00541654"/>
    <w:rsid w:val="0058128B"/>
    <w:rsid w:val="00584469"/>
    <w:rsid w:val="005873A6"/>
    <w:rsid w:val="005A379E"/>
    <w:rsid w:val="005B5DA1"/>
    <w:rsid w:val="005C03E4"/>
    <w:rsid w:val="005D328C"/>
    <w:rsid w:val="005D44F6"/>
    <w:rsid w:val="005F05D4"/>
    <w:rsid w:val="005F4E82"/>
    <w:rsid w:val="005F7710"/>
    <w:rsid w:val="00613838"/>
    <w:rsid w:val="00625085"/>
    <w:rsid w:val="0064261C"/>
    <w:rsid w:val="006431AF"/>
    <w:rsid w:val="00644096"/>
    <w:rsid w:val="00647E37"/>
    <w:rsid w:val="00651660"/>
    <w:rsid w:val="00652C85"/>
    <w:rsid w:val="00657862"/>
    <w:rsid w:val="00660B55"/>
    <w:rsid w:val="00663DFC"/>
    <w:rsid w:val="006722B6"/>
    <w:rsid w:val="00687A09"/>
    <w:rsid w:val="00694A6A"/>
    <w:rsid w:val="006B7F02"/>
    <w:rsid w:val="006D283E"/>
    <w:rsid w:val="006D41F3"/>
    <w:rsid w:val="006E43ED"/>
    <w:rsid w:val="006F00DB"/>
    <w:rsid w:val="006F296D"/>
    <w:rsid w:val="006F56D6"/>
    <w:rsid w:val="00716B20"/>
    <w:rsid w:val="00722E6D"/>
    <w:rsid w:val="0072723C"/>
    <w:rsid w:val="00730C97"/>
    <w:rsid w:val="007344A7"/>
    <w:rsid w:val="00762627"/>
    <w:rsid w:val="00762644"/>
    <w:rsid w:val="00774F09"/>
    <w:rsid w:val="00782310"/>
    <w:rsid w:val="007A06A2"/>
    <w:rsid w:val="007A2E12"/>
    <w:rsid w:val="007A356D"/>
    <w:rsid w:val="007A7C61"/>
    <w:rsid w:val="007B03E0"/>
    <w:rsid w:val="007C24E8"/>
    <w:rsid w:val="007E65ED"/>
    <w:rsid w:val="00803290"/>
    <w:rsid w:val="008272D5"/>
    <w:rsid w:val="00853685"/>
    <w:rsid w:val="0087571E"/>
    <w:rsid w:val="00880416"/>
    <w:rsid w:val="008849F6"/>
    <w:rsid w:val="008853F9"/>
    <w:rsid w:val="00887577"/>
    <w:rsid w:val="008938BE"/>
    <w:rsid w:val="008A5268"/>
    <w:rsid w:val="008A6BB0"/>
    <w:rsid w:val="008B3C41"/>
    <w:rsid w:val="008C0D9D"/>
    <w:rsid w:val="008D7B8E"/>
    <w:rsid w:val="008E5EFE"/>
    <w:rsid w:val="008F7F43"/>
    <w:rsid w:val="0090395D"/>
    <w:rsid w:val="00912C6C"/>
    <w:rsid w:val="00917369"/>
    <w:rsid w:val="009319C9"/>
    <w:rsid w:val="00934138"/>
    <w:rsid w:val="009341D8"/>
    <w:rsid w:val="00941DDA"/>
    <w:rsid w:val="009426A1"/>
    <w:rsid w:val="00944514"/>
    <w:rsid w:val="00946605"/>
    <w:rsid w:val="009554AF"/>
    <w:rsid w:val="00966C37"/>
    <w:rsid w:val="00976D6B"/>
    <w:rsid w:val="00990CB2"/>
    <w:rsid w:val="00995EE1"/>
    <w:rsid w:val="00997866"/>
    <w:rsid w:val="009A23A2"/>
    <w:rsid w:val="009A4A4E"/>
    <w:rsid w:val="009A742B"/>
    <w:rsid w:val="009C2AF5"/>
    <w:rsid w:val="009C565D"/>
    <w:rsid w:val="009D190F"/>
    <w:rsid w:val="009D254F"/>
    <w:rsid w:val="009D36A6"/>
    <w:rsid w:val="009D3C82"/>
    <w:rsid w:val="009D4C5A"/>
    <w:rsid w:val="009E1B9E"/>
    <w:rsid w:val="009E29DB"/>
    <w:rsid w:val="00A05375"/>
    <w:rsid w:val="00A1697D"/>
    <w:rsid w:val="00A27A96"/>
    <w:rsid w:val="00A32E18"/>
    <w:rsid w:val="00A52C1B"/>
    <w:rsid w:val="00A702F9"/>
    <w:rsid w:val="00A77138"/>
    <w:rsid w:val="00A85302"/>
    <w:rsid w:val="00A8679A"/>
    <w:rsid w:val="00A86993"/>
    <w:rsid w:val="00A95A31"/>
    <w:rsid w:val="00AA12F1"/>
    <w:rsid w:val="00AB1C6D"/>
    <w:rsid w:val="00AB3AB6"/>
    <w:rsid w:val="00AB4A0D"/>
    <w:rsid w:val="00AE628C"/>
    <w:rsid w:val="00AF3584"/>
    <w:rsid w:val="00B14F85"/>
    <w:rsid w:val="00B23D81"/>
    <w:rsid w:val="00B24B33"/>
    <w:rsid w:val="00B33018"/>
    <w:rsid w:val="00B40244"/>
    <w:rsid w:val="00B439E0"/>
    <w:rsid w:val="00B54015"/>
    <w:rsid w:val="00B55214"/>
    <w:rsid w:val="00B61F65"/>
    <w:rsid w:val="00B67867"/>
    <w:rsid w:val="00B72E88"/>
    <w:rsid w:val="00B77305"/>
    <w:rsid w:val="00B83CDC"/>
    <w:rsid w:val="00BA3376"/>
    <w:rsid w:val="00BB0C50"/>
    <w:rsid w:val="00BB7B2E"/>
    <w:rsid w:val="00BE2715"/>
    <w:rsid w:val="00BF6D9A"/>
    <w:rsid w:val="00BF6F2B"/>
    <w:rsid w:val="00C14143"/>
    <w:rsid w:val="00C14EA4"/>
    <w:rsid w:val="00C22706"/>
    <w:rsid w:val="00C25CA5"/>
    <w:rsid w:val="00C40756"/>
    <w:rsid w:val="00C451D5"/>
    <w:rsid w:val="00C47E90"/>
    <w:rsid w:val="00C74756"/>
    <w:rsid w:val="00C80306"/>
    <w:rsid w:val="00C80F7D"/>
    <w:rsid w:val="00C83FF4"/>
    <w:rsid w:val="00CA6252"/>
    <w:rsid w:val="00CB13AE"/>
    <w:rsid w:val="00CB4F93"/>
    <w:rsid w:val="00CC2556"/>
    <w:rsid w:val="00CD7686"/>
    <w:rsid w:val="00D02700"/>
    <w:rsid w:val="00D040E7"/>
    <w:rsid w:val="00D25DF6"/>
    <w:rsid w:val="00D328A9"/>
    <w:rsid w:val="00D44482"/>
    <w:rsid w:val="00D707F5"/>
    <w:rsid w:val="00D720CF"/>
    <w:rsid w:val="00D75A40"/>
    <w:rsid w:val="00D831DF"/>
    <w:rsid w:val="00D87E60"/>
    <w:rsid w:val="00D90F9F"/>
    <w:rsid w:val="00DA410A"/>
    <w:rsid w:val="00DB180B"/>
    <w:rsid w:val="00DB2DE9"/>
    <w:rsid w:val="00DC5E75"/>
    <w:rsid w:val="00DE1F66"/>
    <w:rsid w:val="00E01BAF"/>
    <w:rsid w:val="00E055A6"/>
    <w:rsid w:val="00E066B8"/>
    <w:rsid w:val="00E124BC"/>
    <w:rsid w:val="00E14FDA"/>
    <w:rsid w:val="00E20596"/>
    <w:rsid w:val="00E20B17"/>
    <w:rsid w:val="00E324DE"/>
    <w:rsid w:val="00E61A83"/>
    <w:rsid w:val="00E62977"/>
    <w:rsid w:val="00E77566"/>
    <w:rsid w:val="00EA0C5B"/>
    <w:rsid w:val="00EA5ACB"/>
    <w:rsid w:val="00EB5C64"/>
    <w:rsid w:val="00EC7474"/>
    <w:rsid w:val="00ED2895"/>
    <w:rsid w:val="00ED6072"/>
    <w:rsid w:val="00EE762B"/>
    <w:rsid w:val="00F121BE"/>
    <w:rsid w:val="00F33FB8"/>
    <w:rsid w:val="00F346B1"/>
    <w:rsid w:val="00F35AAE"/>
    <w:rsid w:val="00F52FD7"/>
    <w:rsid w:val="00F55B3B"/>
    <w:rsid w:val="00F64173"/>
    <w:rsid w:val="00F7166C"/>
    <w:rsid w:val="00F73407"/>
    <w:rsid w:val="00F75DBD"/>
    <w:rsid w:val="00F82601"/>
    <w:rsid w:val="00F92B10"/>
    <w:rsid w:val="00F947A8"/>
    <w:rsid w:val="00FA7995"/>
    <w:rsid w:val="00FB2BAA"/>
    <w:rsid w:val="00FC4924"/>
    <w:rsid w:val="00FE3921"/>
    <w:rsid w:val="00FF250F"/>
    <w:rsid w:val="00FF4615"/>
    <w:rsid w:val="00FF5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B4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F0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01CD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AB4A0D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B4A0D"/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AB4A0D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AB4A0D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AB4A0D"/>
    <w:pPr>
      <w:spacing w:after="0" w:line="240" w:lineRule="auto"/>
      <w:ind w:firstLine="708"/>
      <w:jc w:val="both"/>
    </w:pPr>
    <w:rPr>
      <w:rFonts w:ascii="Times New Roman" w:hAnsi="Times New Roman"/>
      <w:sz w:val="28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AB4A0D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B4A0D"/>
    <w:pPr>
      <w:ind w:left="720"/>
      <w:contextualSpacing/>
    </w:pPr>
  </w:style>
  <w:style w:type="table" w:styleId="TableGrid">
    <w:name w:val="Table Grid"/>
    <w:basedOn w:val="TableNormal"/>
    <w:uiPriority w:val="99"/>
    <w:rsid w:val="004A175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74F09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E20596"/>
    <w:pPr>
      <w:widowControl w:val="0"/>
      <w:autoSpaceDE w:val="0"/>
      <w:autoSpaceDN w:val="0"/>
    </w:pPr>
    <w:rPr>
      <w:rFonts w:cs="Calibri"/>
      <w:b/>
      <w:szCs w:val="20"/>
    </w:rPr>
  </w:style>
  <w:style w:type="character" w:customStyle="1" w:styleId="12">
    <w:name w:val="Стиль 12 пт курсив"/>
    <w:basedOn w:val="DefaultParagraphFont"/>
    <w:uiPriority w:val="99"/>
    <w:rsid w:val="00244965"/>
    <w:rPr>
      <w:rFonts w:cs="Times New Roman"/>
      <w:i/>
      <w:iCs/>
      <w:sz w:val="24"/>
    </w:rPr>
  </w:style>
  <w:style w:type="character" w:customStyle="1" w:styleId="FontStyle20">
    <w:name w:val="Font Style20"/>
    <w:basedOn w:val="DefaultParagraphFont"/>
    <w:uiPriority w:val="99"/>
    <w:rsid w:val="00B54015"/>
    <w:rPr>
      <w:rFonts w:ascii="Times New Roman" w:hAnsi="Times New Roman" w:cs="Times New Roman"/>
      <w:b/>
      <w:bCs/>
      <w:sz w:val="26"/>
      <w:szCs w:val="26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58128B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58128B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/>
      <w:sz w:val="26"/>
      <w:szCs w:val="26"/>
    </w:rPr>
  </w:style>
  <w:style w:type="character" w:customStyle="1" w:styleId="1">
    <w:name w:val="Заголовок №1_"/>
    <w:basedOn w:val="DefaultParagraphFont"/>
    <w:link w:val="10"/>
    <w:uiPriority w:val="99"/>
    <w:locked/>
    <w:rsid w:val="002A17E0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Normal"/>
    <w:link w:val="1"/>
    <w:uiPriority w:val="99"/>
    <w:rsid w:val="002A17E0"/>
    <w:pPr>
      <w:widowControl w:val="0"/>
      <w:shd w:val="clear" w:color="auto" w:fill="FFFFFF"/>
      <w:spacing w:after="0" w:line="326" w:lineRule="exact"/>
      <w:jc w:val="both"/>
      <w:outlineLvl w:val="0"/>
    </w:pPr>
    <w:rPr>
      <w:rFonts w:ascii="Times New Roman" w:hAnsi="Times New Roman"/>
      <w:sz w:val="26"/>
      <w:szCs w:val="26"/>
    </w:rPr>
  </w:style>
  <w:style w:type="paragraph" w:styleId="BodyText">
    <w:name w:val="Body Text"/>
    <w:basedOn w:val="Normal"/>
    <w:link w:val="BodyTextChar"/>
    <w:uiPriority w:val="99"/>
    <w:semiHidden/>
    <w:rsid w:val="0030718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0718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29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8EC3553AC4CFD5571479EF1251F9246E429FC9643DCD38D74DEECC8742AC3CR5U8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E8EC3553AC4CFD5571479EF1251F9246E429FC96B3CC438D34DEECC8742AC3C5828721A83AF374394D797RBU5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4DBFBC249262B67D2F8CCCB4934D416195EF7DC83CFA827EB042CAFC1C814179E78B8866647DC25E0W8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E8EC3553AC4CFD5571479EF1251F9246E429FC9643DCD38D74DEECC8742AC3C5828721A83AF374394D593RBU9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406</TotalTime>
  <Pages>2</Pages>
  <Words>405</Words>
  <Characters>2311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Пахарь</dc:creator>
  <cp:keywords/>
  <dc:description/>
  <cp:lastModifiedBy>1</cp:lastModifiedBy>
  <cp:revision>70</cp:revision>
  <cp:lastPrinted>2019-03-25T05:28:00Z</cp:lastPrinted>
  <dcterms:created xsi:type="dcterms:W3CDTF">2018-08-29T12:01:00Z</dcterms:created>
  <dcterms:modified xsi:type="dcterms:W3CDTF">2019-04-30T03:51:00Z</dcterms:modified>
</cp:coreProperties>
</file>