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44" w:rsidRPr="000F18DD" w:rsidRDefault="00662D44" w:rsidP="00A81AE8">
      <w:pPr>
        <w:jc w:val="right"/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6pt;margin-top:0;width:90pt;height:45pt;z-index:251658752" stroked="f">
            <v:textbox>
              <w:txbxContent>
                <w:p w:rsidR="00662D44" w:rsidRDefault="00662D44" w:rsidP="00514389">
                  <w:pPr>
                    <w:jc w:val="right"/>
                    <w:rPr>
                      <w:snapToGrid w:val="0"/>
                      <w:sz w:val="28"/>
                      <w:szCs w:val="28"/>
                    </w:rPr>
                  </w:pPr>
                </w:p>
                <w:p w:rsidR="00662D44" w:rsidRDefault="00662D44"/>
              </w:txbxContent>
            </v:textbox>
          </v:shape>
        </w:pict>
      </w:r>
      <w:r>
        <w:rPr>
          <w:noProof/>
        </w:rPr>
        <w:pict>
          <v:shape id="Поле 3" o:spid="_x0000_s1027" type="#_x0000_t202" style="position:absolute;left:0;text-align:left;margin-left:356.55pt;margin-top:12.3pt;width:112.8pt;height:50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662D44" w:rsidRDefault="00662D44" w:rsidP="00176DC3"/>
                <w:p w:rsidR="00662D44" w:rsidRDefault="00662D44" w:rsidP="00176DC3"/>
              </w:txbxContent>
            </v:textbox>
          </v:shape>
        </w:pict>
      </w:r>
    </w:p>
    <w:p w:rsidR="00662D44" w:rsidRPr="00514389" w:rsidRDefault="00662D44" w:rsidP="00176DC3">
      <w:pPr>
        <w:jc w:val="center"/>
        <w:rPr>
          <w:noProof/>
          <w:sz w:val="28"/>
          <w:szCs w:val="28"/>
        </w:rPr>
      </w:pPr>
      <w:r w:rsidRPr="001A007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662D44" w:rsidRPr="00514389" w:rsidRDefault="00662D44" w:rsidP="00176DC3">
      <w:pPr>
        <w:pStyle w:val="Heading1"/>
        <w:jc w:val="center"/>
        <w:rPr>
          <w:sz w:val="28"/>
          <w:szCs w:val="28"/>
        </w:rPr>
      </w:pPr>
      <w:r w:rsidRPr="00514389">
        <w:rPr>
          <w:sz w:val="28"/>
          <w:szCs w:val="28"/>
        </w:rPr>
        <w:t>Городской Совет депутатов</w:t>
      </w:r>
    </w:p>
    <w:p w:rsidR="00662D44" w:rsidRPr="00514389" w:rsidRDefault="00662D44" w:rsidP="00176DC3">
      <w:pPr>
        <w:pStyle w:val="Heading1"/>
        <w:jc w:val="center"/>
        <w:rPr>
          <w:sz w:val="28"/>
          <w:szCs w:val="28"/>
        </w:rPr>
      </w:pPr>
      <w:r w:rsidRPr="00514389">
        <w:rPr>
          <w:sz w:val="28"/>
          <w:szCs w:val="28"/>
        </w:rPr>
        <w:t>муниципального образования город Новотроицк</w:t>
      </w:r>
    </w:p>
    <w:p w:rsidR="00662D44" w:rsidRPr="00514389" w:rsidRDefault="00662D44" w:rsidP="00176DC3">
      <w:pPr>
        <w:pStyle w:val="Heading2"/>
        <w:rPr>
          <w:sz w:val="28"/>
          <w:szCs w:val="28"/>
        </w:rPr>
      </w:pPr>
      <w:r w:rsidRPr="00514389">
        <w:rPr>
          <w:sz w:val="28"/>
          <w:szCs w:val="28"/>
        </w:rPr>
        <w:t>Оренбургской области</w:t>
      </w:r>
    </w:p>
    <w:p w:rsidR="00662D44" w:rsidRPr="00514389" w:rsidRDefault="00662D44" w:rsidP="00176DC3">
      <w:pPr>
        <w:jc w:val="center"/>
        <w:rPr>
          <w:b/>
          <w:bCs/>
          <w:sz w:val="28"/>
          <w:szCs w:val="28"/>
        </w:rPr>
      </w:pPr>
      <w:r w:rsidRPr="00514389">
        <w:rPr>
          <w:b/>
          <w:bCs/>
          <w:sz w:val="28"/>
          <w:szCs w:val="28"/>
        </w:rPr>
        <w:t>пятого созыва</w:t>
      </w:r>
    </w:p>
    <w:p w:rsidR="00662D44" w:rsidRPr="00514389" w:rsidRDefault="00662D44" w:rsidP="00176DC3">
      <w:pPr>
        <w:pStyle w:val="Heading3"/>
        <w:ind w:left="0"/>
        <w:jc w:val="center"/>
        <w:rPr>
          <w:sz w:val="28"/>
          <w:szCs w:val="28"/>
        </w:rPr>
      </w:pPr>
      <w:r w:rsidRPr="00514389">
        <w:rPr>
          <w:sz w:val="28"/>
          <w:szCs w:val="28"/>
        </w:rPr>
        <w:t>РЕШЕНИЕ</w:t>
      </w:r>
    </w:p>
    <w:p w:rsidR="00662D44" w:rsidRDefault="00662D44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8" style="position:absolute;left:0;text-align:left;z-index:251656704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662D44" w:rsidRPr="009F4DE6" w:rsidRDefault="00662D44" w:rsidP="00C338F0">
      <w:pPr>
        <w:shd w:val="clear" w:color="auto" w:fill="FFFFFF"/>
        <w:rPr>
          <w:color w:val="000000"/>
          <w:spacing w:val="-5"/>
          <w:sz w:val="28"/>
          <w:szCs w:val="28"/>
        </w:rPr>
      </w:pPr>
      <w:bookmarkStart w:id="0" w:name="OLE_LINK1"/>
      <w:r w:rsidRPr="009F4DE6">
        <w:rPr>
          <w:b/>
          <w:bCs/>
          <w:sz w:val="28"/>
          <w:szCs w:val="28"/>
        </w:rPr>
        <w:t>Принято на пят</w:t>
      </w:r>
      <w:r>
        <w:rPr>
          <w:b/>
          <w:bCs/>
          <w:sz w:val="28"/>
          <w:szCs w:val="28"/>
        </w:rPr>
        <w:t>ь</w:t>
      </w:r>
      <w:r w:rsidRPr="009F4DE6">
        <w:rPr>
          <w:b/>
          <w:bCs/>
          <w:sz w:val="28"/>
          <w:szCs w:val="28"/>
        </w:rPr>
        <w:t>десят</w:t>
      </w:r>
      <w:r>
        <w:rPr>
          <w:b/>
          <w:bCs/>
          <w:sz w:val="28"/>
          <w:szCs w:val="28"/>
        </w:rPr>
        <w:t xml:space="preserve"> перв</w:t>
      </w:r>
      <w:r w:rsidRPr="009F4DE6">
        <w:rPr>
          <w:b/>
          <w:bCs/>
          <w:sz w:val="28"/>
          <w:szCs w:val="28"/>
        </w:rPr>
        <w:t xml:space="preserve">ом заседании </w:t>
      </w:r>
    </w:p>
    <w:p w:rsidR="00662D44" w:rsidRPr="009F4DE6" w:rsidRDefault="00662D44" w:rsidP="00C338F0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</w:t>
      </w:r>
      <w:r w:rsidRPr="009F4DE6">
        <w:rPr>
          <w:b/>
          <w:bCs/>
          <w:sz w:val="28"/>
          <w:szCs w:val="28"/>
        </w:rPr>
        <w:t xml:space="preserve">26 </w:t>
      </w:r>
      <w:r>
        <w:rPr>
          <w:b/>
          <w:bCs/>
          <w:sz w:val="28"/>
          <w:szCs w:val="28"/>
        </w:rPr>
        <w:t>марта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662D44" w:rsidRPr="009F4DE6" w:rsidRDefault="00662D44" w:rsidP="00C338F0">
      <w:pPr>
        <w:autoSpaceDE w:val="0"/>
        <w:autoSpaceDN w:val="0"/>
        <w:adjustRightInd w:val="0"/>
        <w:rPr>
          <w:sz w:val="28"/>
          <w:szCs w:val="28"/>
        </w:rPr>
      </w:pPr>
    </w:p>
    <w:p w:rsidR="00662D44" w:rsidRDefault="00662D44" w:rsidP="00C338F0">
      <w:pPr>
        <w:rPr>
          <w:bCs/>
        </w:rPr>
      </w:pPr>
    </w:p>
    <w:p w:rsidR="00662D44" w:rsidRDefault="00662D44" w:rsidP="00A81AE8">
      <w:pPr>
        <w:rPr>
          <w:b/>
          <w:color w:val="000000"/>
          <w:spacing w:val="-5"/>
          <w:sz w:val="28"/>
          <w:szCs w:val="28"/>
          <w:u w:val="single"/>
        </w:rPr>
      </w:pPr>
      <w:r>
        <w:rPr>
          <w:b/>
          <w:color w:val="000000"/>
          <w:spacing w:val="-5"/>
          <w:sz w:val="28"/>
          <w:szCs w:val="28"/>
          <w:u w:val="single"/>
        </w:rPr>
        <w:t>27 марта 2019</w:t>
      </w:r>
      <w:r w:rsidRPr="002E45D5">
        <w:rPr>
          <w:b/>
          <w:color w:val="000000"/>
          <w:spacing w:val="-5"/>
          <w:sz w:val="28"/>
          <w:szCs w:val="28"/>
          <w:u w:val="single"/>
        </w:rPr>
        <w:t xml:space="preserve"> года № 5</w:t>
      </w:r>
      <w:r>
        <w:rPr>
          <w:b/>
          <w:color w:val="000000"/>
          <w:spacing w:val="-5"/>
          <w:sz w:val="28"/>
          <w:szCs w:val="28"/>
          <w:u w:val="single"/>
        </w:rPr>
        <w:t>83</w:t>
      </w:r>
    </w:p>
    <w:p w:rsidR="00662D44" w:rsidRPr="00EB442B" w:rsidRDefault="00662D44" w:rsidP="00A81AE8">
      <w:pPr>
        <w:rPr>
          <w:bCs/>
        </w:rPr>
      </w:pPr>
      <w:r w:rsidRPr="00514389">
        <w:rPr>
          <w:b/>
          <w:bCs/>
          <w:sz w:val="12"/>
          <w:szCs w:val="12"/>
        </w:rPr>
        <w:tab/>
      </w:r>
    </w:p>
    <w:bookmarkEnd w:id="0"/>
    <w:p w:rsidR="00662D44" w:rsidRDefault="00662D44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изменения в решение городского Совета депутатов от               </w:t>
      </w:r>
      <w:r>
        <w:rPr>
          <w:sz w:val="28"/>
          <w:szCs w:val="28"/>
        </w:rPr>
        <w:t xml:space="preserve">26  сентября  2018 года  № 488 </w:t>
      </w:r>
      <w:r>
        <w:rPr>
          <w:sz w:val="28"/>
        </w:rPr>
        <w:t>«О наказах избирателей, рекомендуемых к выполнению в 2019 году</w:t>
      </w:r>
      <w:r>
        <w:rPr>
          <w:sz w:val="28"/>
          <w:szCs w:val="28"/>
        </w:rPr>
        <w:t xml:space="preserve">» </w:t>
      </w:r>
    </w:p>
    <w:p w:rsidR="00662D44" w:rsidRPr="00C338F0" w:rsidRDefault="00662D44" w:rsidP="00176DC3">
      <w:pPr>
        <w:jc w:val="both"/>
        <w:rPr>
          <w:sz w:val="28"/>
          <w:szCs w:val="28"/>
        </w:rPr>
      </w:pPr>
    </w:p>
    <w:p w:rsidR="00662D44" w:rsidRPr="00C338F0" w:rsidRDefault="00662D44" w:rsidP="00176DC3">
      <w:pPr>
        <w:jc w:val="both"/>
        <w:rPr>
          <w:sz w:val="28"/>
          <w:szCs w:val="28"/>
        </w:rPr>
      </w:pPr>
    </w:p>
    <w:p w:rsidR="00662D44" w:rsidRPr="00C338F0" w:rsidRDefault="00662D44" w:rsidP="00176DC3">
      <w:pPr>
        <w:jc w:val="both"/>
        <w:rPr>
          <w:sz w:val="28"/>
          <w:szCs w:val="28"/>
        </w:rPr>
      </w:pPr>
    </w:p>
    <w:p w:rsidR="00662D44" w:rsidRDefault="00662D44" w:rsidP="00176DC3">
      <w:pPr>
        <w:jc w:val="both"/>
        <w:rPr>
          <w:sz w:val="28"/>
        </w:rPr>
      </w:pPr>
      <w:r>
        <w:rPr>
          <w:sz w:val="28"/>
        </w:rPr>
        <w:tab/>
        <w:t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662D44" w:rsidRDefault="00662D44" w:rsidP="007D555C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26 сентября            2018 года № 488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2019 году» (далее – решение) изменение</w:t>
      </w:r>
      <w:bookmarkStart w:id="1" w:name="_GoBack"/>
      <w:bookmarkEnd w:id="1"/>
      <w:r>
        <w:rPr>
          <w:sz w:val="28"/>
          <w:szCs w:val="28"/>
        </w:rPr>
        <w:t>:</w:t>
      </w:r>
    </w:p>
    <w:p w:rsidR="00662D44" w:rsidRPr="00A134F4" w:rsidRDefault="00662D44" w:rsidP="00B546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bookmarkStart w:id="2" w:name="_Hlk526931479"/>
      <w:r>
        <w:rPr>
          <w:sz w:val="28"/>
          <w:szCs w:val="28"/>
        </w:rPr>
        <w:t xml:space="preserve"> строку 31 </w:t>
      </w:r>
      <w:r w:rsidRPr="00A134F4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A134F4">
        <w:rPr>
          <w:sz w:val="28"/>
          <w:szCs w:val="28"/>
        </w:rPr>
        <w:t xml:space="preserve">  к решению</w:t>
      </w:r>
      <w:bookmarkEnd w:id="2"/>
      <w:r>
        <w:rPr>
          <w:sz w:val="28"/>
          <w:szCs w:val="28"/>
        </w:rPr>
        <w:t xml:space="preserve"> изложить в следующей редакции: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388"/>
        <w:gridCol w:w="1260"/>
        <w:gridCol w:w="2340"/>
      </w:tblGrid>
      <w:tr w:rsidR="00662D44" w:rsidTr="00514389">
        <w:trPr>
          <w:trHeight w:val="1260"/>
        </w:trPr>
        <w:tc>
          <w:tcPr>
            <w:tcW w:w="567" w:type="dxa"/>
            <w:vAlign w:val="center"/>
          </w:tcPr>
          <w:p w:rsidR="00662D44" w:rsidRPr="00182C08" w:rsidRDefault="00662D44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182C08">
              <w:rPr>
                <w:sz w:val="28"/>
                <w:szCs w:val="24"/>
              </w:rPr>
              <w:t>31.</w:t>
            </w:r>
          </w:p>
        </w:tc>
        <w:tc>
          <w:tcPr>
            <w:tcW w:w="1985" w:type="dxa"/>
            <w:vAlign w:val="center"/>
          </w:tcPr>
          <w:p w:rsidR="00662D44" w:rsidRDefault="00662D44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21</w:t>
            </w:r>
          </w:p>
        </w:tc>
        <w:tc>
          <w:tcPr>
            <w:tcW w:w="3388" w:type="dxa"/>
            <w:vAlign w:val="center"/>
          </w:tcPr>
          <w:p w:rsidR="00662D44" w:rsidRPr="00150361" w:rsidRDefault="00662D44" w:rsidP="00AE1B76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Выделение целевой </w:t>
            </w:r>
            <w:r w:rsidRPr="00514389">
              <w:rPr>
                <w:spacing w:val="-6"/>
                <w:sz w:val="28"/>
                <w:szCs w:val="28"/>
              </w:rPr>
              <w:t>субсидии муниципальному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514389">
              <w:rPr>
                <w:spacing w:val="-10"/>
                <w:sz w:val="28"/>
                <w:szCs w:val="28"/>
              </w:rPr>
              <w:t>автономному учреждению</w:t>
            </w:r>
            <w:r>
              <w:rPr>
                <w:sz w:val="28"/>
                <w:szCs w:val="28"/>
              </w:rPr>
              <w:t xml:space="preserve"> культуры «Молодежный центр» на приобретение тканей для пошива </w:t>
            </w:r>
            <w:r w:rsidRPr="00514389">
              <w:rPr>
                <w:spacing w:val="-10"/>
                <w:sz w:val="28"/>
                <w:szCs w:val="28"/>
              </w:rPr>
              <w:t>сценических национальных</w:t>
            </w:r>
            <w:r>
              <w:rPr>
                <w:sz w:val="28"/>
                <w:szCs w:val="28"/>
              </w:rPr>
              <w:t xml:space="preserve"> костюмов творческому коллективу «Мирас».</w:t>
            </w:r>
          </w:p>
        </w:tc>
        <w:tc>
          <w:tcPr>
            <w:tcW w:w="1260" w:type="dxa"/>
            <w:vAlign w:val="center"/>
          </w:tcPr>
          <w:p w:rsidR="00662D44" w:rsidRDefault="00662D44" w:rsidP="00514389">
            <w:pPr>
              <w:ind w:right="-94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40 000,00</w:t>
            </w:r>
          </w:p>
        </w:tc>
        <w:tc>
          <w:tcPr>
            <w:tcW w:w="2340" w:type="dxa"/>
            <w:vAlign w:val="center"/>
          </w:tcPr>
          <w:p w:rsidR="00662D44" w:rsidRPr="00E23C78" w:rsidRDefault="00662D44" w:rsidP="00956C9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Комитет по культуре </w:t>
            </w:r>
            <w:r w:rsidRPr="00253343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662D44" w:rsidRDefault="00662D44" w:rsidP="00CE6268">
      <w:pPr>
        <w:jc w:val="both"/>
      </w:pPr>
      <w:r>
        <w:tab/>
      </w:r>
    </w:p>
    <w:p w:rsidR="00662D44" w:rsidRDefault="00662D44" w:rsidP="00CE6268">
      <w:pPr>
        <w:jc w:val="both"/>
      </w:pPr>
    </w:p>
    <w:p w:rsidR="00662D44" w:rsidRDefault="00662D44" w:rsidP="00CE6268">
      <w:pPr>
        <w:jc w:val="both"/>
      </w:pPr>
    </w:p>
    <w:p w:rsidR="00662D44" w:rsidRDefault="00662D44" w:rsidP="00CE6268">
      <w:pPr>
        <w:jc w:val="both"/>
      </w:pPr>
    </w:p>
    <w:p w:rsidR="00662D44" w:rsidRDefault="00662D44" w:rsidP="00CE6268">
      <w:pPr>
        <w:jc w:val="both"/>
      </w:pPr>
    </w:p>
    <w:p w:rsidR="00662D44" w:rsidRPr="00CE6268" w:rsidRDefault="00662D44" w:rsidP="00CE6268">
      <w:pPr>
        <w:jc w:val="both"/>
        <w:rPr>
          <w:sz w:val="28"/>
        </w:rPr>
      </w:pPr>
      <w: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662D44" w:rsidRDefault="00662D44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662D44" w:rsidRPr="00C338F0" w:rsidRDefault="00662D44" w:rsidP="00176DC3">
      <w:pPr>
        <w:jc w:val="both"/>
        <w:rPr>
          <w:sz w:val="28"/>
          <w:szCs w:val="28"/>
        </w:rPr>
      </w:pPr>
    </w:p>
    <w:p w:rsidR="00662D44" w:rsidRDefault="00662D44" w:rsidP="00EF7615">
      <w:pPr>
        <w:rPr>
          <w:bCs/>
          <w:sz w:val="28"/>
          <w:szCs w:val="28"/>
        </w:rPr>
      </w:pPr>
    </w:p>
    <w:p w:rsidR="00662D44" w:rsidRDefault="00662D44" w:rsidP="00EF7615">
      <w:pPr>
        <w:rPr>
          <w:bCs/>
          <w:sz w:val="28"/>
          <w:szCs w:val="28"/>
        </w:rPr>
      </w:pPr>
    </w:p>
    <w:p w:rsidR="00662D44" w:rsidRPr="00514389" w:rsidRDefault="00662D44" w:rsidP="00EF7615">
      <w:pPr>
        <w:rPr>
          <w:bCs/>
          <w:sz w:val="28"/>
          <w:szCs w:val="28"/>
        </w:rPr>
      </w:pPr>
      <w:r w:rsidRPr="00514389">
        <w:rPr>
          <w:bCs/>
          <w:sz w:val="28"/>
          <w:szCs w:val="28"/>
        </w:rPr>
        <w:t>Глава муниципального образования               Председатель городского Совета</w:t>
      </w:r>
    </w:p>
    <w:p w:rsidR="00662D44" w:rsidRPr="00514389" w:rsidRDefault="00662D44" w:rsidP="00EF7615">
      <w:pPr>
        <w:rPr>
          <w:bCs/>
          <w:sz w:val="28"/>
          <w:szCs w:val="28"/>
        </w:rPr>
      </w:pPr>
      <w:r w:rsidRPr="00514389">
        <w:rPr>
          <w:bCs/>
          <w:sz w:val="28"/>
          <w:szCs w:val="28"/>
        </w:rPr>
        <w:t>город Новотроицк                                             депутатов муниципального</w:t>
      </w:r>
      <w:r w:rsidRPr="00514389">
        <w:rPr>
          <w:bCs/>
          <w:sz w:val="28"/>
          <w:szCs w:val="28"/>
        </w:rPr>
        <w:tab/>
      </w:r>
      <w:r w:rsidRPr="00514389">
        <w:rPr>
          <w:bCs/>
          <w:sz w:val="28"/>
          <w:szCs w:val="28"/>
        </w:rPr>
        <w:tab/>
      </w:r>
      <w:r w:rsidRPr="00514389">
        <w:rPr>
          <w:bCs/>
          <w:sz w:val="28"/>
          <w:szCs w:val="28"/>
        </w:rPr>
        <w:tab/>
      </w:r>
      <w:r w:rsidRPr="00514389">
        <w:rPr>
          <w:bCs/>
          <w:sz w:val="28"/>
          <w:szCs w:val="28"/>
        </w:rPr>
        <w:tab/>
        <w:t xml:space="preserve">                                              образования город Новотроицк</w:t>
      </w:r>
    </w:p>
    <w:p w:rsidR="00662D44" w:rsidRPr="00C338F0" w:rsidRDefault="00662D44" w:rsidP="00EF7615">
      <w:pPr>
        <w:ind w:left="-180"/>
        <w:rPr>
          <w:bCs/>
          <w:sz w:val="28"/>
          <w:szCs w:val="28"/>
        </w:rPr>
      </w:pPr>
    </w:p>
    <w:p w:rsidR="00662D44" w:rsidRDefault="00662D44" w:rsidP="00EF7615">
      <w:pPr>
        <w:ind w:left="-180"/>
        <w:rPr>
          <w:bCs/>
          <w:sz w:val="28"/>
          <w:szCs w:val="28"/>
        </w:rPr>
      </w:pPr>
      <w:r w:rsidRPr="00C338F0">
        <w:rPr>
          <w:bCs/>
          <w:sz w:val="28"/>
          <w:szCs w:val="28"/>
        </w:rPr>
        <w:t xml:space="preserve">                                    Д.В. Буфетов</w:t>
      </w:r>
      <w:r w:rsidRPr="00C338F0">
        <w:rPr>
          <w:bCs/>
          <w:sz w:val="28"/>
          <w:szCs w:val="28"/>
        </w:rPr>
        <w:tab/>
      </w:r>
      <w:r w:rsidRPr="00C338F0">
        <w:rPr>
          <w:bCs/>
          <w:sz w:val="28"/>
          <w:szCs w:val="28"/>
        </w:rPr>
        <w:tab/>
        <w:t xml:space="preserve">                                    </w:t>
      </w:r>
      <w:r>
        <w:rPr>
          <w:bCs/>
          <w:sz w:val="28"/>
          <w:szCs w:val="28"/>
        </w:rPr>
        <w:t xml:space="preserve"> </w:t>
      </w:r>
      <w:r w:rsidRPr="00C338F0">
        <w:rPr>
          <w:bCs/>
          <w:sz w:val="28"/>
          <w:szCs w:val="28"/>
        </w:rPr>
        <w:t>А.А. Мезенцев</w:t>
      </w:r>
    </w:p>
    <w:p w:rsidR="00662D44" w:rsidRPr="00CD7686" w:rsidRDefault="00662D44" w:rsidP="00EB442B">
      <w:pPr>
        <w:rPr>
          <w:sz w:val="28"/>
          <w:szCs w:val="28"/>
        </w:rPr>
      </w:pPr>
    </w:p>
    <w:p w:rsidR="00662D44" w:rsidRPr="00CD7686" w:rsidRDefault="00662D44" w:rsidP="00EB442B">
      <w:pPr>
        <w:rPr>
          <w:sz w:val="28"/>
          <w:szCs w:val="28"/>
        </w:rPr>
      </w:pPr>
    </w:p>
    <w:p w:rsidR="00662D44" w:rsidRPr="00CD7686" w:rsidRDefault="00662D44" w:rsidP="00EB442B">
      <w:pPr>
        <w:rPr>
          <w:sz w:val="28"/>
          <w:szCs w:val="28"/>
        </w:rPr>
      </w:pPr>
    </w:p>
    <w:p w:rsidR="00662D44" w:rsidRPr="00227499" w:rsidRDefault="00662D44" w:rsidP="00EB442B">
      <w:pPr>
        <w:rPr>
          <w:sz w:val="28"/>
        </w:rPr>
      </w:pPr>
      <w:r w:rsidRPr="00227499">
        <w:rPr>
          <w:sz w:val="28"/>
        </w:rPr>
        <w:t>Верно</w:t>
      </w:r>
    </w:p>
    <w:p w:rsidR="00662D44" w:rsidRPr="00227499" w:rsidRDefault="00662D44" w:rsidP="00EB442B">
      <w:pPr>
        <w:tabs>
          <w:tab w:val="left" w:pos="3165"/>
        </w:tabs>
        <w:rPr>
          <w:sz w:val="28"/>
        </w:rPr>
      </w:pPr>
      <w:r w:rsidRPr="00227499">
        <w:rPr>
          <w:sz w:val="28"/>
        </w:rPr>
        <w:t xml:space="preserve">Специалист аппарата </w:t>
      </w:r>
      <w:r>
        <w:rPr>
          <w:sz w:val="28"/>
        </w:rPr>
        <w:tab/>
      </w:r>
    </w:p>
    <w:p w:rsidR="00662D44" w:rsidRPr="00635CB3" w:rsidRDefault="00662D44" w:rsidP="00EB442B">
      <w:pPr>
        <w:jc w:val="both"/>
        <w:rPr>
          <w:sz w:val="28"/>
          <w:szCs w:val="28"/>
        </w:rPr>
      </w:pPr>
      <w:r w:rsidRPr="00227499">
        <w:rPr>
          <w:sz w:val="28"/>
        </w:rPr>
        <w:t>городско</w:t>
      </w:r>
      <w:r>
        <w:rPr>
          <w:sz w:val="28"/>
        </w:rPr>
        <w:t xml:space="preserve">го Совета депутатов           </w:t>
      </w:r>
      <w:r w:rsidRPr="00227499">
        <w:rPr>
          <w:sz w:val="28"/>
        </w:rPr>
        <w:t xml:space="preserve">                                           </w:t>
      </w:r>
      <w:r>
        <w:rPr>
          <w:sz w:val="28"/>
        </w:rPr>
        <w:t xml:space="preserve"> </w:t>
      </w:r>
      <w:r w:rsidRPr="00227499">
        <w:rPr>
          <w:sz w:val="28"/>
        </w:rPr>
        <w:t xml:space="preserve"> К.Н. Аверкин</w:t>
      </w:r>
    </w:p>
    <w:p w:rsidR="00662D44" w:rsidRPr="00C338F0" w:rsidRDefault="00662D44" w:rsidP="00EF7615">
      <w:pPr>
        <w:ind w:left="-180"/>
        <w:rPr>
          <w:bCs/>
          <w:sz w:val="28"/>
          <w:szCs w:val="28"/>
        </w:rPr>
      </w:pPr>
    </w:p>
    <w:sectPr w:rsidR="00662D44" w:rsidRPr="00C338F0" w:rsidSect="00C338F0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A6C"/>
    <w:rsid w:val="00013E3C"/>
    <w:rsid w:val="000209E6"/>
    <w:rsid w:val="00040A3A"/>
    <w:rsid w:val="00061D50"/>
    <w:rsid w:val="000646F7"/>
    <w:rsid w:val="000A27F7"/>
    <w:rsid w:val="000A425B"/>
    <w:rsid w:val="000B1D37"/>
    <w:rsid w:val="000C0436"/>
    <w:rsid w:val="000D6D02"/>
    <w:rsid w:val="000F18DD"/>
    <w:rsid w:val="00116FCA"/>
    <w:rsid w:val="00142DBD"/>
    <w:rsid w:val="00150361"/>
    <w:rsid w:val="00172F78"/>
    <w:rsid w:val="00176DC3"/>
    <w:rsid w:val="0018170F"/>
    <w:rsid w:val="00182C08"/>
    <w:rsid w:val="00195B05"/>
    <w:rsid w:val="001A0073"/>
    <w:rsid w:val="002075C0"/>
    <w:rsid w:val="00217D52"/>
    <w:rsid w:val="00227499"/>
    <w:rsid w:val="00253343"/>
    <w:rsid w:val="00262ABF"/>
    <w:rsid w:val="00262B7A"/>
    <w:rsid w:val="00263D7E"/>
    <w:rsid w:val="00280E34"/>
    <w:rsid w:val="00290697"/>
    <w:rsid w:val="002935D6"/>
    <w:rsid w:val="002E02AA"/>
    <w:rsid w:val="002E45D5"/>
    <w:rsid w:val="00325DB5"/>
    <w:rsid w:val="003342DD"/>
    <w:rsid w:val="0034441E"/>
    <w:rsid w:val="00352DEE"/>
    <w:rsid w:val="0036142A"/>
    <w:rsid w:val="003A7E64"/>
    <w:rsid w:val="003C6619"/>
    <w:rsid w:val="003D425D"/>
    <w:rsid w:val="003E28C1"/>
    <w:rsid w:val="00402538"/>
    <w:rsid w:val="00436973"/>
    <w:rsid w:val="00440093"/>
    <w:rsid w:val="004418C5"/>
    <w:rsid w:val="00450BA3"/>
    <w:rsid w:val="004B0515"/>
    <w:rsid w:val="004B1663"/>
    <w:rsid w:val="004C75F7"/>
    <w:rsid w:val="004E0056"/>
    <w:rsid w:val="00503839"/>
    <w:rsid w:val="00514389"/>
    <w:rsid w:val="005232F9"/>
    <w:rsid w:val="005449CA"/>
    <w:rsid w:val="0055667E"/>
    <w:rsid w:val="00577121"/>
    <w:rsid w:val="00594567"/>
    <w:rsid w:val="00594FF8"/>
    <w:rsid w:val="005A002F"/>
    <w:rsid w:val="005B4556"/>
    <w:rsid w:val="005D376C"/>
    <w:rsid w:val="005F135B"/>
    <w:rsid w:val="00600992"/>
    <w:rsid w:val="00604782"/>
    <w:rsid w:val="00605C49"/>
    <w:rsid w:val="00635CB3"/>
    <w:rsid w:val="0064438F"/>
    <w:rsid w:val="00662D44"/>
    <w:rsid w:val="00694BDA"/>
    <w:rsid w:val="006B29DB"/>
    <w:rsid w:val="006E75A6"/>
    <w:rsid w:val="006F221E"/>
    <w:rsid w:val="006F509F"/>
    <w:rsid w:val="00736D75"/>
    <w:rsid w:val="00751E59"/>
    <w:rsid w:val="007767C0"/>
    <w:rsid w:val="007A2A5B"/>
    <w:rsid w:val="007A596B"/>
    <w:rsid w:val="007D03C9"/>
    <w:rsid w:val="007D555C"/>
    <w:rsid w:val="007D7B60"/>
    <w:rsid w:val="007E6043"/>
    <w:rsid w:val="007F4C1C"/>
    <w:rsid w:val="007F75D2"/>
    <w:rsid w:val="00803930"/>
    <w:rsid w:val="008078CF"/>
    <w:rsid w:val="00831AD9"/>
    <w:rsid w:val="00843D66"/>
    <w:rsid w:val="0088044A"/>
    <w:rsid w:val="008946DB"/>
    <w:rsid w:val="008B0043"/>
    <w:rsid w:val="008D1216"/>
    <w:rsid w:val="008D4A57"/>
    <w:rsid w:val="0093046E"/>
    <w:rsid w:val="00940470"/>
    <w:rsid w:val="00943641"/>
    <w:rsid w:val="0095547F"/>
    <w:rsid w:val="00956C9F"/>
    <w:rsid w:val="00994762"/>
    <w:rsid w:val="009E7E2E"/>
    <w:rsid w:val="009F354E"/>
    <w:rsid w:val="009F4DE6"/>
    <w:rsid w:val="00A134F4"/>
    <w:rsid w:val="00A15727"/>
    <w:rsid w:val="00A25718"/>
    <w:rsid w:val="00A80A05"/>
    <w:rsid w:val="00A81AE8"/>
    <w:rsid w:val="00A93CD3"/>
    <w:rsid w:val="00AA2095"/>
    <w:rsid w:val="00AC037D"/>
    <w:rsid w:val="00AE1B76"/>
    <w:rsid w:val="00AF472E"/>
    <w:rsid w:val="00B06307"/>
    <w:rsid w:val="00B243DC"/>
    <w:rsid w:val="00B32282"/>
    <w:rsid w:val="00B32436"/>
    <w:rsid w:val="00B5465F"/>
    <w:rsid w:val="00B73175"/>
    <w:rsid w:val="00B765F2"/>
    <w:rsid w:val="00B87AB6"/>
    <w:rsid w:val="00B961CB"/>
    <w:rsid w:val="00BD28EF"/>
    <w:rsid w:val="00C03F7A"/>
    <w:rsid w:val="00C06223"/>
    <w:rsid w:val="00C157E8"/>
    <w:rsid w:val="00C338F0"/>
    <w:rsid w:val="00C5502A"/>
    <w:rsid w:val="00C72B74"/>
    <w:rsid w:val="00CA22B5"/>
    <w:rsid w:val="00CD7686"/>
    <w:rsid w:val="00CE6268"/>
    <w:rsid w:val="00D35081"/>
    <w:rsid w:val="00D502E7"/>
    <w:rsid w:val="00D66EA3"/>
    <w:rsid w:val="00D8077B"/>
    <w:rsid w:val="00D96D50"/>
    <w:rsid w:val="00DA19D5"/>
    <w:rsid w:val="00DD6788"/>
    <w:rsid w:val="00DE7F4D"/>
    <w:rsid w:val="00E23C78"/>
    <w:rsid w:val="00E5619D"/>
    <w:rsid w:val="00E60E41"/>
    <w:rsid w:val="00E73C12"/>
    <w:rsid w:val="00E7580D"/>
    <w:rsid w:val="00EB442B"/>
    <w:rsid w:val="00EC4220"/>
    <w:rsid w:val="00EC72B6"/>
    <w:rsid w:val="00ED4B00"/>
    <w:rsid w:val="00EF7615"/>
    <w:rsid w:val="00F16896"/>
    <w:rsid w:val="00F24B1B"/>
    <w:rsid w:val="00F34A81"/>
    <w:rsid w:val="00F37230"/>
    <w:rsid w:val="00F92B9A"/>
    <w:rsid w:val="00FA13C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"/>
    <w:basedOn w:val="Normal"/>
    <w:uiPriority w:val="99"/>
    <w:rsid w:val="00EF76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6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1189</TotalTime>
  <Pages>2</Pages>
  <Words>362</Words>
  <Characters>2064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93</cp:revision>
  <cp:lastPrinted>2018-10-08T10:42:00Z</cp:lastPrinted>
  <dcterms:created xsi:type="dcterms:W3CDTF">2016-10-10T06:55:00Z</dcterms:created>
  <dcterms:modified xsi:type="dcterms:W3CDTF">2019-03-27T05:30:00Z</dcterms:modified>
</cp:coreProperties>
</file>