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A1" w:rsidRPr="00AC0FBF" w:rsidRDefault="00A709A1" w:rsidP="0090232D">
      <w:pPr>
        <w:pStyle w:val="Heading1"/>
        <w:jc w:val="center"/>
        <w:rPr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5pt;margin-top:-45.25pt;width:120pt;height:27.25pt;z-index:251658240" filled="f" stroked="f">
            <v:textbox>
              <w:txbxContent>
                <w:p w:rsidR="00A709A1" w:rsidRPr="006A2F8A" w:rsidRDefault="00A709A1" w:rsidP="0090232D">
                  <w:pPr>
                    <w:rPr>
                      <w:sz w:val="28"/>
                      <w:szCs w:val="28"/>
                    </w:rPr>
                  </w:pPr>
                  <w:r>
                    <w:t xml:space="preserve">            </w:t>
                  </w:r>
                  <w:r w:rsidRPr="006A2F8A">
                    <w:rPr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 w:rsidRPr="00DF3540">
        <w:rPr>
          <w:noProof/>
          <w:color w:val="00000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0.25pt;visibility:visible">
            <v:imagedata r:id="rId5" o:title=""/>
          </v:shape>
        </w:pict>
      </w:r>
    </w:p>
    <w:p w:rsidR="00A709A1" w:rsidRPr="00AC0FBF" w:rsidRDefault="00A709A1" w:rsidP="0090232D">
      <w:pPr>
        <w:pStyle w:val="Heading1"/>
        <w:jc w:val="center"/>
        <w:rPr>
          <w:color w:val="000000"/>
        </w:rPr>
      </w:pPr>
      <w:r w:rsidRPr="00AC0FBF">
        <w:rPr>
          <w:color w:val="000000"/>
        </w:rPr>
        <w:t>Городской Совет депутатов</w:t>
      </w:r>
    </w:p>
    <w:p w:rsidR="00A709A1" w:rsidRPr="00AC0FBF" w:rsidRDefault="00A709A1" w:rsidP="0090232D">
      <w:pPr>
        <w:pStyle w:val="Heading1"/>
        <w:jc w:val="center"/>
        <w:rPr>
          <w:color w:val="000000"/>
        </w:rPr>
      </w:pPr>
      <w:r w:rsidRPr="00AC0FBF">
        <w:rPr>
          <w:color w:val="000000"/>
        </w:rPr>
        <w:t>муниципального образования город Новотроицк</w:t>
      </w:r>
    </w:p>
    <w:p w:rsidR="00A709A1" w:rsidRPr="00AC0FBF" w:rsidRDefault="00A709A1" w:rsidP="0090232D">
      <w:pPr>
        <w:pStyle w:val="Heading1"/>
        <w:jc w:val="center"/>
        <w:rPr>
          <w:color w:val="000000"/>
        </w:rPr>
      </w:pPr>
      <w:r w:rsidRPr="00AC0FBF">
        <w:rPr>
          <w:color w:val="000000"/>
        </w:rPr>
        <w:t>Оренбургской области</w:t>
      </w:r>
    </w:p>
    <w:p w:rsidR="00A709A1" w:rsidRPr="00DF64F0" w:rsidRDefault="00A709A1" w:rsidP="0090232D">
      <w:pPr>
        <w:jc w:val="center"/>
        <w:rPr>
          <w:b/>
          <w:bCs/>
          <w:color w:val="000000"/>
          <w:sz w:val="28"/>
        </w:rPr>
      </w:pPr>
      <w:r w:rsidRPr="00AC0FBF">
        <w:rPr>
          <w:b/>
          <w:bCs/>
          <w:color w:val="000000"/>
          <w:sz w:val="28"/>
        </w:rPr>
        <w:t>пятого созыва</w:t>
      </w:r>
    </w:p>
    <w:p w:rsidR="00A709A1" w:rsidRPr="00AC0FBF" w:rsidRDefault="00A709A1" w:rsidP="0090232D">
      <w:pPr>
        <w:pStyle w:val="Heading3"/>
        <w:ind w:left="0"/>
        <w:jc w:val="center"/>
        <w:rPr>
          <w:color w:val="000000"/>
        </w:rPr>
      </w:pPr>
      <w:r w:rsidRPr="00AC0FBF">
        <w:rPr>
          <w:color w:val="000000"/>
        </w:rPr>
        <w:t>РЕШЕНИЕ</w:t>
      </w:r>
    </w:p>
    <w:p w:rsidR="00A709A1" w:rsidRPr="00633CDF" w:rsidRDefault="00A709A1" w:rsidP="0090232D">
      <w:pPr>
        <w:jc w:val="center"/>
        <w:rPr>
          <w:color w:val="000000"/>
          <w:sz w:val="8"/>
          <w:szCs w:val="8"/>
        </w:rPr>
      </w:pPr>
    </w:p>
    <w:p w:rsidR="00A709A1" w:rsidRPr="00AC0FBF" w:rsidRDefault="00A709A1" w:rsidP="0090232D">
      <w:pPr>
        <w:jc w:val="center"/>
        <w:rPr>
          <w:color w:val="000000"/>
          <w:sz w:val="16"/>
        </w:rPr>
      </w:pPr>
      <w:r>
        <w:rPr>
          <w:noProof/>
        </w:rPr>
        <w:pict>
          <v:line id="_x0000_s1027" style="position:absolute;left:0;text-align:left;z-index:251657216" from="0,2.2pt" to="459pt,2.2pt" strokeweight="1.5pt">
            <w10:wrap anchorx="page"/>
          </v:line>
        </w:pict>
      </w:r>
    </w:p>
    <w:p w:rsidR="00A709A1" w:rsidRPr="009F4DE6" w:rsidRDefault="00A709A1" w:rsidP="00075FC6">
      <w:pPr>
        <w:shd w:val="clear" w:color="auto" w:fill="FFFFFF"/>
        <w:rPr>
          <w:color w:val="000000"/>
          <w:spacing w:val="-5"/>
          <w:sz w:val="28"/>
          <w:szCs w:val="28"/>
        </w:rPr>
      </w:pPr>
      <w:r w:rsidRPr="009F4DE6">
        <w:rPr>
          <w:b/>
          <w:bCs/>
          <w:sz w:val="28"/>
          <w:szCs w:val="28"/>
        </w:rPr>
        <w:t>Принято на пят</w:t>
      </w:r>
      <w:r>
        <w:rPr>
          <w:b/>
          <w:bCs/>
          <w:sz w:val="28"/>
          <w:szCs w:val="28"/>
        </w:rPr>
        <w:t>ь</w:t>
      </w:r>
      <w:r w:rsidRPr="009F4DE6">
        <w:rPr>
          <w:b/>
          <w:bCs/>
          <w:sz w:val="28"/>
          <w:szCs w:val="28"/>
        </w:rPr>
        <w:t>десят</w:t>
      </w:r>
      <w:r>
        <w:rPr>
          <w:b/>
          <w:bCs/>
          <w:sz w:val="28"/>
          <w:szCs w:val="28"/>
        </w:rPr>
        <w:t xml:space="preserve"> перв</w:t>
      </w:r>
      <w:r w:rsidRPr="009F4DE6">
        <w:rPr>
          <w:b/>
          <w:bCs/>
          <w:sz w:val="28"/>
          <w:szCs w:val="28"/>
        </w:rPr>
        <w:t xml:space="preserve">ом заседании </w:t>
      </w:r>
    </w:p>
    <w:p w:rsidR="00A709A1" w:rsidRPr="009F4DE6" w:rsidRDefault="00A709A1" w:rsidP="00075FC6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</w:t>
      </w:r>
      <w:r w:rsidRPr="009F4DE6">
        <w:rPr>
          <w:b/>
          <w:bCs/>
          <w:sz w:val="28"/>
          <w:szCs w:val="28"/>
        </w:rPr>
        <w:t xml:space="preserve">26 </w:t>
      </w:r>
      <w:r>
        <w:rPr>
          <w:b/>
          <w:bCs/>
          <w:sz w:val="28"/>
          <w:szCs w:val="28"/>
        </w:rPr>
        <w:t>марта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A709A1" w:rsidRPr="009F4DE6" w:rsidRDefault="00A709A1" w:rsidP="00075FC6">
      <w:pPr>
        <w:autoSpaceDE w:val="0"/>
        <w:autoSpaceDN w:val="0"/>
        <w:adjustRightInd w:val="0"/>
        <w:rPr>
          <w:sz w:val="28"/>
          <w:szCs w:val="28"/>
        </w:rPr>
      </w:pPr>
    </w:p>
    <w:p w:rsidR="00A709A1" w:rsidRDefault="00A709A1" w:rsidP="00075FC6">
      <w:pPr>
        <w:rPr>
          <w:bCs/>
        </w:rPr>
      </w:pPr>
    </w:p>
    <w:p w:rsidR="00A709A1" w:rsidRPr="00F45CC6" w:rsidRDefault="00A709A1" w:rsidP="00075FC6">
      <w:pPr>
        <w:rPr>
          <w:bCs/>
        </w:rPr>
      </w:pPr>
      <w:r>
        <w:rPr>
          <w:b/>
          <w:color w:val="000000"/>
          <w:spacing w:val="-5"/>
          <w:sz w:val="28"/>
          <w:szCs w:val="28"/>
          <w:u w:val="single"/>
        </w:rPr>
        <w:t>27 марта 2019</w:t>
      </w:r>
      <w:r w:rsidRPr="002E45D5">
        <w:rPr>
          <w:b/>
          <w:color w:val="000000"/>
          <w:spacing w:val="-5"/>
          <w:sz w:val="28"/>
          <w:szCs w:val="28"/>
          <w:u w:val="single"/>
        </w:rPr>
        <w:t xml:space="preserve"> года № 5</w:t>
      </w:r>
      <w:r>
        <w:rPr>
          <w:b/>
          <w:color w:val="000000"/>
          <w:spacing w:val="-5"/>
          <w:sz w:val="28"/>
          <w:szCs w:val="28"/>
          <w:u w:val="single"/>
        </w:rPr>
        <w:t>78</w:t>
      </w:r>
    </w:p>
    <w:p w:rsidR="00A709A1" w:rsidRPr="00F45CC6" w:rsidRDefault="00A709A1" w:rsidP="00075FC6">
      <w:pPr>
        <w:ind w:left="-180" w:right="4392"/>
        <w:jc w:val="both"/>
        <w:rPr>
          <w:sz w:val="10"/>
          <w:szCs w:val="10"/>
        </w:rPr>
      </w:pPr>
    </w:p>
    <w:p w:rsidR="00A709A1" w:rsidRDefault="00A709A1" w:rsidP="00075FC6">
      <w:pPr>
        <w:pStyle w:val="BodyText2"/>
        <w:spacing w:after="0" w:line="240" w:lineRule="auto"/>
        <w:ind w:right="4555"/>
        <w:jc w:val="both"/>
        <w:rPr>
          <w:sz w:val="28"/>
          <w:szCs w:val="28"/>
        </w:rPr>
      </w:pPr>
      <w:r w:rsidRPr="00075FC6">
        <w:rPr>
          <w:color w:val="000000"/>
          <w:sz w:val="28"/>
          <w:szCs w:val="28"/>
        </w:rPr>
        <w:t xml:space="preserve">Об отмене решения </w:t>
      </w:r>
      <w:r w:rsidRPr="00075FC6">
        <w:rPr>
          <w:sz w:val="28"/>
          <w:szCs w:val="28"/>
        </w:rPr>
        <w:t xml:space="preserve">городского Совета   </w:t>
      </w:r>
      <w:r w:rsidRPr="00075FC6">
        <w:rPr>
          <w:spacing w:val="-10"/>
          <w:sz w:val="28"/>
          <w:szCs w:val="28"/>
        </w:rPr>
        <w:t>депутатов   муниципального   образования</w:t>
      </w:r>
      <w:r>
        <w:rPr>
          <w:sz w:val="28"/>
          <w:szCs w:val="28"/>
        </w:rPr>
        <w:t xml:space="preserve">    город </w:t>
      </w:r>
      <w:r w:rsidRPr="00075FC6">
        <w:rPr>
          <w:sz w:val="28"/>
          <w:szCs w:val="28"/>
        </w:rPr>
        <w:t>Новотроиц</w:t>
      </w:r>
      <w:r>
        <w:rPr>
          <w:sz w:val="28"/>
          <w:szCs w:val="28"/>
        </w:rPr>
        <w:t xml:space="preserve">к от 29 мая 2015 года № 668 «Об утверждении Порядка организации </w:t>
      </w:r>
      <w:r w:rsidRPr="00075FC6">
        <w:rPr>
          <w:sz w:val="28"/>
          <w:szCs w:val="28"/>
        </w:rPr>
        <w:t>и осуществления муниципального дорожного контроля за обеспеч</w:t>
      </w:r>
      <w:r>
        <w:rPr>
          <w:sz w:val="28"/>
          <w:szCs w:val="28"/>
        </w:rPr>
        <w:t xml:space="preserve">ением сохранности автомобильных </w:t>
      </w:r>
      <w:r w:rsidRPr="00075FC6">
        <w:rPr>
          <w:sz w:val="28"/>
          <w:szCs w:val="28"/>
        </w:rPr>
        <w:t>дорог местного значения муниципального образования город Новотроицк»</w:t>
      </w:r>
    </w:p>
    <w:p w:rsidR="00A709A1" w:rsidRPr="00075FC6" w:rsidRDefault="00A709A1" w:rsidP="00075FC6">
      <w:pPr>
        <w:pStyle w:val="BodyText2"/>
        <w:spacing w:after="0" w:line="240" w:lineRule="auto"/>
        <w:ind w:right="4555"/>
        <w:jc w:val="both"/>
        <w:rPr>
          <w:color w:val="000000"/>
          <w:sz w:val="28"/>
          <w:szCs w:val="28"/>
        </w:rPr>
      </w:pPr>
    </w:p>
    <w:p w:rsidR="00A709A1" w:rsidRPr="00075FC6" w:rsidRDefault="00A709A1" w:rsidP="00075F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075F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 октября 2003 </w:t>
      </w:r>
      <w:r w:rsidRPr="00075FC6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        </w:t>
      </w:r>
      <w:r w:rsidRPr="00075FC6">
        <w:rPr>
          <w:sz w:val="28"/>
          <w:szCs w:val="28"/>
        </w:rPr>
        <w:t>№ 131-ФЗ «Об общих принципах организации местного самоуправления в Российской Федерации», руководствуясь статьями 23, 29 Устава муниципального образования город Новотроицк Оренбургской области, городской Совет депутатов РЕШИЛ:</w:t>
      </w:r>
    </w:p>
    <w:p w:rsidR="00A709A1" w:rsidRPr="00075FC6" w:rsidRDefault="00A709A1" w:rsidP="00DF64F0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075FC6">
        <w:rPr>
          <w:sz w:val="28"/>
          <w:szCs w:val="28"/>
        </w:rPr>
        <w:tab/>
        <w:t xml:space="preserve">1. Отменить и снять с контроля решение городского Совета   депутатов   муниципального  образования   город   Новотроицк  от  29 мая  2015 года  </w:t>
      </w:r>
      <w:r>
        <w:rPr>
          <w:sz w:val="28"/>
          <w:szCs w:val="28"/>
        </w:rPr>
        <w:t xml:space="preserve">            </w:t>
      </w:r>
      <w:r w:rsidRPr="00075FC6">
        <w:rPr>
          <w:sz w:val="28"/>
          <w:szCs w:val="28"/>
        </w:rPr>
        <w:t>№ 668 «Об утверждении Порядка организации и осуществления муниципального дорожного контроля за обеспечением сохранности автомобильных дорог местного значения муниципального образования город Новотроицк».</w:t>
      </w:r>
    </w:p>
    <w:p w:rsidR="00A709A1" w:rsidRPr="00075FC6" w:rsidRDefault="00A709A1" w:rsidP="00794238">
      <w:pPr>
        <w:tabs>
          <w:tab w:val="left" w:pos="720"/>
        </w:tabs>
        <w:jc w:val="both"/>
        <w:rPr>
          <w:sz w:val="28"/>
          <w:szCs w:val="28"/>
        </w:rPr>
      </w:pPr>
      <w:r w:rsidRPr="00075FC6">
        <w:rPr>
          <w:color w:val="000000"/>
          <w:sz w:val="28"/>
          <w:szCs w:val="28"/>
        </w:rPr>
        <w:tab/>
        <w:t xml:space="preserve">2. </w:t>
      </w:r>
      <w:r w:rsidRPr="00075FC6">
        <w:rPr>
          <w:sz w:val="28"/>
          <w:szCs w:val="28"/>
        </w:rPr>
        <w:t>Решение вступает в силу после его официального опубликования в газете «Гвардеец труда».</w:t>
      </w:r>
    </w:p>
    <w:p w:rsidR="00A709A1" w:rsidRDefault="00A709A1" w:rsidP="00AD35A7">
      <w:pPr>
        <w:pStyle w:val="BodyText2"/>
        <w:spacing w:after="0" w:line="240" w:lineRule="auto"/>
        <w:ind w:firstLine="567"/>
        <w:jc w:val="both"/>
        <w:rPr>
          <w:sz w:val="27"/>
          <w:szCs w:val="27"/>
        </w:rPr>
      </w:pPr>
    </w:p>
    <w:tbl>
      <w:tblPr>
        <w:tblW w:w="9515" w:type="dxa"/>
        <w:tblLook w:val="00A0"/>
      </w:tblPr>
      <w:tblGrid>
        <w:gridCol w:w="4503"/>
        <w:gridCol w:w="850"/>
        <w:gridCol w:w="4162"/>
      </w:tblGrid>
      <w:tr w:rsidR="00A709A1" w:rsidRPr="00C50885" w:rsidTr="00E90947">
        <w:tc>
          <w:tcPr>
            <w:tcW w:w="4503" w:type="dxa"/>
          </w:tcPr>
          <w:p w:rsidR="00A709A1" w:rsidRPr="00DF64F0" w:rsidRDefault="00A709A1" w:rsidP="00E90947">
            <w:pPr>
              <w:ind w:right="-445"/>
              <w:rPr>
                <w:color w:val="000000"/>
                <w:sz w:val="28"/>
                <w:szCs w:val="28"/>
              </w:rPr>
            </w:pPr>
            <w:r w:rsidRPr="00DF64F0">
              <w:rPr>
                <w:color w:val="000000"/>
                <w:sz w:val="28"/>
                <w:szCs w:val="28"/>
              </w:rPr>
              <w:t>Глава муниципального образования город Новотроицк</w:t>
            </w:r>
          </w:p>
          <w:p w:rsidR="00A709A1" w:rsidRPr="00DF64F0" w:rsidRDefault="00A709A1" w:rsidP="00E90947">
            <w:pPr>
              <w:rPr>
                <w:color w:val="000000"/>
                <w:sz w:val="28"/>
                <w:szCs w:val="28"/>
              </w:rPr>
            </w:pPr>
          </w:p>
          <w:p w:rsidR="00A709A1" w:rsidRPr="00DF64F0" w:rsidRDefault="00A709A1" w:rsidP="00E90947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709A1" w:rsidRPr="00C50885" w:rsidRDefault="00A709A1" w:rsidP="00E90947">
            <w:pPr>
              <w:jc w:val="right"/>
              <w:rPr>
                <w:color w:val="000000"/>
                <w:sz w:val="27"/>
                <w:szCs w:val="27"/>
              </w:rPr>
            </w:pPr>
            <w:r w:rsidRPr="00DF64F0">
              <w:rPr>
                <w:color w:val="000000"/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A709A1" w:rsidRPr="00C50885" w:rsidRDefault="00A709A1" w:rsidP="00E90947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4162" w:type="dxa"/>
          </w:tcPr>
          <w:p w:rsidR="00A709A1" w:rsidRPr="00DF64F0" w:rsidRDefault="00A709A1" w:rsidP="00E90947">
            <w:pPr>
              <w:rPr>
                <w:color w:val="000000"/>
                <w:sz w:val="28"/>
                <w:szCs w:val="28"/>
              </w:rPr>
            </w:pPr>
            <w:r w:rsidRPr="00DF64F0">
              <w:rPr>
                <w:color w:val="000000"/>
                <w:sz w:val="28"/>
                <w:szCs w:val="28"/>
              </w:rPr>
              <w:t xml:space="preserve">Председатель городского Совета депутатов муниципального образования город Новотроицк </w:t>
            </w:r>
          </w:p>
          <w:p w:rsidR="00A709A1" w:rsidRPr="00DF64F0" w:rsidRDefault="00A709A1" w:rsidP="00E90947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709A1" w:rsidRPr="00C50885" w:rsidRDefault="00A709A1" w:rsidP="00E90947">
            <w:pPr>
              <w:jc w:val="righ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Pr="00DF64F0">
              <w:rPr>
                <w:color w:val="000000"/>
                <w:sz w:val="28"/>
                <w:szCs w:val="28"/>
              </w:rPr>
              <w:t>А.А. Мезенцев</w:t>
            </w:r>
          </w:p>
        </w:tc>
      </w:tr>
    </w:tbl>
    <w:p w:rsidR="00A709A1" w:rsidRPr="00CD7686" w:rsidRDefault="00A709A1" w:rsidP="00EC39EB">
      <w:pPr>
        <w:rPr>
          <w:sz w:val="28"/>
          <w:szCs w:val="28"/>
        </w:rPr>
      </w:pPr>
    </w:p>
    <w:p w:rsidR="00A709A1" w:rsidRPr="00F059ED" w:rsidRDefault="00A709A1" w:rsidP="00EC39EB">
      <w:pPr>
        <w:rPr>
          <w:sz w:val="28"/>
        </w:rPr>
      </w:pPr>
      <w:r w:rsidRPr="00F059ED">
        <w:rPr>
          <w:sz w:val="28"/>
        </w:rPr>
        <w:t>Верно</w:t>
      </w:r>
    </w:p>
    <w:p w:rsidR="00A709A1" w:rsidRPr="00F059ED" w:rsidRDefault="00A709A1" w:rsidP="00EC39EB">
      <w:pPr>
        <w:tabs>
          <w:tab w:val="left" w:pos="3165"/>
        </w:tabs>
        <w:rPr>
          <w:sz w:val="28"/>
        </w:rPr>
      </w:pPr>
      <w:r w:rsidRPr="00F059ED">
        <w:rPr>
          <w:sz w:val="28"/>
        </w:rPr>
        <w:t xml:space="preserve">Специалист аппарата </w:t>
      </w:r>
      <w:r w:rsidRPr="00F059ED">
        <w:rPr>
          <w:sz w:val="28"/>
        </w:rPr>
        <w:tab/>
      </w:r>
    </w:p>
    <w:p w:rsidR="00A709A1" w:rsidRPr="00F059ED" w:rsidRDefault="00A709A1" w:rsidP="00EC39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059ED">
        <w:rPr>
          <w:rFonts w:ascii="Times New Roman" w:hAnsi="Times New Roman" w:cs="Times New Roman"/>
          <w:sz w:val="28"/>
        </w:rPr>
        <w:t xml:space="preserve">городского Совета депутатов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</w:t>
      </w:r>
      <w:r w:rsidRPr="00F059ED">
        <w:rPr>
          <w:rFonts w:ascii="Times New Roman" w:hAnsi="Times New Roman" w:cs="Times New Roman"/>
          <w:sz w:val="28"/>
        </w:rPr>
        <w:t xml:space="preserve"> К.Н. Аверкин</w:t>
      </w:r>
    </w:p>
    <w:sectPr w:rsidR="00A709A1" w:rsidRPr="00F059ED" w:rsidSect="00EC39EB">
      <w:pgSz w:w="11906" w:h="16838"/>
      <w:pgMar w:top="719" w:right="850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3502"/>
    <w:multiLevelType w:val="hybridMultilevel"/>
    <w:tmpl w:val="8B048B2A"/>
    <w:lvl w:ilvl="0" w:tplc="8F289538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2EEEF032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4F24055"/>
    <w:multiLevelType w:val="hybridMultilevel"/>
    <w:tmpl w:val="6800586A"/>
    <w:lvl w:ilvl="0" w:tplc="AB22DB58">
      <w:start w:val="4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A3C35C3"/>
    <w:multiLevelType w:val="hybridMultilevel"/>
    <w:tmpl w:val="B7E8B584"/>
    <w:lvl w:ilvl="0" w:tplc="E3EEC6D6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F87267F"/>
    <w:multiLevelType w:val="hybridMultilevel"/>
    <w:tmpl w:val="DAD2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8AF7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DF47FA6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071F1B"/>
    <w:multiLevelType w:val="hybridMultilevel"/>
    <w:tmpl w:val="0ED443A6"/>
    <w:lvl w:ilvl="0" w:tplc="8548C5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47F"/>
    <w:rsid w:val="000004CF"/>
    <w:rsid w:val="00011960"/>
    <w:rsid w:val="000152F8"/>
    <w:rsid w:val="00032BDD"/>
    <w:rsid w:val="00035A89"/>
    <w:rsid w:val="000370D9"/>
    <w:rsid w:val="0004518C"/>
    <w:rsid w:val="00047862"/>
    <w:rsid w:val="00047EAC"/>
    <w:rsid w:val="00051A5F"/>
    <w:rsid w:val="000552E0"/>
    <w:rsid w:val="00057E4B"/>
    <w:rsid w:val="00064456"/>
    <w:rsid w:val="00070E56"/>
    <w:rsid w:val="00075FC6"/>
    <w:rsid w:val="0008135B"/>
    <w:rsid w:val="0008537A"/>
    <w:rsid w:val="000856E6"/>
    <w:rsid w:val="000922E5"/>
    <w:rsid w:val="00094D49"/>
    <w:rsid w:val="000A0175"/>
    <w:rsid w:val="000A2669"/>
    <w:rsid w:val="000A7073"/>
    <w:rsid w:val="000A78FB"/>
    <w:rsid w:val="000B3BCA"/>
    <w:rsid w:val="000E1D7D"/>
    <w:rsid w:val="000E33A6"/>
    <w:rsid w:val="000E3F57"/>
    <w:rsid w:val="000E49FD"/>
    <w:rsid w:val="000E65DB"/>
    <w:rsid w:val="000E75C7"/>
    <w:rsid w:val="000F5F76"/>
    <w:rsid w:val="000F7807"/>
    <w:rsid w:val="00111993"/>
    <w:rsid w:val="0011303D"/>
    <w:rsid w:val="00120B24"/>
    <w:rsid w:val="0012283D"/>
    <w:rsid w:val="001246CE"/>
    <w:rsid w:val="00131BC5"/>
    <w:rsid w:val="00131FA4"/>
    <w:rsid w:val="0013567A"/>
    <w:rsid w:val="001358D8"/>
    <w:rsid w:val="001430C5"/>
    <w:rsid w:val="001449BD"/>
    <w:rsid w:val="00145FB8"/>
    <w:rsid w:val="001536F7"/>
    <w:rsid w:val="001627F0"/>
    <w:rsid w:val="00162E86"/>
    <w:rsid w:val="00166680"/>
    <w:rsid w:val="00170E7C"/>
    <w:rsid w:val="00171AC6"/>
    <w:rsid w:val="00185B4C"/>
    <w:rsid w:val="00195F1F"/>
    <w:rsid w:val="001A07A8"/>
    <w:rsid w:val="001A202D"/>
    <w:rsid w:val="001A2A1F"/>
    <w:rsid w:val="001A3BD6"/>
    <w:rsid w:val="001B0C9E"/>
    <w:rsid w:val="001C4C2C"/>
    <w:rsid w:val="001D5A4C"/>
    <w:rsid w:val="001D6835"/>
    <w:rsid w:val="001E5676"/>
    <w:rsid w:val="001E614C"/>
    <w:rsid w:val="001F3106"/>
    <w:rsid w:val="001F61C4"/>
    <w:rsid w:val="001F6A3A"/>
    <w:rsid w:val="00205C2C"/>
    <w:rsid w:val="00211287"/>
    <w:rsid w:val="00216EEF"/>
    <w:rsid w:val="0022607B"/>
    <w:rsid w:val="002303E1"/>
    <w:rsid w:val="002313EC"/>
    <w:rsid w:val="00234B9C"/>
    <w:rsid w:val="00240020"/>
    <w:rsid w:val="002467D4"/>
    <w:rsid w:val="0025212D"/>
    <w:rsid w:val="002545BA"/>
    <w:rsid w:val="002616DE"/>
    <w:rsid w:val="00287F99"/>
    <w:rsid w:val="00293F5A"/>
    <w:rsid w:val="00296A7F"/>
    <w:rsid w:val="002A076F"/>
    <w:rsid w:val="002A26C4"/>
    <w:rsid w:val="002A48DC"/>
    <w:rsid w:val="002B2B1B"/>
    <w:rsid w:val="002C133E"/>
    <w:rsid w:val="002C4F87"/>
    <w:rsid w:val="002C5CB3"/>
    <w:rsid w:val="002C6AC4"/>
    <w:rsid w:val="002D0177"/>
    <w:rsid w:val="002D37C6"/>
    <w:rsid w:val="002D3A5D"/>
    <w:rsid w:val="002E0A14"/>
    <w:rsid w:val="002E45D5"/>
    <w:rsid w:val="002F0E42"/>
    <w:rsid w:val="002F59E2"/>
    <w:rsid w:val="00300F50"/>
    <w:rsid w:val="00305AA3"/>
    <w:rsid w:val="00306AC8"/>
    <w:rsid w:val="00306BE2"/>
    <w:rsid w:val="00311676"/>
    <w:rsid w:val="00312A6E"/>
    <w:rsid w:val="00313CFE"/>
    <w:rsid w:val="0031733A"/>
    <w:rsid w:val="00332C55"/>
    <w:rsid w:val="0033385B"/>
    <w:rsid w:val="00333A49"/>
    <w:rsid w:val="003353BF"/>
    <w:rsid w:val="003372EE"/>
    <w:rsid w:val="00340C0C"/>
    <w:rsid w:val="0034301C"/>
    <w:rsid w:val="003443A6"/>
    <w:rsid w:val="00353578"/>
    <w:rsid w:val="0035397C"/>
    <w:rsid w:val="003607CA"/>
    <w:rsid w:val="0036142A"/>
    <w:rsid w:val="0037064B"/>
    <w:rsid w:val="0037274D"/>
    <w:rsid w:val="00381A22"/>
    <w:rsid w:val="0038253C"/>
    <w:rsid w:val="00383949"/>
    <w:rsid w:val="003859CC"/>
    <w:rsid w:val="00392957"/>
    <w:rsid w:val="00396595"/>
    <w:rsid w:val="003A17A5"/>
    <w:rsid w:val="003A32BF"/>
    <w:rsid w:val="003B1680"/>
    <w:rsid w:val="003B17E4"/>
    <w:rsid w:val="003B4CC8"/>
    <w:rsid w:val="003C0786"/>
    <w:rsid w:val="003C21B3"/>
    <w:rsid w:val="003C2955"/>
    <w:rsid w:val="003C5B09"/>
    <w:rsid w:val="003D022C"/>
    <w:rsid w:val="003D204E"/>
    <w:rsid w:val="003E3847"/>
    <w:rsid w:val="003E4369"/>
    <w:rsid w:val="003E4827"/>
    <w:rsid w:val="003E51EA"/>
    <w:rsid w:val="003E691D"/>
    <w:rsid w:val="003F6140"/>
    <w:rsid w:val="00400F87"/>
    <w:rsid w:val="00411E3A"/>
    <w:rsid w:val="004168E4"/>
    <w:rsid w:val="00416CFE"/>
    <w:rsid w:val="00427043"/>
    <w:rsid w:val="004368C6"/>
    <w:rsid w:val="00440C56"/>
    <w:rsid w:val="004478C1"/>
    <w:rsid w:val="00451C41"/>
    <w:rsid w:val="00451E7B"/>
    <w:rsid w:val="004548B8"/>
    <w:rsid w:val="00454CB8"/>
    <w:rsid w:val="00460C6F"/>
    <w:rsid w:val="00461A29"/>
    <w:rsid w:val="00462249"/>
    <w:rsid w:val="004728A8"/>
    <w:rsid w:val="00475CB6"/>
    <w:rsid w:val="0047611C"/>
    <w:rsid w:val="00490328"/>
    <w:rsid w:val="0049113B"/>
    <w:rsid w:val="0049408D"/>
    <w:rsid w:val="00494CEC"/>
    <w:rsid w:val="0049519D"/>
    <w:rsid w:val="0049651B"/>
    <w:rsid w:val="0049714F"/>
    <w:rsid w:val="004A29B2"/>
    <w:rsid w:val="004A2DAD"/>
    <w:rsid w:val="004A5341"/>
    <w:rsid w:val="004B003D"/>
    <w:rsid w:val="004B180C"/>
    <w:rsid w:val="004B527D"/>
    <w:rsid w:val="004B61F0"/>
    <w:rsid w:val="004B66A6"/>
    <w:rsid w:val="004D5506"/>
    <w:rsid w:val="004E607D"/>
    <w:rsid w:val="004E6909"/>
    <w:rsid w:val="004F2D08"/>
    <w:rsid w:val="004F6B2F"/>
    <w:rsid w:val="0050547F"/>
    <w:rsid w:val="00506F60"/>
    <w:rsid w:val="005220B1"/>
    <w:rsid w:val="005254DB"/>
    <w:rsid w:val="00525B4A"/>
    <w:rsid w:val="005351F0"/>
    <w:rsid w:val="0054021D"/>
    <w:rsid w:val="00543FE3"/>
    <w:rsid w:val="00546CEB"/>
    <w:rsid w:val="00553663"/>
    <w:rsid w:val="00555B0E"/>
    <w:rsid w:val="00560353"/>
    <w:rsid w:val="00560FB6"/>
    <w:rsid w:val="005679ED"/>
    <w:rsid w:val="00577C14"/>
    <w:rsid w:val="00584837"/>
    <w:rsid w:val="00584851"/>
    <w:rsid w:val="005A5657"/>
    <w:rsid w:val="005B1384"/>
    <w:rsid w:val="005B5E1E"/>
    <w:rsid w:val="005C4B98"/>
    <w:rsid w:val="005C4DCA"/>
    <w:rsid w:val="005C4E2A"/>
    <w:rsid w:val="005D1406"/>
    <w:rsid w:val="005D15E9"/>
    <w:rsid w:val="005D167B"/>
    <w:rsid w:val="005D4399"/>
    <w:rsid w:val="005D620E"/>
    <w:rsid w:val="005E4A4F"/>
    <w:rsid w:val="005F04F8"/>
    <w:rsid w:val="005F1F5D"/>
    <w:rsid w:val="005F25A0"/>
    <w:rsid w:val="005F38D9"/>
    <w:rsid w:val="005F6155"/>
    <w:rsid w:val="00600DAE"/>
    <w:rsid w:val="00602960"/>
    <w:rsid w:val="00604A2E"/>
    <w:rsid w:val="006105FC"/>
    <w:rsid w:val="00612F37"/>
    <w:rsid w:val="00612F6B"/>
    <w:rsid w:val="00620AF1"/>
    <w:rsid w:val="006238A6"/>
    <w:rsid w:val="0062751D"/>
    <w:rsid w:val="00633CDF"/>
    <w:rsid w:val="006373FD"/>
    <w:rsid w:val="006458D9"/>
    <w:rsid w:val="00645D39"/>
    <w:rsid w:val="00655F0A"/>
    <w:rsid w:val="00664730"/>
    <w:rsid w:val="00666E91"/>
    <w:rsid w:val="006719BB"/>
    <w:rsid w:val="00673126"/>
    <w:rsid w:val="0068772E"/>
    <w:rsid w:val="00696B80"/>
    <w:rsid w:val="006A2F8A"/>
    <w:rsid w:val="006B332C"/>
    <w:rsid w:val="006B7045"/>
    <w:rsid w:val="006C4F66"/>
    <w:rsid w:val="006D1CBA"/>
    <w:rsid w:val="006E5636"/>
    <w:rsid w:val="006E58D1"/>
    <w:rsid w:val="006E5C63"/>
    <w:rsid w:val="006E79A0"/>
    <w:rsid w:val="006F4171"/>
    <w:rsid w:val="0070383A"/>
    <w:rsid w:val="00703A3E"/>
    <w:rsid w:val="00712B93"/>
    <w:rsid w:val="00722A45"/>
    <w:rsid w:val="00725F77"/>
    <w:rsid w:val="0073618D"/>
    <w:rsid w:val="00742452"/>
    <w:rsid w:val="00742B21"/>
    <w:rsid w:val="00744DEA"/>
    <w:rsid w:val="00746250"/>
    <w:rsid w:val="00746619"/>
    <w:rsid w:val="0075222C"/>
    <w:rsid w:val="00774AD2"/>
    <w:rsid w:val="00781255"/>
    <w:rsid w:val="00781460"/>
    <w:rsid w:val="00782098"/>
    <w:rsid w:val="00784100"/>
    <w:rsid w:val="00784A65"/>
    <w:rsid w:val="00787228"/>
    <w:rsid w:val="007879A0"/>
    <w:rsid w:val="007925C2"/>
    <w:rsid w:val="00792E20"/>
    <w:rsid w:val="00794238"/>
    <w:rsid w:val="007944B6"/>
    <w:rsid w:val="007A1038"/>
    <w:rsid w:val="007A3867"/>
    <w:rsid w:val="007B48A5"/>
    <w:rsid w:val="007B545B"/>
    <w:rsid w:val="007B6F4F"/>
    <w:rsid w:val="007B7B7B"/>
    <w:rsid w:val="007C224F"/>
    <w:rsid w:val="007C3DA3"/>
    <w:rsid w:val="007C49C8"/>
    <w:rsid w:val="007C60FE"/>
    <w:rsid w:val="007D110E"/>
    <w:rsid w:val="007D2CDB"/>
    <w:rsid w:val="007D3A3D"/>
    <w:rsid w:val="007D5D22"/>
    <w:rsid w:val="007D6955"/>
    <w:rsid w:val="007E0E73"/>
    <w:rsid w:val="007E4D5D"/>
    <w:rsid w:val="007F2FCB"/>
    <w:rsid w:val="007F61C2"/>
    <w:rsid w:val="00800525"/>
    <w:rsid w:val="0080080C"/>
    <w:rsid w:val="008030E2"/>
    <w:rsid w:val="00812DDF"/>
    <w:rsid w:val="00814FF5"/>
    <w:rsid w:val="00816127"/>
    <w:rsid w:val="00823ECC"/>
    <w:rsid w:val="0082455B"/>
    <w:rsid w:val="00826BD3"/>
    <w:rsid w:val="00827D94"/>
    <w:rsid w:val="00831A9B"/>
    <w:rsid w:val="0083241D"/>
    <w:rsid w:val="0083788E"/>
    <w:rsid w:val="008379C0"/>
    <w:rsid w:val="008516D7"/>
    <w:rsid w:val="008518B1"/>
    <w:rsid w:val="00852146"/>
    <w:rsid w:val="00853747"/>
    <w:rsid w:val="008545CB"/>
    <w:rsid w:val="00855C53"/>
    <w:rsid w:val="00860A0E"/>
    <w:rsid w:val="00864218"/>
    <w:rsid w:val="008664E2"/>
    <w:rsid w:val="00872476"/>
    <w:rsid w:val="008852F8"/>
    <w:rsid w:val="00891925"/>
    <w:rsid w:val="008A149B"/>
    <w:rsid w:val="008A38BF"/>
    <w:rsid w:val="008A5DD1"/>
    <w:rsid w:val="008B137C"/>
    <w:rsid w:val="008B17FC"/>
    <w:rsid w:val="008B2C09"/>
    <w:rsid w:val="008C2D3C"/>
    <w:rsid w:val="008C61B4"/>
    <w:rsid w:val="008E4838"/>
    <w:rsid w:val="008E6522"/>
    <w:rsid w:val="008F264A"/>
    <w:rsid w:val="008F30C2"/>
    <w:rsid w:val="008F5924"/>
    <w:rsid w:val="0090232D"/>
    <w:rsid w:val="00920178"/>
    <w:rsid w:val="00924B00"/>
    <w:rsid w:val="009317C2"/>
    <w:rsid w:val="00931B73"/>
    <w:rsid w:val="009342F8"/>
    <w:rsid w:val="0094098C"/>
    <w:rsid w:val="00940C7D"/>
    <w:rsid w:val="0094772E"/>
    <w:rsid w:val="00951AA9"/>
    <w:rsid w:val="0096373B"/>
    <w:rsid w:val="0097481B"/>
    <w:rsid w:val="00974A97"/>
    <w:rsid w:val="0097653F"/>
    <w:rsid w:val="0097744F"/>
    <w:rsid w:val="00977C8D"/>
    <w:rsid w:val="00977DB0"/>
    <w:rsid w:val="00980249"/>
    <w:rsid w:val="00980861"/>
    <w:rsid w:val="0098101D"/>
    <w:rsid w:val="0098152D"/>
    <w:rsid w:val="00994CB1"/>
    <w:rsid w:val="009C02DA"/>
    <w:rsid w:val="009D1CCF"/>
    <w:rsid w:val="009D5E9C"/>
    <w:rsid w:val="009E3515"/>
    <w:rsid w:val="009E4F1C"/>
    <w:rsid w:val="009E5C7F"/>
    <w:rsid w:val="009E7160"/>
    <w:rsid w:val="009F07FA"/>
    <w:rsid w:val="009F4DE6"/>
    <w:rsid w:val="009F5377"/>
    <w:rsid w:val="00A03A7D"/>
    <w:rsid w:val="00A03F73"/>
    <w:rsid w:val="00A045F4"/>
    <w:rsid w:val="00A047D1"/>
    <w:rsid w:val="00A04A1E"/>
    <w:rsid w:val="00A10920"/>
    <w:rsid w:val="00A14064"/>
    <w:rsid w:val="00A2198A"/>
    <w:rsid w:val="00A2274D"/>
    <w:rsid w:val="00A315BE"/>
    <w:rsid w:val="00A33100"/>
    <w:rsid w:val="00A3456C"/>
    <w:rsid w:val="00A35137"/>
    <w:rsid w:val="00A357EC"/>
    <w:rsid w:val="00A35EBE"/>
    <w:rsid w:val="00A36474"/>
    <w:rsid w:val="00A37053"/>
    <w:rsid w:val="00A464F7"/>
    <w:rsid w:val="00A518E2"/>
    <w:rsid w:val="00A52248"/>
    <w:rsid w:val="00A5471A"/>
    <w:rsid w:val="00A6472A"/>
    <w:rsid w:val="00A66D31"/>
    <w:rsid w:val="00A66F8A"/>
    <w:rsid w:val="00A709A1"/>
    <w:rsid w:val="00A73646"/>
    <w:rsid w:val="00A809B1"/>
    <w:rsid w:val="00A8294A"/>
    <w:rsid w:val="00A8315E"/>
    <w:rsid w:val="00A86EB9"/>
    <w:rsid w:val="00A90076"/>
    <w:rsid w:val="00A93010"/>
    <w:rsid w:val="00A965B3"/>
    <w:rsid w:val="00AA1CF5"/>
    <w:rsid w:val="00AA30F4"/>
    <w:rsid w:val="00AA3D91"/>
    <w:rsid w:val="00AA7341"/>
    <w:rsid w:val="00AB0ACF"/>
    <w:rsid w:val="00AB0DC1"/>
    <w:rsid w:val="00AB10C6"/>
    <w:rsid w:val="00AB3F1C"/>
    <w:rsid w:val="00AB5161"/>
    <w:rsid w:val="00AB5BB8"/>
    <w:rsid w:val="00AC0FBF"/>
    <w:rsid w:val="00AC2C49"/>
    <w:rsid w:val="00AC487F"/>
    <w:rsid w:val="00AD35A7"/>
    <w:rsid w:val="00AD5909"/>
    <w:rsid w:val="00AD5FC5"/>
    <w:rsid w:val="00AD7AB1"/>
    <w:rsid w:val="00AE3649"/>
    <w:rsid w:val="00AF3FED"/>
    <w:rsid w:val="00B21117"/>
    <w:rsid w:val="00B217B2"/>
    <w:rsid w:val="00B21C16"/>
    <w:rsid w:val="00B40CD7"/>
    <w:rsid w:val="00B423D6"/>
    <w:rsid w:val="00B433CC"/>
    <w:rsid w:val="00B45F16"/>
    <w:rsid w:val="00B6338E"/>
    <w:rsid w:val="00B710B9"/>
    <w:rsid w:val="00B7486E"/>
    <w:rsid w:val="00B84680"/>
    <w:rsid w:val="00B85620"/>
    <w:rsid w:val="00B9394F"/>
    <w:rsid w:val="00B94497"/>
    <w:rsid w:val="00BA0C3E"/>
    <w:rsid w:val="00BA55FA"/>
    <w:rsid w:val="00BA6B81"/>
    <w:rsid w:val="00BA7101"/>
    <w:rsid w:val="00BA7C3F"/>
    <w:rsid w:val="00BB0A06"/>
    <w:rsid w:val="00BB1CBD"/>
    <w:rsid w:val="00BC07AD"/>
    <w:rsid w:val="00BC0F26"/>
    <w:rsid w:val="00BC580D"/>
    <w:rsid w:val="00BC7AB8"/>
    <w:rsid w:val="00BD0971"/>
    <w:rsid w:val="00BD411F"/>
    <w:rsid w:val="00BE592E"/>
    <w:rsid w:val="00BE59C8"/>
    <w:rsid w:val="00BE6F5C"/>
    <w:rsid w:val="00BE78AC"/>
    <w:rsid w:val="00BF22F0"/>
    <w:rsid w:val="00BF5148"/>
    <w:rsid w:val="00BF59DF"/>
    <w:rsid w:val="00C05A5C"/>
    <w:rsid w:val="00C13FC3"/>
    <w:rsid w:val="00C14CA6"/>
    <w:rsid w:val="00C14FCC"/>
    <w:rsid w:val="00C164C4"/>
    <w:rsid w:val="00C21588"/>
    <w:rsid w:val="00C259A6"/>
    <w:rsid w:val="00C306E6"/>
    <w:rsid w:val="00C32DAB"/>
    <w:rsid w:val="00C408E5"/>
    <w:rsid w:val="00C42729"/>
    <w:rsid w:val="00C45BF1"/>
    <w:rsid w:val="00C50885"/>
    <w:rsid w:val="00C546EE"/>
    <w:rsid w:val="00C563E8"/>
    <w:rsid w:val="00C639CD"/>
    <w:rsid w:val="00C63A64"/>
    <w:rsid w:val="00C65006"/>
    <w:rsid w:val="00C66E65"/>
    <w:rsid w:val="00C676CC"/>
    <w:rsid w:val="00C74AAD"/>
    <w:rsid w:val="00C838EA"/>
    <w:rsid w:val="00C8434F"/>
    <w:rsid w:val="00C93FFB"/>
    <w:rsid w:val="00C955AA"/>
    <w:rsid w:val="00C96780"/>
    <w:rsid w:val="00CA031F"/>
    <w:rsid w:val="00CB383D"/>
    <w:rsid w:val="00CB68AC"/>
    <w:rsid w:val="00CC0DD4"/>
    <w:rsid w:val="00CC11E9"/>
    <w:rsid w:val="00CC2730"/>
    <w:rsid w:val="00CC2A2C"/>
    <w:rsid w:val="00CC727A"/>
    <w:rsid w:val="00CC778B"/>
    <w:rsid w:val="00CD4D27"/>
    <w:rsid w:val="00CD7686"/>
    <w:rsid w:val="00CE23A2"/>
    <w:rsid w:val="00CE67CA"/>
    <w:rsid w:val="00D14195"/>
    <w:rsid w:val="00D141E8"/>
    <w:rsid w:val="00D167D6"/>
    <w:rsid w:val="00D22EA0"/>
    <w:rsid w:val="00D46F23"/>
    <w:rsid w:val="00D47BF0"/>
    <w:rsid w:val="00D50AE9"/>
    <w:rsid w:val="00D55171"/>
    <w:rsid w:val="00D57ED8"/>
    <w:rsid w:val="00D60BC7"/>
    <w:rsid w:val="00D62455"/>
    <w:rsid w:val="00D643A3"/>
    <w:rsid w:val="00D65A21"/>
    <w:rsid w:val="00D7106F"/>
    <w:rsid w:val="00D77FF4"/>
    <w:rsid w:val="00D878C6"/>
    <w:rsid w:val="00D90B12"/>
    <w:rsid w:val="00D92666"/>
    <w:rsid w:val="00D97BBE"/>
    <w:rsid w:val="00DA3B57"/>
    <w:rsid w:val="00DB31FE"/>
    <w:rsid w:val="00DB4926"/>
    <w:rsid w:val="00DB69A9"/>
    <w:rsid w:val="00DC1FC1"/>
    <w:rsid w:val="00DC4E7B"/>
    <w:rsid w:val="00DD4697"/>
    <w:rsid w:val="00DE019C"/>
    <w:rsid w:val="00DE3D59"/>
    <w:rsid w:val="00DE4B1A"/>
    <w:rsid w:val="00DE5326"/>
    <w:rsid w:val="00DE5A4D"/>
    <w:rsid w:val="00DE5C6B"/>
    <w:rsid w:val="00DF3540"/>
    <w:rsid w:val="00DF64F0"/>
    <w:rsid w:val="00E03D72"/>
    <w:rsid w:val="00E04B58"/>
    <w:rsid w:val="00E04BF8"/>
    <w:rsid w:val="00E05C82"/>
    <w:rsid w:val="00E15543"/>
    <w:rsid w:val="00E17AD2"/>
    <w:rsid w:val="00E20C07"/>
    <w:rsid w:val="00E23144"/>
    <w:rsid w:val="00E23F86"/>
    <w:rsid w:val="00E31E56"/>
    <w:rsid w:val="00E32A7C"/>
    <w:rsid w:val="00E43BAE"/>
    <w:rsid w:val="00E46EE9"/>
    <w:rsid w:val="00E51B08"/>
    <w:rsid w:val="00E549D2"/>
    <w:rsid w:val="00E55491"/>
    <w:rsid w:val="00E55CB6"/>
    <w:rsid w:val="00E56306"/>
    <w:rsid w:val="00E60454"/>
    <w:rsid w:val="00E61B10"/>
    <w:rsid w:val="00E61F14"/>
    <w:rsid w:val="00E629B2"/>
    <w:rsid w:val="00E65718"/>
    <w:rsid w:val="00E66A7F"/>
    <w:rsid w:val="00E677D0"/>
    <w:rsid w:val="00E700D1"/>
    <w:rsid w:val="00E70177"/>
    <w:rsid w:val="00E84647"/>
    <w:rsid w:val="00E90947"/>
    <w:rsid w:val="00E91FFF"/>
    <w:rsid w:val="00E957BA"/>
    <w:rsid w:val="00EA28A3"/>
    <w:rsid w:val="00EA498F"/>
    <w:rsid w:val="00EA5B49"/>
    <w:rsid w:val="00EA764A"/>
    <w:rsid w:val="00EC0732"/>
    <w:rsid w:val="00EC1B92"/>
    <w:rsid w:val="00EC39EB"/>
    <w:rsid w:val="00EC4A8C"/>
    <w:rsid w:val="00EC5E06"/>
    <w:rsid w:val="00EC628A"/>
    <w:rsid w:val="00EE539F"/>
    <w:rsid w:val="00EF54E5"/>
    <w:rsid w:val="00F03D98"/>
    <w:rsid w:val="00F059ED"/>
    <w:rsid w:val="00F13216"/>
    <w:rsid w:val="00F15386"/>
    <w:rsid w:val="00F23C7E"/>
    <w:rsid w:val="00F24BF5"/>
    <w:rsid w:val="00F26B03"/>
    <w:rsid w:val="00F32863"/>
    <w:rsid w:val="00F40EBE"/>
    <w:rsid w:val="00F45019"/>
    <w:rsid w:val="00F45803"/>
    <w:rsid w:val="00F45CC6"/>
    <w:rsid w:val="00F5102B"/>
    <w:rsid w:val="00F5320B"/>
    <w:rsid w:val="00F548BF"/>
    <w:rsid w:val="00F60870"/>
    <w:rsid w:val="00F61D2C"/>
    <w:rsid w:val="00F72BBE"/>
    <w:rsid w:val="00F742E9"/>
    <w:rsid w:val="00F74BE9"/>
    <w:rsid w:val="00F75E62"/>
    <w:rsid w:val="00F77540"/>
    <w:rsid w:val="00F8022D"/>
    <w:rsid w:val="00F92D02"/>
    <w:rsid w:val="00FB31E1"/>
    <w:rsid w:val="00FB38CF"/>
    <w:rsid w:val="00FC4EBF"/>
    <w:rsid w:val="00FC60DA"/>
    <w:rsid w:val="00FD0954"/>
    <w:rsid w:val="00FD4132"/>
    <w:rsid w:val="00FD45F0"/>
    <w:rsid w:val="00FD48D7"/>
    <w:rsid w:val="00FD79F5"/>
    <w:rsid w:val="00FD7CD0"/>
    <w:rsid w:val="00FE1231"/>
    <w:rsid w:val="00FE2E1B"/>
    <w:rsid w:val="00FE7E4F"/>
    <w:rsid w:val="00FF410A"/>
    <w:rsid w:val="00FF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E6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5E62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5E62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5E62"/>
    <w:pPr>
      <w:keepNext/>
      <w:ind w:left="2832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5E62"/>
    <w:pPr>
      <w:keepNext/>
      <w:ind w:left="-180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F75E62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5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1">
    <w:name w:val="Знак1 Знак Знак Знак"/>
    <w:basedOn w:val="Normal"/>
    <w:uiPriority w:val="99"/>
    <w:rsid w:val="009748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7481B"/>
    <w:rPr>
      <w:rFonts w:cs="Times New Roman"/>
      <w:spacing w:val="3"/>
      <w:sz w:val="25"/>
      <w:szCs w:val="25"/>
      <w:lang w:bidi="ar-SA"/>
    </w:rPr>
  </w:style>
  <w:style w:type="paragraph" w:styleId="BodyText">
    <w:name w:val="Body Text"/>
    <w:basedOn w:val="Normal"/>
    <w:link w:val="BodyTextChar"/>
    <w:uiPriority w:val="99"/>
    <w:rsid w:val="0097481B"/>
    <w:pPr>
      <w:widowControl w:val="0"/>
      <w:shd w:val="clear" w:color="auto" w:fill="FFFFFF"/>
      <w:spacing w:after="60" w:line="240" w:lineRule="atLeast"/>
    </w:pPr>
    <w:rPr>
      <w:spacing w:val="3"/>
      <w:sz w:val="25"/>
      <w:szCs w:val="25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0853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D79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4">
    <w:name w:val="Font Style44"/>
    <w:basedOn w:val="DefaultParagraphFont"/>
    <w:uiPriority w:val="99"/>
    <w:rsid w:val="00FD79F5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FD79F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FD79F5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Обычный + 14 пт"/>
    <w:aliases w:val="полужирный,По ширине,Первая строка:  1 см"/>
    <w:basedOn w:val="Normal"/>
    <w:uiPriority w:val="99"/>
    <w:rsid w:val="00920178"/>
    <w:pPr>
      <w:widowControl w:val="0"/>
      <w:suppressAutoHyphens/>
      <w:ind w:firstLine="720"/>
      <w:jc w:val="both"/>
    </w:pPr>
    <w:rPr>
      <w:kern w:val="1"/>
      <w:sz w:val="28"/>
      <w:szCs w:val="28"/>
      <w:lang w:eastAsia="ar-SA"/>
    </w:rPr>
  </w:style>
  <w:style w:type="paragraph" w:customStyle="1" w:styleId="formattext">
    <w:name w:val="formattext"/>
    <w:basedOn w:val="Normal"/>
    <w:uiPriority w:val="99"/>
    <w:rsid w:val="00620AF1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iPriority w:val="99"/>
    <w:rsid w:val="009023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0232D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90232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0232D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E55CB6"/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0E1D7D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05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4;&#1050;&#1061;&#1058;&#1057;\&#1073;&#1051;&#1040;&#1053;&#1050;%20&#1056;&#1045;&#1064;&#1045;&#1053;&#1048;&#1071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</Template>
  <TotalTime>81</TotalTime>
  <Pages>1</Pages>
  <Words>243</Words>
  <Characters>1386</Characters>
  <Application>Microsoft Office Outlook</Application>
  <DocSecurity>0</DocSecurity>
  <Lines>0</Lines>
  <Paragraphs>0</Paragraphs>
  <ScaleCrop>false</ScaleCrop>
  <Company>Escape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cp:lastPrinted>2019-03-27T05:51:00Z</cp:lastPrinted>
  <dcterms:created xsi:type="dcterms:W3CDTF">2019-02-08T10:18:00Z</dcterms:created>
  <dcterms:modified xsi:type="dcterms:W3CDTF">2019-03-27T06:33:00Z</dcterms:modified>
</cp:coreProperties>
</file>