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A5" w:rsidRPr="00013E3C" w:rsidRDefault="000F59A5" w:rsidP="00176DC3">
      <w:pPr>
        <w:jc w:val="center"/>
        <w:rPr>
          <w:snapToGrid w:val="0"/>
          <w:sz w:val="28"/>
          <w:szCs w:val="28"/>
        </w:rPr>
      </w:pPr>
      <w:r w:rsidRPr="005B5E0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0F59A5" w:rsidRPr="00013E3C" w:rsidRDefault="000F59A5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0F59A5" w:rsidRPr="00013E3C" w:rsidRDefault="000F59A5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0F59A5" w:rsidRPr="00013E3C" w:rsidRDefault="000F59A5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0F59A5" w:rsidRPr="00013E3C" w:rsidRDefault="000F59A5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0F59A5" w:rsidRPr="00013E3C" w:rsidRDefault="000F59A5" w:rsidP="00176DC3">
      <w:pPr>
        <w:pStyle w:val="Heading3"/>
        <w:ind w:left="0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РЕШЕНИЕ</w:t>
      </w:r>
    </w:p>
    <w:p w:rsidR="000F59A5" w:rsidRDefault="000F59A5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0F59A5" w:rsidRDefault="000F59A5" w:rsidP="00FF07C2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сорок седьмом заседании </w:t>
      </w:r>
    </w:p>
    <w:p w:rsidR="000F59A5" w:rsidRDefault="000F59A5" w:rsidP="00FF07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27 ноября 2018 года</w:t>
      </w:r>
    </w:p>
    <w:p w:rsidR="000F59A5" w:rsidRDefault="000F59A5" w:rsidP="00FF07C2">
      <w:pPr>
        <w:autoSpaceDE w:val="0"/>
        <w:autoSpaceDN w:val="0"/>
        <w:adjustRightInd w:val="0"/>
        <w:rPr>
          <w:sz w:val="16"/>
          <w:szCs w:val="16"/>
        </w:rPr>
      </w:pPr>
    </w:p>
    <w:p w:rsidR="000F59A5" w:rsidRPr="00B2611D" w:rsidRDefault="000F59A5" w:rsidP="00FF07C2">
      <w:pPr>
        <w:autoSpaceDE w:val="0"/>
        <w:autoSpaceDN w:val="0"/>
        <w:adjustRightInd w:val="0"/>
        <w:rPr>
          <w:sz w:val="16"/>
          <w:szCs w:val="16"/>
        </w:rPr>
      </w:pPr>
    </w:p>
    <w:p w:rsidR="000F59A5" w:rsidRDefault="000F59A5" w:rsidP="00FF07C2">
      <w:pPr>
        <w:rPr>
          <w:b/>
          <w:bCs/>
          <w:sz w:val="12"/>
        </w:rPr>
      </w:pPr>
    </w:p>
    <w:p w:rsidR="000F59A5" w:rsidRDefault="000F59A5" w:rsidP="00FF07C2">
      <w:pPr>
        <w:ind w:left="-180"/>
        <w:rPr>
          <w:b/>
          <w:bCs/>
          <w:sz w:val="12"/>
        </w:rPr>
      </w:pPr>
    </w:p>
    <w:p w:rsidR="000F59A5" w:rsidRPr="00653C34" w:rsidRDefault="000F59A5" w:rsidP="00653C34">
      <w:pPr>
        <w:rPr>
          <w:bCs/>
          <w:sz w:val="28"/>
          <w:szCs w:val="28"/>
        </w:rPr>
      </w:pPr>
      <w:r>
        <w:rPr>
          <w:b/>
          <w:color w:val="000000"/>
          <w:spacing w:val="-5"/>
          <w:sz w:val="29"/>
          <w:szCs w:val="29"/>
          <w:u w:val="single"/>
        </w:rPr>
        <w:t>27 ноября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 2018 года </w:t>
      </w:r>
      <w:r w:rsidRPr="00227499">
        <w:rPr>
          <w:b/>
          <w:color w:val="000000"/>
          <w:spacing w:val="-5"/>
          <w:u w:val="single"/>
        </w:rPr>
        <w:t xml:space="preserve">№ </w:t>
      </w:r>
      <w:r>
        <w:rPr>
          <w:b/>
          <w:color w:val="000000"/>
          <w:spacing w:val="-5"/>
          <w:sz w:val="29"/>
          <w:szCs w:val="29"/>
          <w:u w:val="single"/>
        </w:rPr>
        <w:t>517</w:t>
      </w:r>
      <w:r w:rsidRPr="00AE182C">
        <w:rPr>
          <w:b/>
          <w:bCs/>
          <w:sz w:val="28"/>
          <w:szCs w:val="28"/>
        </w:rPr>
        <w:t xml:space="preserve">  </w:t>
      </w:r>
    </w:p>
    <w:p w:rsidR="000F59A5" w:rsidRPr="00653C34" w:rsidRDefault="000F59A5" w:rsidP="00FF07C2">
      <w:pPr>
        <w:tabs>
          <w:tab w:val="left" w:pos="4320"/>
        </w:tabs>
        <w:ind w:right="3955"/>
        <w:jc w:val="both"/>
        <w:rPr>
          <w:sz w:val="12"/>
          <w:szCs w:val="12"/>
        </w:rPr>
      </w:pPr>
    </w:p>
    <w:p w:rsidR="000F59A5" w:rsidRDefault="000F59A5" w:rsidP="00FF07C2">
      <w:pPr>
        <w:tabs>
          <w:tab w:val="left" w:pos="4320"/>
        </w:tabs>
        <w:ind w:right="395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</w:t>
      </w:r>
      <w:r>
        <w:rPr>
          <w:sz w:val="28"/>
          <w:szCs w:val="28"/>
        </w:rPr>
        <w:t xml:space="preserve">27 сентября 2017 года № 320 </w:t>
      </w:r>
      <w:r>
        <w:rPr>
          <w:sz w:val="28"/>
        </w:rPr>
        <w:t>«О  наказах избирателей, рекомендуемых к выполнению в 2018 году</w:t>
      </w:r>
      <w:r>
        <w:rPr>
          <w:sz w:val="28"/>
          <w:szCs w:val="28"/>
        </w:rPr>
        <w:t xml:space="preserve">» </w:t>
      </w:r>
    </w:p>
    <w:p w:rsidR="000F59A5" w:rsidRDefault="000F59A5" w:rsidP="00176DC3">
      <w:pPr>
        <w:jc w:val="both"/>
        <w:rPr>
          <w:sz w:val="28"/>
        </w:rPr>
      </w:pPr>
    </w:p>
    <w:p w:rsidR="000F59A5" w:rsidRDefault="000F59A5" w:rsidP="00176DC3">
      <w:pPr>
        <w:jc w:val="both"/>
        <w:rPr>
          <w:sz w:val="28"/>
        </w:rPr>
      </w:pPr>
    </w:p>
    <w:p w:rsidR="000F59A5" w:rsidRDefault="000F59A5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21 декабря 2017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363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2018 год и на плановый период 2019 и 2020 годов», </w:t>
      </w:r>
      <w:r>
        <w:rPr>
          <w:sz w:val="28"/>
        </w:rPr>
        <w:t>положением «О наказах избирателей муниципального образования город Новотроицк», утвержденным решением городского Совета депутатов от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0F59A5" w:rsidRDefault="000F59A5" w:rsidP="00B5465F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27 сентября            2017 года № 320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2018 году» (далее – решение) следующие изменения:</w:t>
      </w:r>
    </w:p>
    <w:p w:rsidR="000F59A5" w:rsidRPr="00A134F4" w:rsidRDefault="000F59A5" w:rsidP="00B546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изложить строку 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0F59A5" w:rsidTr="00FF07C2">
        <w:trPr>
          <w:trHeight w:val="713"/>
        </w:trPr>
        <w:tc>
          <w:tcPr>
            <w:tcW w:w="567" w:type="dxa"/>
            <w:vAlign w:val="center"/>
          </w:tcPr>
          <w:p w:rsidR="000F59A5" w:rsidRPr="007B603B" w:rsidRDefault="000F59A5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7B603B">
              <w:rPr>
                <w:sz w:val="28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0F59A5" w:rsidRDefault="000F59A5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3</w:t>
            </w:r>
          </w:p>
        </w:tc>
        <w:tc>
          <w:tcPr>
            <w:tcW w:w="3260" w:type="dxa"/>
            <w:vAlign w:val="center"/>
          </w:tcPr>
          <w:p w:rsidR="000F59A5" w:rsidRDefault="000F59A5" w:rsidP="0076664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Выделение целевой субсидии</w:t>
            </w:r>
          </w:p>
          <w:p w:rsidR="000F59A5" w:rsidRDefault="000F59A5" w:rsidP="0076664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53343">
              <w:rPr>
                <w:sz w:val="28"/>
                <w:szCs w:val="28"/>
              </w:rPr>
              <w:t>униципальному дошкольному образова</w:t>
            </w:r>
            <w:r>
              <w:rPr>
                <w:sz w:val="28"/>
                <w:szCs w:val="28"/>
              </w:rPr>
              <w:t>тельному автономному учреждению «</w:t>
            </w:r>
            <w:r w:rsidRPr="00253343">
              <w:rPr>
                <w:sz w:val="28"/>
                <w:szCs w:val="28"/>
              </w:rPr>
              <w:t xml:space="preserve">Детский сад  № 38 </w:t>
            </w:r>
            <w:r>
              <w:rPr>
                <w:sz w:val="28"/>
                <w:szCs w:val="28"/>
              </w:rPr>
              <w:t>«</w:t>
            </w:r>
            <w:r w:rsidRPr="00253343">
              <w:rPr>
                <w:sz w:val="28"/>
                <w:szCs w:val="28"/>
              </w:rPr>
              <w:t>Искорка</w:t>
            </w:r>
            <w:r>
              <w:rPr>
                <w:sz w:val="28"/>
                <w:szCs w:val="28"/>
              </w:rPr>
              <w:t>»</w:t>
            </w:r>
            <w:r w:rsidRPr="00253343">
              <w:rPr>
                <w:sz w:val="28"/>
                <w:szCs w:val="28"/>
              </w:rPr>
              <w:t xml:space="preserve">  комбинированного  вида</w:t>
            </w:r>
          </w:p>
          <w:p w:rsidR="000F59A5" w:rsidRPr="00150361" w:rsidRDefault="000F59A5" w:rsidP="0076664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г.Новотроицка Оренбургской области»</w:t>
            </w:r>
            <w:r>
              <w:rPr>
                <w:sz w:val="28"/>
                <w:szCs w:val="28"/>
              </w:rPr>
              <w:t>, ул. Фрунзе, д.10</w:t>
            </w:r>
            <w:r w:rsidRPr="00253343">
              <w:rPr>
                <w:sz w:val="28"/>
                <w:szCs w:val="28"/>
              </w:rPr>
              <w:t xml:space="preserve"> на ремонт</w:t>
            </w:r>
            <w:r>
              <w:rPr>
                <w:sz w:val="28"/>
                <w:szCs w:val="28"/>
              </w:rPr>
              <w:t xml:space="preserve"> оконных проемов помещений</w:t>
            </w:r>
            <w:r w:rsidRPr="00253343">
              <w:rPr>
                <w:sz w:val="28"/>
                <w:szCs w:val="28"/>
              </w:rPr>
              <w:t xml:space="preserve"> здания учреждения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100 000,00</w:t>
            </w: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  <w:p w:rsidR="000F59A5" w:rsidRDefault="000F59A5" w:rsidP="00D440FB">
            <w:pPr>
              <w:ind w:right="-94"/>
              <w:jc w:val="center"/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F59A5" w:rsidRDefault="000F59A5" w:rsidP="00D440FB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D440FB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D440FB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D440FB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D440FB">
            <w:pPr>
              <w:jc w:val="center"/>
              <w:rPr>
                <w:sz w:val="28"/>
                <w:szCs w:val="28"/>
              </w:rPr>
            </w:pPr>
            <w:r w:rsidRPr="00253343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253343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0F59A5" w:rsidRPr="00E23C78" w:rsidRDefault="000F59A5" w:rsidP="00D440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9A5" w:rsidRDefault="000F59A5" w:rsidP="00CE6268">
      <w:pPr>
        <w:jc w:val="both"/>
      </w:pPr>
      <w:r>
        <w:rPr>
          <w:sz w:val="28"/>
          <w:szCs w:val="28"/>
        </w:rPr>
        <w:tab/>
        <w:t xml:space="preserve">2) дополнить приложение </w:t>
      </w:r>
      <w:r w:rsidRPr="00A134F4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строкой 39 в следующей</w:t>
      </w:r>
      <w:r w:rsidRPr="00A134F4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  <w: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3260"/>
        <w:gridCol w:w="1418"/>
        <w:gridCol w:w="2233"/>
      </w:tblGrid>
      <w:tr w:rsidR="000F59A5" w:rsidTr="0000059E">
        <w:trPr>
          <w:trHeight w:val="1260"/>
        </w:trPr>
        <w:tc>
          <w:tcPr>
            <w:tcW w:w="567" w:type="dxa"/>
            <w:vAlign w:val="center"/>
          </w:tcPr>
          <w:p w:rsidR="000F59A5" w:rsidRPr="007B603B" w:rsidRDefault="000F59A5" w:rsidP="0000059E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7B603B">
              <w:rPr>
                <w:sz w:val="28"/>
                <w:szCs w:val="24"/>
              </w:rPr>
              <w:t>39.</w:t>
            </w:r>
          </w:p>
        </w:tc>
        <w:tc>
          <w:tcPr>
            <w:tcW w:w="1985" w:type="dxa"/>
            <w:vAlign w:val="center"/>
          </w:tcPr>
          <w:p w:rsidR="000F59A5" w:rsidRDefault="000F59A5" w:rsidP="0000059E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3</w:t>
            </w:r>
          </w:p>
        </w:tc>
        <w:tc>
          <w:tcPr>
            <w:tcW w:w="3260" w:type="dxa"/>
            <w:vAlign w:val="center"/>
          </w:tcPr>
          <w:p w:rsidR="000F59A5" w:rsidRPr="00253343" w:rsidRDefault="000F59A5" w:rsidP="00766641">
            <w:pPr>
              <w:tabs>
                <w:tab w:val="left" w:pos="7890"/>
              </w:tabs>
              <w:jc w:val="center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Выделение целевой субсидии</w:t>
            </w:r>
            <w:r>
              <w:rPr>
                <w:sz w:val="28"/>
                <w:szCs w:val="28"/>
              </w:rPr>
              <w:t xml:space="preserve"> м</w:t>
            </w:r>
            <w:r w:rsidRPr="00253343">
              <w:rPr>
                <w:sz w:val="28"/>
                <w:szCs w:val="28"/>
              </w:rPr>
              <w:t>униципальному дошкольному образоват</w:t>
            </w:r>
            <w:r>
              <w:rPr>
                <w:sz w:val="28"/>
                <w:szCs w:val="28"/>
              </w:rPr>
              <w:t>ельному автономному учреждению «</w:t>
            </w:r>
            <w:r w:rsidRPr="00253343">
              <w:rPr>
                <w:sz w:val="28"/>
                <w:szCs w:val="28"/>
              </w:rPr>
              <w:t xml:space="preserve">Детский </w:t>
            </w:r>
            <w:r>
              <w:rPr>
                <w:sz w:val="28"/>
                <w:szCs w:val="28"/>
              </w:rPr>
              <w:t>сад  № 17 «Чебурашка» общеразвивающего</w:t>
            </w:r>
            <w:r w:rsidRPr="00253343">
              <w:rPr>
                <w:sz w:val="28"/>
                <w:szCs w:val="28"/>
              </w:rPr>
              <w:t xml:space="preserve"> вида</w:t>
            </w:r>
            <w:r>
              <w:rPr>
                <w:sz w:val="28"/>
                <w:szCs w:val="28"/>
              </w:rPr>
              <w:t xml:space="preserve"> с приоритетным осуществлением физического развития воспитанников </w:t>
            </w:r>
            <w:r w:rsidRPr="00253343">
              <w:rPr>
                <w:sz w:val="28"/>
                <w:szCs w:val="28"/>
              </w:rPr>
              <w:t>г.Новотроицка Оренбургской области»</w:t>
            </w:r>
            <w:r>
              <w:rPr>
                <w:sz w:val="28"/>
                <w:szCs w:val="28"/>
              </w:rPr>
              <w:t>,  ул. Фрунзе, д.10</w:t>
            </w:r>
            <w:r w:rsidRPr="00253343">
              <w:rPr>
                <w:sz w:val="28"/>
                <w:szCs w:val="28"/>
              </w:rPr>
              <w:t xml:space="preserve"> на ремонт</w:t>
            </w:r>
            <w:r>
              <w:rPr>
                <w:sz w:val="28"/>
                <w:szCs w:val="28"/>
              </w:rPr>
              <w:t xml:space="preserve"> оконных проемов помещений</w:t>
            </w:r>
            <w:r w:rsidRPr="00253343">
              <w:rPr>
                <w:sz w:val="28"/>
                <w:szCs w:val="28"/>
              </w:rPr>
              <w:t xml:space="preserve"> здания учреждения</w:t>
            </w:r>
          </w:p>
        </w:tc>
        <w:tc>
          <w:tcPr>
            <w:tcW w:w="1418" w:type="dxa"/>
            <w:vAlign w:val="center"/>
          </w:tcPr>
          <w:p w:rsidR="000F59A5" w:rsidRDefault="000F59A5" w:rsidP="0000059E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100 000,00</w:t>
            </w:r>
          </w:p>
        </w:tc>
        <w:tc>
          <w:tcPr>
            <w:tcW w:w="2233" w:type="dxa"/>
            <w:vAlign w:val="center"/>
          </w:tcPr>
          <w:p w:rsidR="000F59A5" w:rsidRDefault="000F59A5" w:rsidP="0000059E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00059E">
            <w:pPr>
              <w:jc w:val="center"/>
              <w:rPr>
                <w:b/>
                <w:sz w:val="28"/>
                <w:szCs w:val="28"/>
              </w:rPr>
            </w:pPr>
          </w:p>
          <w:p w:rsidR="000F59A5" w:rsidRDefault="000F59A5" w:rsidP="0000059E">
            <w:pPr>
              <w:jc w:val="center"/>
              <w:rPr>
                <w:sz w:val="28"/>
                <w:szCs w:val="28"/>
              </w:rPr>
            </w:pPr>
            <w:r w:rsidRPr="00253343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253343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0F59A5" w:rsidRDefault="000F59A5" w:rsidP="0000059E">
            <w:pPr>
              <w:jc w:val="center"/>
              <w:rPr>
                <w:sz w:val="28"/>
                <w:szCs w:val="28"/>
              </w:rPr>
            </w:pPr>
          </w:p>
          <w:p w:rsidR="000F59A5" w:rsidRDefault="000F59A5" w:rsidP="0000059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F59A5" w:rsidRPr="00CE6268" w:rsidRDefault="000F59A5" w:rsidP="00CE6268">
      <w:pPr>
        <w:jc w:val="both"/>
        <w:rPr>
          <w:sz w:val="28"/>
        </w:rPr>
      </w:pPr>
      <w:r>
        <w:rPr>
          <w:sz w:val="28"/>
          <w:szCs w:val="28"/>
        </w:rPr>
        <w:tab/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– начальника финансового управления Савинцеву Т.Ю.,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0F59A5" w:rsidRDefault="000F59A5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 и распространяет свое действие на правоотношения, возникшие с 06 но</w:t>
      </w:r>
      <w:bookmarkStart w:id="0" w:name="_GoBack"/>
      <w:bookmarkEnd w:id="0"/>
      <w:r>
        <w:rPr>
          <w:sz w:val="28"/>
        </w:rPr>
        <w:t>ября 2018 года.</w:t>
      </w:r>
    </w:p>
    <w:p w:rsidR="000F59A5" w:rsidRPr="00CE6268" w:rsidRDefault="000F59A5" w:rsidP="00CE6268">
      <w:pPr>
        <w:jc w:val="both"/>
        <w:rPr>
          <w:sz w:val="28"/>
        </w:rPr>
      </w:pPr>
    </w:p>
    <w:p w:rsidR="000F59A5" w:rsidRDefault="000F59A5" w:rsidP="00176DC3">
      <w:pPr>
        <w:jc w:val="both"/>
        <w:rPr>
          <w:sz w:val="28"/>
          <w:szCs w:val="28"/>
        </w:rPr>
      </w:pPr>
    </w:p>
    <w:p w:rsidR="000F59A5" w:rsidRDefault="000F59A5" w:rsidP="00176DC3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361"/>
        <w:gridCol w:w="850"/>
        <w:gridCol w:w="4252"/>
      </w:tblGrid>
      <w:tr w:rsidR="000F59A5" w:rsidTr="00803930">
        <w:tc>
          <w:tcPr>
            <w:tcW w:w="4361" w:type="dxa"/>
          </w:tcPr>
          <w:p w:rsidR="000F59A5" w:rsidRPr="00803930" w:rsidRDefault="000F59A5" w:rsidP="00AF47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80393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</w:t>
            </w:r>
            <w:r w:rsidRPr="00803930">
              <w:rPr>
                <w:sz w:val="28"/>
                <w:szCs w:val="28"/>
              </w:rPr>
              <w:t>бразования город Новотроицк</w:t>
            </w:r>
          </w:p>
          <w:p w:rsidR="000F59A5" w:rsidRPr="00803930" w:rsidRDefault="000F59A5" w:rsidP="00AF472E">
            <w:pPr>
              <w:rPr>
                <w:sz w:val="28"/>
                <w:szCs w:val="28"/>
              </w:rPr>
            </w:pPr>
          </w:p>
          <w:p w:rsidR="000F59A5" w:rsidRDefault="000F59A5" w:rsidP="00AF472E">
            <w:pPr>
              <w:rPr>
                <w:sz w:val="28"/>
                <w:szCs w:val="28"/>
              </w:rPr>
            </w:pPr>
          </w:p>
          <w:p w:rsidR="000F59A5" w:rsidRPr="00803930" w:rsidRDefault="000F59A5" w:rsidP="007F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 Буфетов</w:t>
            </w:r>
          </w:p>
        </w:tc>
        <w:tc>
          <w:tcPr>
            <w:tcW w:w="850" w:type="dxa"/>
          </w:tcPr>
          <w:p w:rsidR="000F59A5" w:rsidRPr="00803930" w:rsidRDefault="000F59A5" w:rsidP="008039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F59A5" w:rsidRPr="00803930" w:rsidRDefault="000F59A5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Председатель городского Совета </w:t>
            </w:r>
          </w:p>
          <w:p w:rsidR="000F59A5" w:rsidRPr="00803930" w:rsidRDefault="000F59A5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депутатов муниципального </w:t>
            </w:r>
          </w:p>
          <w:p w:rsidR="000F59A5" w:rsidRPr="00803930" w:rsidRDefault="000F59A5" w:rsidP="0055667E">
            <w:pPr>
              <w:ind w:right="-109"/>
              <w:rPr>
                <w:sz w:val="28"/>
                <w:szCs w:val="28"/>
              </w:rPr>
            </w:pPr>
            <w:r w:rsidRPr="00803930">
              <w:rPr>
                <w:sz w:val="28"/>
                <w:szCs w:val="28"/>
              </w:rPr>
              <w:t xml:space="preserve">образования город Новотроицк                                                      </w:t>
            </w:r>
          </w:p>
          <w:p w:rsidR="000F59A5" w:rsidRPr="00803930" w:rsidRDefault="000F59A5" w:rsidP="0055667E">
            <w:pPr>
              <w:ind w:right="-109"/>
              <w:rPr>
                <w:sz w:val="28"/>
                <w:szCs w:val="28"/>
              </w:rPr>
            </w:pPr>
          </w:p>
          <w:p w:rsidR="000F59A5" w:rsidRPr="00803930" w:rsidRDefault="000F59A5" w:rsidP="007D7B60">
            <w:pPr>
              <w:ind w:right="-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03930">
              <w:rPr>
                <w:sz w:val="28"/>
                <w:szCs w:val="28"/>
              </w:rPr>
              <w:t>А.А. Мезенцев</w:t>
            </w:r>
          </w:p>
        </w:tc>
      </w:tr>
      <w:tr w:rsidR="000F59A5" w:rsidTr="009C65A3">
        <w:tc>
          <w:tcPr>
            <w:tcW w:w="9463" w:type="dxa"/>
            <w:gridSpan w:val="3"/>
          </w:tcPr>
          <w:p w:rsidR="000F59A5" w:rsidRDefault="000F59A5" w:rsidP="00653C34">
            <w:pPr>
              <w:rPr>
                <w:sz w:val="28"/>
              </w:rPr>
            </w:pPr>
          </w:p>
          <w:p w:rsidR="000F59A5" w:rsidRPr="00227499" w:rsidRDefault="000F59A5" w:rsidP="00653C34">
            <w:pPr>
              <w:rPr>
                <w:sz w:val="28"/>
              </w:rPr>
            </w:pPr>
            <w:r w:rsidRPr="00227499">
              <w:rPr>
                <w:sz w:val="28"/>
              </w:rPr>
              <w:t>Верно</w:t>
            </w:r>
          </w:p>
          <w:p w:rsidR="000F59A5" w:rsidRPr="00227499" w:rsidRDefault="000F59A5" w:rsidP="00653C34">
            <w:pPr>
              <w:rPr>
                <w:sz w:val="28"/>
              </w:rPr>
            </w:pPr>
            <w:r w:rsidRPr="00227499">
              <w:rPr>
                <w:sz w:val="28"/>
              </w:rPr>
              <w:t xml:space="preserve">Специалист аппарата </w:t>
            </w:r>
          </w:p>
          <w:p w:rsidR="000F59A5" w:rsidRPr="007A2A5B" w:rsidRDefault="000F59A5" w:rsidP="00653C34">
            <w:pPr>
              <w:rPr>
                <w:bCs/>
                <w:sz w:val="28"/>
                <w:szCs w:val="28"/>
              </w:rPr>
            </w:pPr>
            <w:r w:rsidRPr="00227499">
              <w:rPr>
                <w:sz w:val="28"/>
              </w:rPr>
              <w:t>городского Совета депутатов                                                          К.Н. Аверкин</w:t>
            </w:r>
          </w:p>
          <w:p w:rsidR="000F59A5" w:rsidRPr="00803930" w:rsidRDefault="000F59A5" w:rsidP="0055667E">
            <w:pPr>
              <w:ind w:right="-109"/>
              <w:rPr>
                <w:sz w:val="28"/>
                <w:szCs w:val="28"/>
              </w:rPr>
            </w:pPr>
          </w:p>
        </w:tc>
      </w:tr>
    </w:tbl>
    <w:p w:rsidR="000F59A5" w:rsidRDefault="000F59A5" w:rsidP="00176DC3">
      <w:pPr>
        <w:jc w:val="both"/>
        <w:rPr>
          <w:sz w:val="28"/>
          <w:szCs w:val="28"/>
        </w:rPr>
      </w:pPr>
    </w:p>
    <w:sectPr w:rsidR="000F59A5" w:rsidSect="00FF07C2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0059E"/>
    <w:rsid w:val="000041F4"/>
    <w:rsid w:val="00012A6C"/>
    <w:rsid w:val="00013E3C"/>
    <w:rsid w:val="000209E6"/>
    <w:rsid w:val="00040A3A"/>
    <w:rsid w:val="00061D50"/>
    <w:rsid w:val="000A425B"/>
    <w:rsid w:val="000B1D37"/>
    <w:rsid w:val="000B2E71"/>
    <w:rsid w:val="000C0436"/>
    <w:rsid w:val="000D6D02"/>
    <w:rsid w:val="000F18DD"/>
    <w:rsid w:val="000F59A5"/>
    <w:rsid w:val="00116FCA"/>
    <w:rsid w:val="00142DBD"/>
    <w:rsid w:val="00150361"/>
    <w:rsid w:val="00172F78"/>
    <w:rsid w:val="00176DC3"/>
    <w:rsid w:val="0018170F"/>
    <w:rsid w:val="00195B05"/>
    <w:rsid w:val="001F0C32"/>
    <w:rsid w:val="00217D52"/>
    <w:rsid w:val="00227499"/>
    <w:rsid w:val="00253343"/>
    <w:rsid w:val="00263D7E"/>
    <w:rsid w:val="00280E34"/>
    <w:rsid w:val="00290697"/>
    <w:rsid w:val="002B44B0"/>
    <w:rsid w:val="002B4818"/>
    <w:rsid w:val="003031AA"/>
    <w:rsid w:val="003342DD"/>
    <w:rsid w:val="0034441E"/>
    <w:rsid w:val="00352DEE"/>
    <w:rsid w:val="00354B96"/>
    <w:rsid w:val="003A7E64"/>
    <w:rsid w:val="003C6619"/>
    <w:rsid w:val="003E28C1"/>
    <w:rsid w:val="00402538"/>
    <w:rsid w:val="00440093"/>
    <w:rsid w:val="004418C5"/>
    <w:rsid w:val="00450BA3"/>
    <w:rsid w:val="004B0515"/>
    <w:rsid w:val="004B1663"/>
    <w:rsid w:val="004E0056"/>
    <w:rsid w:val="00503839"/>
    <w:rsid w:val="005066C0"/>
    <w:rsid w:val="00514A50"/>
    <w:rsid w:val="005449CA"/>
    <w:rsid w:val="0055667E"/>
    <w:rsid w:val="005B5E0B"/>
    <w:rsid w:val="005D376C"/>
    <w:rsid w:val="005F135B"/>
    <w:rsid w:val="00600992"/>
    <w:rsid w:val="00605C49"/>
    <w:rsid w:val="00653C34"/>
    <w:rsid w:val="006B29DB"/>
    <w:rsid w:val="006D0800"/>
    <w:rsid w:val="006E75A6"/>
    <w:rsid w:val="006F509F"/>
    <w:rsid w:val="00743979"/>
    <w:rsid w:val="00766641"/>
    <w:rsid w:val="00780663"/>
    <w:rsid w:val="007A2A5B"/>
    <w:rsid w:val="007A4247"/>
    <w:rsid w:val="007A596B"/>
    <w:rsid w:val="007B603B"/>
    <w:rsid w:val="007C1373"/>
    <w:rsid w:val="007D03C9"/>
    <w:rsid w:val="007D555C"/>
    <w:rsid w:val="007D7B60"/>
    <w:rsid w:val="007E6043"/>
    <w:rsid w:val="007F4C1C"/>
    <w:rsid w:val="00803930"/>
    <w:rsid w:val="008078CF"/>
    <w:rsid w:val="00810BB0"/>
    <w:rsid w:val="00821117"/>
    <w:rsid w:val="00831AD9"/>
    <w:rsid w:val="00843D66"/>
    <w:rsid w:val="0088044A"/>
    <w:rsid w:val="008946DB"/>
    <w:rsid w:val="008D1CB6"/>
    <w:rsid w:val="008D4A57"/>
    <w:rsid w:val="0093046E"/>
    <w:rsid w:val="0095547F"/>
    <w:rsid w:val="00956C9F"/>
    <w:rsid w:val="00994762"/>
    <w:rsid w:val="009A1D9F"/>
    <w:rsid w:val="009C65A3"/>
    <w:rsid w:val="009F354E"/>
    <w:rsid w:val="009F77FF"/>
    <w:rsid w:val="00A134F4"/>
    <w:rsid w:val="00A80A05"/>
    <w:rsid w:val="00AC037D"/>
    <w:rsid w:val="00AE182C"/>
    <w:rsid w:val="00AF472E"/>
    <w:rsid w:val="00B13722"/>
    <w:rsid w:val="00B243DC"/>
    <w:rsid w:val="00B2611D"/>
    <w:rsid w:val="00B32282"/>
    <w:rsid w:val="00B5465F"/>
    <w:rsid w:val="00B87AB6"/>
    <w:rsid w:val="00B961CB"/>
    <w:rsid w:val="00BC2951"/>
    <w:rsid w:val="00BD28EF"/>
    <w:rsid w:val="00C03F7A"/>
    <w:rsid w:val="00C06223"/>
    <w:rsid w:val="00C157E8"/>
    <w:rsid w:val="00C5502A"/>
    <w:rsid w:val="00C72B74"/>
    <w:rsid w:val="00C83311"/>
    <w:rsid w:val="00CA22B5"/>
    <w:rsid w:val="00CD042F"/>
    <w:rsid w:val="00CE6268"/>
    <w:rsid w:val="00CF117B"/>
    <w:rsid w:val="00D12806"/>
    <w:rsid w:val="00D35081"/>
    <w:rsid w:val="00D440FB"/>
    <w:rsid w:val="00D502E7"/>
    <w:rsid w:val="00D66EA3"/>
    <w:rsid w:val="00D9159D"/>
    <w:rsid w:val="00DA19D5"/>
    <w:rsid w:val="00DD6788"/>
    <w:rsid w:val="00E23C78"/>
    <w:rsid w:val="00E32FA5"/>
    <w:rsid w:val="00E5619D"/>
    <w:rsid w:val="00E60E41"/>
    <w:rsid w:val="00E6757E"/>
    <w:rsid w:val="00E7580D"/>
    <w:rsid w:val="00EC4220"/>
    <w:rsid w:val="00ED4B00"/>
    <w:rsid w:val="00F24B1B"/>
    <w:rsid w:val="00F34A81"/>
    <w:rsid w:val="00F34CDB"/>
    <w:rsid w:val="00F37230"/>
    <w:rsid w:val="00FB0F1C"/>
    <w:rsid w:val="00FF07C2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1197</TotalTime>
  <Pages>2</Pages>
  <Words>487</Words>
  <Characters>2782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92</cp:revision>
  <cp:lastPrinted>2018-11-13T08:26:00Z</cp:lastPrinted>
  <dcterms:created xsi:type="dcterms:W3CDTF">2016-10-10T06:55:00Z</dcterms:created>
  <dcterms:modified xsi:type="dcterms:W3CDTF">2018-11-27T11:17:00Z</dcterms:modified>
</cp:coreProperties>
</file>