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F48" w:rsidRDefault="009E0F48" w:rsidP="00FF7685">
      <w:pPr>
        <w:jc w:val="center"/>
        <w:rPr>
          <w:snapToGrid w:val="0"/>
          <w:sz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352.65pt;margin-top:-18.45pt;width:117pt;height:5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" filled="f" stroked="f">
            <v:textbox>
              <w:txbxContent>
                <w:p w:rsidR="009E0F48" w:rsidRPr="00A134F4" w:rsidRDefault="009E0F48" w:rsidP="00176DC3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4.25pt;visibility:visible">
            <v:imagedata r:id="rId4" o:title=""/>
          </v:shape>
        </w:pict>
      </w:r>
    </w:p>
    <w:p w:rsidR="009E0F48" w:rsidRDefault="009E0F48" w:rsidP="00FF7685">
      <w:pPr>
        <w:pStyle w:val="Heading1"/>
        <w:jc w:val="center"/>
      </w:pPr>
      <w:r>
        <w:t>Городской Совет депутатов</w:t>
      </w:r>
    </w:p>
    <w:p w:rsidR="009E0F48" w:rsidRDefault="009E0F48" w:rsidP="00FF7685">
      <w:pPr>
        <w:pStyle w:val="Heading1"/>
        <w:jc w:val="center"/>
      </w:pPr>
      <w:r>
        <w:t>муниципального образования город Новотроицк</w:t>
      </w:r>
    </w:p>
    <w:p w:rsidR="009E0F48" w:rsidRDefault="009E0F48" w:rsidP="00FF7685">
      <w:pPr>
        <w:pStyle w:val="Heading2"/>
      </w:pPr>
      <w:r>
        <w:t>Оренбургской области</w:t>
      </w:r>
    </w:p>
    <w:p w:rsidR="009E0F48" w:rsidRDefault="009E0F48" w:rsidP="00FF768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пятого созыва</w:t>
      </w:r>
    </w:p>
    <w:p w:rsidR="009E0F48" w:rsidRDefault="009E0F48" w:rsidP="00FF7685">
      <w:pPr>
        <w:pStyle w:val="Heading3"/>
        <w:ind w:left="0"/>
        <w:jc w:val="center"/>
      </w:pPr>
      <w:r>
        <w:t>РЕШЕНИЕ</w:t>
      </w:r>
    </w:p>
    <w:p w:rsidR="009E0F48" w:rsidRPr="00FF7685" w:rsidRDefault="009E0F48" w:rsidP="00FF7685">
      <w:pPr>
        <w:jc w:val="center"/>
        <w:rPr>
          <w:sz w:val="16"/>
        </w:rPr>
      </w:pPr>
      <w:r>
        <w:rPr>
          <w:noProof/>
        </w:rPr>
        <w:pict>
          <v:line id="Прямая соединительная линия 2" o:spid="_x0000_s1027" style="position:absolute;left:0;text-align:left;z-index:251657216;visibility:visible" from="0,6.5pt" to="459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" strokeweight="1.5pt"/>
        </w:pict>
      </w:r>
      <w:bookmarkStart w:id="0" w:name="OLE_LINK1"/>
    </w:p>
    <w:p w:rsidR="009E0F48" w:rsidRDefault="009E0F48" w:rsidP="00FF7685">
      <w:pPr>
        <w:shd w:val="clear" w:color="auto" w:fill="FFFFFF"/>
        <w:rPr>
          <w:color w:val="000000"/>
          <w:spacing w:val="-5"/>
          <w:sz w:val="29"/>
          <w:szCs w:val="29"/>
        </w:rPr>
      </w:pPr>
      <w:r>
        <w:rPr>
          <w:b/>
          <w:bCs/>
          <w:sz w:val="28"/>
          <w:szCs w:val="28"/>
        </w:rPr>
        <w:t xml:space="preserve">Принято на двадцать седьмом заседании </w:t>
      </w:r>
    </w:p>
    <w:p w:rsidR="009E0F48" w:rsidRDefault="009E0F48" w:rsidP="00FF768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городского Совета депутатов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26 сентября 2017 года</w:t>
      </w:r>
    </w:p>
    <w:p w:rsidR="009E0F48" w:rsidRDefault="009E0F48" w:rsidP="00FF7685">
      <w:pPr>
        <w:shd w:val="clear" w:color="auto" w:fill="FFFFFF"/>
        <w:tabs>
          <w:tab w:val="left" w:pos="2083"/>
        </w:tabs>
        <w:spacing w:line="322" w:lineRule="exact"/>
        <w:ind w:left="14"/>
        <w:rPr>
          <w:b/>
          <w:bCs/>
          <w:sz w:val="28"/>
          <w:szCs w:val="28"/>
        </w:rPr>
      </w:pPr>
    </w:p>
    <w:p w:rsidR="009E0F48" w:rsidRDefault="009E0F48" w:rsidP="00FF7685">
      <w:pPr>
        <w:shd w:val="clear" w:color="auto" w:fill="FFFFFF"/>
        <w:tabs>
          <w:tab w:val="left" w:pos="2083"/>
        </w:tabs>
        <w:spacing w:line="322" w:lineRule="exact"/>
        <w:ind w:left="14"/>
        <w:rPr>
          <w:b/>
          <w:bCs/>
          <w:sz w:val="28"/>
          <w:szCs w:val="28"/>
        </w:rPr>
      </w:pPr>
    </w:p>
    <w:p w:rsidR="009E0F48" w:rsidRPr="001A7C23" w:rsidRDefault="009E0F48" w:rsidP="00FF7685">
      <w:pPr>
        <w:shd w:val="clear" w:color="auto" w:fill="FFFFFF"/>
        <w:tabs>
          <w:tab w:val="left" w:pos="2083"/>
        </w:tabs>
        <w:spacing w:line="322" w:lineRule="exact"/>
        <w:ind w:left="14"/>
        <w:rPr>
          <w:b/>
          <w:bCs/>
          <w:sz w:val="28"/>
          <w:szCs w:val="28"/>
        </w:rPr>
      </w:pPr>
      <w:r>
        <w:rPr>
          <w:b/>
          <w:color w:val="000000"/>
          <w:spacing w:val="-5"/>
          <w:sz w:val="29"/>
          <w:szCs w:val="29"/>
          <w:u w:val="single"/>
        </w:rPr>
        <w:t>27 сентябр</w:t>
      </w:r>
      <w:r w:rsidRPr="008C12EE">
        <w:rPr>
          <w:b/>
          <w:color w:val="000000"/>
          <w:spacing w:val="-5"/>
          <w:sz w:val="29"/>
          <w:szCs w:val="29"/>
          <w:u w:val="single"/>
        </w:rPr>
        <w:t xml:space="preserve">я 2017 года </w:t>
      </w:r>
      <w:r w:rsidRPr="008C12EE">
        <w:rPr>
          <w:b/>
          <w:color w:val="000000"/>
          <w:spacing w:val="-5"/>
          <w:u w:val="single"/>
        </w:rPr>
        <w:t xml:space="preserve">№ </w:t>
      </w:r>
      <w:r>
        <w:rPr>
          <w:b/>
          <w:color w:val="000000"/>
          <w:spacing w:val="-5"/>
          <w:sz w:val="29"/>
          <w:szCs w:val="29"/>
          <w:u w:val="single"/>
        </w:rPr>
        <w:t>315</w:t>
      </w:r>
    </w:p>
    <w:p w:rsidR="009E0F48" w:rsidRPr="001A7C23" w:rsidRDefault="009E0F48" w:rsidP="00FF7685">
      <w:pPr>
        <w:shd w:val="clear" w:color="auto" w:fill="FFFFFF"/>
        <w:tabs>
          <w:tab w:val="left" w:pos="2083"/>
        </w:tabs>
        <w:ind w:left="11"/>
        <w:rPr>
          <w:color w:val="000000"/>
          <w:spacing w:val="-5"/>
          <w:sz w:val="12"/>
          <w:szCs w:val="12"/>
        </w:rPr>
      </w:pPr>
    </w:p>
    <w:bookmarkEnd w:id="0"/>
    <w:p w:rsidR="009E0F48" w:rsidRDefault="009E0F48" w:rsidP="00FF7685">
      <w:pPr>
        <w:ind w:right="4315"/>
        <w:jc w:val="both"/>
        <w:rPr>
          <w:sz w:val="28"/>
        </w:rPr>
      </w:pPr>
      <w:r>
        <w:rPr>
          <w:sz w:val="28"/>
        </w:rPr>
        <w:t xml:space="preserve">О внесении изменений в решение городского Совета депутатов от                      </w:t>
      </w:r>
      <w:r>
        <w:rPr>
          <w:sz w:val="28"/>
          <w:szCs w:val="28"/>
        </w:rPr>
        <w:t xml:space="preserve">28 сентября 2016 года № 155 </w:t>
      </w:r>
      <w:r>
        <w:rPr>
          <w:sz w:val="28"/>
        </w:rPr>
        <w:t>«О наказах избирателей, рекомендуемых к  выполнению в  2017 году</w:t>
      </w:r>
      <w:r>
        <w:rPr>
          <w:sz w:val="28"/>
          <w:szCs w:val="28"/>
        </w:rPr>
        <w:t xml:space="preserve">» </w:t>
      </w:r>
    </w:p>
    <w:p w:rsidR="009E0F48" w:rsidRDefault="009E0F48" w:rsidP="00176DC3">
      <w:pPr>
        <w:jc w:val="both"/>
        <w:rPr>
          <w:sz w:val="28"/>
        </w:rPr>
      </w:pPr>
    </w:p>
    <w:p w:rsidR="009E0F48" w:rsidRDefault="009E0F48" w:rsidP="00176DC3">
      <w:pPr>
        <w:jc w:val="both"/>
        <w:rPr>
          <w:sz w:val="28"/>
        </w:rPr>
      </w:pPr>
    </w:p>
    <w:p w:rsidR="009E0F48" w:rsidRDefault="009E0F48" w:rsidP="00176DC3">
      <w:pPr>
        <w:jc w:val="both"/>
        <w:rPr>
          <w:sz w:val="28"/>
        </w:rPr>
      </w:pPr>
    </w:p>
    <w:p w:rsidR="009E0F48" w:rsidRDefault="009E0F48" w:rsidP="00176DC3">
      <w:pPr>
        <w:jc w:val="both"/>
        <w:rPr>
          <w:sz w:val="28"/>
        </w:rPr>
      </w:pPr>
      <w:r>
        <w:rPr>
          <w:sz w:val="28"/>
        </w:rPr>
        <w:tab/>
        <w:t>В соответствии с Бюджетным кодексом Российской Федерации,  Федеральным законом  от 06 октября 2003 года № 131-ФЗ «Об общих принципах организации местного самоуправления в Российской Федерации», Положением «О наказах избирателей муниципального образования город Новотроицк», утвержденным решением городского Совета депутатов от      31 января 2014 года № 487, руководствуясь статьей 23 Устава муниципального образования город Новотроицк Оренбургской области, городской Совет депутатов РЕШИЛ:</w:t>
      </w:r>
    </w:p>
    <w:p w:rsidR="009E0F48" w:rsidRDefault="009E0F48" w:rsidP="00E74E7E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1. Внести изменения в решение городского Совета депутатов от                 28 сентября 2016 года № 155 «</w:t>
      </w:r>
      <w:r>
        <w:rPr>
          <w:sz w:val="28"/>
        </w:rPr>
        <w:t xml:space="preserve">О </w:t>
      </w:r>
      <w:r>
        <w:rPr>
          <w:sz w:val="28"/>
          <w:szCs w:val="28"/>
        </w:rPr>
        <w:t>наказах избирателей, рекомендуемых к выполнению в 2017 году» (далее – решение), изложив</w:t>
      </w:r>
      <w:r w:rsidRPr="00A134F4">
        <w:rPr>
          <w:sz w:val="28"/>
          <w:szCs w:val="28"/>
        </w:rPr>
        <w:t>:</w:t>
      </w:r>
    </w:p>
    <w:p w:rsidR="009E0F48" w:rsidRPr="00A134F4" w:rsidRDefault="009E0F48" w:rsidP="00A134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строку 25</w:t>
      </w:r>
      <w:r w:rsidRPr="00A134F4">
        <w:rPr>
          <w:sz w:val="28"/>
          <w:szCs w:val="28"/>
        </w:rPr>
        <w:t xml:space="preserve"> приложения  к решению</w:t>
      </w:r>
      <w:r>
        <w:rPr>
          <w:sz w:val="28"/>
          <w:szCs w:val="28"/>
        </w:rPr>
        <w:t xml:space="preserve"> изложить </w:t>
      </w:r>
      <w:r w:rsidRPr="00A134F4">
        <w:rPr>
          <w:sz w:val="28"/>
          <w:szCs w:val="28"/>
        </w:rPr>
        <w:t>в новой редакции</w:t>
      </w:r>
      <w:r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260"/>
        <w:gridCol w:w="1432"/>
        <w:gridCol w:w="2219"/>
      </w:tblGrid>
      <w:tr w:rsidR="009E0F48" w:rsidTr="00457720">
        <w:trPr>
          <w:trHeight w:val="1260"/>
        </w:trPr>
        <w:tc>
          <w:tcPr>
            <w:tcW w:w="567" w:type="dxa"/>
            <w:vAlign w:val="center"/>
          </w:tcPr>
          <w:p w:rsidR="009E0F48" w:rsidRDefault="009E0F48">
            <w:pPr>
              <w:pStyle w:val="BodyTextIndent"/>
              <w:ind w:left="0"/>
              <w:jc w:val="center"/>
            </w:pPr>
            <w:r>
              <w:t>25.</w:t>
            </w:r>
          </w:p>
        </w:tc>
        <w:tc>
          <w:tcPr>
            <w:tcW w:w="1985" w:type="dxa"/>
            <w:vAlign w:val="center"/>
          </w:tcPr>
          <w:p w:rsidR="009E0F48" w:rsidRDefault="009E0F48" w:rsidP="00BD1EE9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23</w:t>
            </w:r>
          </w:p>
        </w:tc>
        <w:tc>
          <w:tcPr>
            <w:tcW w:w="3260" w:type="dxa"/>
            <w:vAlign w:val="center"/>
          </w:tcPr>
          <w:p w:rsidR="009E0F48" w:rsidRPr="00150361" w:rsidRDefault="009E0F48" w:rsidP="00E74E7E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автодорог города Новотроицка: улицы Победа от улицы Ломоносова до улицы Овражная (участок от улицы Ломоносова до дома № 51 по улице Победа) и улицы Пионерской</w:t>
            </w:r>
          </w:p>
        </w:tc>
        <w:tc>
          <w:tcPr>
            <w:tcW w:w="1432" w:type="dxa"/>
            <w:vAlign w:val="center"/>
          </w:tcPr>
          <w:p w:rsidR="009E0F48" w:rsidRDefault="009E0F48" w:rsidP="00BD1EE9">
            <w:pPr>
              <w:ind w:righ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172 111,00</w:t>
            </w:r>
          </w:p>
        </w:tc>
        <w:tc>
          <w:tcPr>
            <w:tcW w:w="2219" w:type="dxa"/>
            <w:vAlign w:val="center"/>
          </w:tcPr>
          <w:p w:rsidR="009E0F48" w:rsidRPr="00457720" w:rsidRDefault="009E0F48" w:rsidP="00457720">
            <w:pPr>
              <w:jc w:val="center"/>
              <w:rPr>
                <w:sz w:val="28"/>
                <w:szCs w:val="28"/>
              </w:rPr>
            </w:pPr>
            <w:r w:rsidRPr="00457720">
              <w:rPr>
                <w:sz w:val="28"/>
                <w:szCs w:val="28"/>
              </w:rPr>
              <w:t>Администрация  муниципального образования город Новотроицк –</w:t>
            </w:r>
          </w:p>
          <w:p w:rsidR="009E0F48" w:rsidRPr="00E23C78" w:rsidRDefault="009E0F48" w:rsidP="00E23C78">
            <w:pPr>
              <w:jc w:val="center"/>
              <w:rPr>
                <w:sz w:val="28"/>
                <w:szCs w:val="28"/>
              </w:rPr>
            </w:pPr>
            <w:r w:rsidRPr="00457720">
              <w:rPr>
                <w:sz w:val="28"/>
                <w:szCs w:val="28"/>
              </w:rPr>
              <w:t xml:space="preserve">управление архитектуры и капитального строительства администрации  муниципального образования город Новотроицк </w:t>
            </w:r>
          </w:p>
        </w:tc>
      </w:tr>
    </w:tbl>
    <w:p w:rsidR="009E0F48" w:rsidRDefault="009E0F48" w:rsidP="00E74E7E">
      <w:pPr>
        <w:jc w:val="both"/>
        <w:rPr>
          <w:bCs/>
          <w:szCs w:val="28"/>
        </w:rPr>
      </w:pPr>
      <w:r>
        <w:rPr>
          <w:bCs/>
          <w:szCs w:val="28"/>
        </w:rPr>
        <w:tab/>
      </w:r>
      <w:r>
        <w:rPr>
          <w:bCs/>
          <w:szCs w:val="28"/>
        </w:rPr>
        <w:tab/>
      </w:r>
    </w:p>
    <w:p w:rsidR="009E0F48" w:rsidRPr="00A134F4" w:rsidRDefault="009E0F48" w:rsidP="00E74E7E">
      <w:pPr>
        <w:jc w:val="both"/>
        <w:rPr>
          <w:sz w:val="28"/>
          <w:szCs w:val="28"/>
        </w:rPr>
      </w:pPr>
      <w:r>
        <w:rPr>
          <w:bCs/>
          <w:szCs w:val="28"/>
        </w:rPr>
        <w:tab/>
      </w:r>
      <w:r w:rsidRPr="00782E4D">
        <w:rPr>
          <w:bCs/>
          <w:sz w:val="28"/>
          <w:szCs w:val="28"/>
        </w:rPr>
        <w:t xml:space="preserve">2) </w:t>
      </w:r>
      <w:r w:rsidRPr="00782E4D">
        <w:rPr>
          <w:sz w:val="28"/>
          <w:szCs w:val="28"/>
        </w:rPr>
        <w:t>строку</w:t>
      </w:r>
      <w:r>
        <w:rPr>
          <w:sz w:val="28"/>
          <w:szCs w:val="28"/>
        </w:rPr>
        <w:t xml:space="preserve"> </w:t>
      </w:r>
      <w:r w:rsidRPr="00A134F4">
        <w:rPr>
          <w:sz w:val="28"/>
          <w:szCs w:val="28"/>
        </w:rPr>
        <w:t>26 приложения  к решению</w:t>
      </w:r>
      <w:r>
        <w:rPr>
          <w:sz w:val="28"/>
          <w:szCs w:val="28"/>
        </w:rPr>
        <w:t xml:space="preserve"> изложить </w:t>
      </w:r>
      <w:r w:rsidRPr="00A134F4">
        <w:rPr>
          <w:sz w:val="28"/>
          <w:szCs w:val="28"/>
        </w:rPr>
        <w:t>в новой редакции</w:t>
      </w:r>
      <w:r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260"/>
        <w:gridCol w:w="1432"/>
        <w:gridCol w:w="2219"/>
      </w:tblGrid>
      <w:tr w:rsidR="009E0F48" w:rsidTr="003B2221">
        <w:trPr>
          <w:trHeight w:val="1260"/>
        </w:trPr>
        <w:tc>
          <w:tcPr>
            <w:tcW w:w="567" w:type="dxa"/>
            <w:vAlign w:val="center"/>
          </w:tcPr>
          <w:p w:rsidR="009E0F48" w:rsidRDefault="009E0F48" w:rsidP="003B2221">
            <w:pPr>
              <w:pStyle w:val="BodyTextIndent"/>
              <w:ind w:left="0"/>
              <w:jc w:val="center"/>
            </w:pPr>
            <w:r>
              <w:t>26.</w:t>
            </w:r>
          </w:p>
        </w:tc>
        <w:tc>
          <w:tcPr>
            <w:tcW w:w="1985" w:type="dxa"/>
            <w:vAlign w:val="center"/>
          </w:tcPr>
          <w:p w:rsidR="009E0F48" w:rsidRDefault="009E0F48" w:rsidP="003B2221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24</w:t>
            </w:r>
          </w:p>
        </w:tc>
        <w:tc>
          <w:tcPr>
            <w:tcW w:w="3260" w:type="dxa"/>
            <w:vAlign w:val="center"/>
          </w:tcPr>
          <w:p w:rsidR="009E0F48" w:rsidRDefault="009E0F48" w:rsidP="003B2221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пешеходного мостика через речку «Известковый лог», </w:t>
            </w:r>
          </w:p>
          <w:p w:rsidR="009E0F48" w:rsidRDefault="009E0F48" w:rsidP="003B2221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2 м"/>
              </w:smartTagPr>
              <w:r>
                <w:rPr>
                  <w:sz w:val="28"/>
                  <w:szCs w:val="28"/>
                </w:rPr>
                <w:t>12 м</w:t>
              </w:r>
            </w:smartTag>
            <w:r>
              <w:rPr>
                <w:sz w:val="28"/>
                <w:szCs w:val="28"/>
              </w:rPr>
              <w:t>.</w:t>
            </w:r>
          </w:p>
          <w:p w:rsidR="009E0F48" w:rsidRPr="00150361" w:rsidRDefault="009E0F48" w:rsidP="003B2221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 (местоположения) имущества: район МОАУ «СОШ № </w:t>
            </w:r>
            <w:smartTag w:uri="urn:schemas-microsoft-com:office:smarttags" w:element="metricconverter">
              <w:smartTagPr>
                <w:attr w:name="ProductID" w:val="16 г"/>
              </w:smartTagPr>
              <w:r>
                <w:rPr>
                  <w:sz w:val="28"/>
                  <w:szCs w:val="28"/>
                </w:rPr>
                <w:t>16 г</w:t>
              </w:r>
            </w:smartTag>
            <w:r>
              <w:rPr>
                <w:sz w:val="28"/>
                <w:szCs w:val="28"/>
              </w:rPr>
              <w:t>.Новотроицка Оренбургской области»</w:t>
            </w:r>
          </w:p>
        </w:tc>
        <w:tc>
          <w:tcPr>
            <w:tcW w:w="1432" w:type="dxa"/>
            <w:vAlign w:val="center"/>
          </w:tcPr>
          <w:p w:rsidR="009E0F48" w:rsidRDefault="009E0F48" w:rsidP="003B2221">
            <w:pPr>
              <w:ind w:righ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172 111,00</w:t>
            </w:r>
          </w:p>
        </w:tc>
        <w:tc>
          <w:tcPr>
            <w:tcW w:w="2219" w:type="dxa"/>
            <w:vAlign w:val="center"/>
          </w:tcPr>
          <w:p w:rsidR="009E0F48" w:rsidRPr="00457720" w:rsidRDefault="009E0F48" w:rsidP="003B2221">
            <w:pPr>
              <w:jc w:val="center"/>
              <w:rPr>
                <w:sz w:val="28"/>
                <w:szCs w:val="28"/>
              </w:rPr>
            </w:pPr>
            <w:r w:rsidRPr="00457720">
              <w:rPr>
                <w:sz w:val="28"/>
                <w:szCs w:val="28"/>
              </w:rPr>
              <w:t>Администрация  муниципального образования город Новотроицк –</w:t>
            </w:r>
          </w:p>
          <w:p w:rsidR="009E0F48" w:rsidRPr="00457720" w:rsidRDefault="009E0F48" w:rsidP="003B2221">
            <w:pPr>
              <w:jc w:val="center"/>
              <w:rPr>
                <w:sz w:val="28"/>
                <w:szCs w:val="28"/>
              </w:rPr>
            </w:pPr>
            <w:r w:rsidRPr="00457720">
              <w:rPr>
                <w:sz w:val="28"/>
                <w:szCs w:val="28"/>
              </w:rPr>
              <w:t xml:space="preserve">управление архитектуры и капитального строительства администрации  муниципального образования город Новотроицк </w:t>
            </w:r>
          </w:p>
          <w:p w:rsidR="009E0F48" w:rsidRPr="00E23C78" w:rsidRDefault="009E0F48" w:rsidP="003B2221">
            <w:pPr>
              <w:jc w:val="center"/>
              <w:rPr>
                <w:sz w:val="28"/>
                <w:szCs w:val="28"/>
              </w:rPr>
            </w:pPr>
          </w:p>
        </w:tc>
      </w:tr>
    </w:tbl>
    <w:p w:rsidR="009E0F48" w:rsidRDefault="009E0F48" w:rsidP="00CE6268">
      <w:pPr>
        <w:jc w:val="both"/>
      </w:pPr>
    </w:p>
    <w:p w:rsidR="009E0F48" w:rsidRPr="00E1312D" w:rsidRDefault="009E0F48" w:rsidP="00782E4D">
      <w:pPr>
        <w:pStyle w:val="BodyTextIndent"/>
        <w:ind w:left="0" w:firstLine="708"/>
      </w:pPr>
      <w:r w:rsidRPr="00E1312D">
        <w:t>3) Строку 24 приложения  к решению изложить в новой редакции: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0"/>
        <w:gridCol w:w="1971"/>
        <w:gridCol w:w="3098"/>
        <w:gridCol w:w="1463"/>
        <w:gridCol w:w="2371"/>
      </w:tblGrid>
      <w:tr w:rsidR="009E0F48" w:rsidTr="00280D25">
        <w:trPr>
          <w:trHeight w:val="1299"/>
        </w:trPr>
        <w:tc>
          <w:tcPr>
            <w:tcW w:w="560" w:type="dxa"/>
            <w:vAlign w:val="center"/>
          </w:tcPr>
          <w:p w:rsidR="009E0F48" w:rsidRPr="00767C8D" w:rsidRDefault="009E0F48" w:rsidP="00280D25">
            <w:pPr>
              <w:pStyle w:val="BodyTextIndent"/>
              <w:ind w:left="0" w:hanging="80"/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  <w:r w:rsidRPr="00767C8D">
              <w:rPr>
                <w:color w:val="FF0000"/>
              </w:rPr>
              <w:t>.</w:t>
            </w:r>
          </w:p>
        </w:tc>
        <w:tc>
          <w:tcPr>
            <w:tcW w:w="1971" w:type="dxa"/>
            <w:vAlign w:val="center"/>
          </w:tcPr>
          <w:p w:rsidR="009E0F48" w:rsidRPr="00E1312D" w:rsidRDefault="009E0F48" w:rsidP="00280D25">
            <w:pPr>
              <w:tabs>
                <w:tab w:val="left" w:pos="7890"/>
              </w:tabs>
              <w:ind w:left="-80" w:right="-97" w:hanging="42"/>
              <w:jc w:val="center"/>
              <w:rPr>
                <w:sz w:val="28"/>
                <w:szCs w:val="28"/>
              </w:rPr>
            </w:pPr>
            <w:r w:rsidRPr="00E1312D">
              <w:rPr>
                <w:sz w:val="28"/>
                <w:szCs w:val="28"/>
              </w:rPr>
              <w:t>Избирательный округ № 22</w:t>
            </w:r>
          </w:p>
        </w:tc>
        <w:tc>
          <w:tcPr>
            <w:tcW w:w="3098" w:type="dxa"/>
            <w:vAlign w:val="center"/>
          </w:tcPr>
          <w:p w:rsidR="009E0F48" w:rsidRDefault="009E0F48" w:rsidP="002511A1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D962D0">
              <w:rPr>
                <w:sz w:val="28"/>
                <w:szCs w:val="28"/>
              </w:rPr>
              <w:t xml:space="preserve">Выделение целевой субсидии муниципальному дошкольному образовательному автономному учреждению </w:t>
            </w:r>
            <w:r>
              <w:rPr>
                <w:sz w:val="28"/>
                <w:szCs w:val="28"/>
              </w:rPr>
              <w:t>«</w:t>
            </w:r>
            <w:r w:rsidRPr="00D962D0">
              <w:rPr>
                <w:sz w:val="28"/>
                <w:szCs w:val="28"/>
              </w:rPr>
              <w:t xml:space="preserve">Детский сад  № 25 </w:t>
            </w:r>
            <w:r>
              <w:rPr>
                <w:sz w:val="28"/>
                <w:szCs w:val="28"/>
              </w:rPr>
              <w:t>«</w:t>
            </w:r>
            <w:r w:rsidRPr="00D962D0">
              <w:rPr>
                <w:sz w:val="28"/>
                <w:szCs w:val="28"/>
              </w:rPr>
              <w:t>Дюймовочка</w:t>
            </w:r>
            <w:r>
              <w:rPr>
                <w:sz w:val="28"/>
                <w:szCs w:val="28"/>
              </w:rPr>
              <w:t>»</w:t>
            </w:r>
            <w:r w:rsidRPr="00D962D0">
              <w:rPr>
                <w:sz w:val="28"/>
                <w:szCs w:val="28"/>
              </w:rPr>
              <w:t xml:space="preserve">  общеразвивающего вида с приоритетным осуществлением художественно-эстетического развития воспитанников г.Новотроицка Оренбургской обла</w:t>
            </w:r>
            <w:r>
              <w:rPr>
                <w:sz w:val="28"/>
                <w:szCs w:val="28"/>
              </w:rPr>
              <w:t xml:space="preserve">сти» на приобретение </w:t>
            </w:r>
            <w:r w:rsidRPr="00D962D0">
              <w:rPr>
                <w:sz w:val="28"/>
                <w:szCs w:val="28"/>
              </w:rPr>
              <w:t>оборудования для детской игровой площадки</w:t>
            </w:r>
          </w:p>
        </w:tc>
        <w:tc>
          <w:tcPr>
            <w:tcW w:w="1463" w:type="dxa"/>
            <w:vAlign w:val="center"/>
          </w:tcPr>
          <w:p w:rsidR="009E0F48" w:rsidRPr="008A5390" w:rsidRDefault="009E0F48" w:rsidP="002511A1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172 111,0</w:t>
            </w:r>
          </w:p>
          <w:p w:rsidR="009E0F48" w:rsidRPr="008A5390" w:rsidRDefault="009E0F48" w:rsidP="00251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71" w:type="dxa"/>
            <w:vAlign w:val="center"/>
          </w:tcPr>
          <w:p w:rsidR="009E0F48" w:rsidRPr="00C417A5" w:rsidRDefault="009E0F48" w:rsidP="002511A1">
            <w:pPr>
              <w:jc w:val="center"/>
              <w:rPr>
                <w:sz w:val="28"/>
                <w:szCs w:val="28"/>
              </w:rPr>
            </w:pPr>
            <w:r w:rsidRPr="00C417A5">
              <w:rPr>
                <w:sz w:val="28"/>
                <w:szCs w:val="28"/>
              </w:rPr>
              <w:t>Управление образования администрации муниципального образования город Новотроицк</w:t>
            </w:r>
          </w:p>
        </w:tc>
      </w:tr>
    </w:tbl>
    <w:p w:rsidR="009E0F48" w:rsidRDefault="009E0F48" w:rsidP="00FF7685">
      <w:pPr>
        <w:pStyle w:val="BodyTextIndent"/>
        <w:ind w:left="0" w:firstLine="708"/>
      </w:pPr>
    </w:p>
    <w:p w:rsidR="009E0F48" w:rsidRDefault="009E0F48" w:rsidP="00FF7685">
      <w:pPr>
        <w:pStyle w:val="BodyTextIndent"/>
        <w:ind w:left="0" w:firstLine="708"/>
      </w:pPr>
    </w:p>
    <w:p w:rsidR="009E0F48" w:rsidRDefault="009E0F48" w:rsidP="00FF7685">
      <w:pPr>
        <w:pStyle w:val="BodyTextIndent"/>
        <w:ind w:left="0" w:firstLine="708"/>
      </w:pPr>
    </w:p>
    <w:p w:rsidR="009E0F48" w:rsidRDefault="009E0F48" w:rsidP="00FF7685">
      <w:pPr>
        <w:pStyle w:val="BodyTextIndent"/>
        <w:ind w:left="0" w:firstLine="708"/>
      </w:pPr>
    </w:p>
    <w:p w:rsidR="009E0F48" w:rsidRDefault="009E0F48" w:rsidP="00FF7685">
      <w:pPr>
        <w:pStyle w:val="BodyTextIndent"/>
        <w:ind w:left="0" w:firstLine="708"/>
      </w:pPr>
    </w:p>
    <w:p w:rsidR="009E0F48" w:rsidRDefault="009E0F48" w:rsidP="00FF7685">
      <w:pPr>
        <w:pStyle w:val="BodyTextIndent"/>
        <w:ind w:left="0" w:firstLine="708"/>
      </w:pPr>
    </w:p>
    <w:p w:rsidR="009E0F48" w:rsidRDefault="009E0F48" w:rsidP="00FF7685">
      <w:pPr>
        <w:pStyle w:val="BodyTextIndent"/>
        <w:ind w:left="0" w:firstLine="708"/>
      </w:pPr>
    </w:p>
    <w:p w:rsidR="009E0F48" w:rsidRDefault="009E0F48" w:rsidP="00FF7685">
      <w:pPr>
        <w:pStyle w:val="BodyTextIndent"/>
        <w:ind w:left="0" w:firstLine="708"/>
      </w:pPr>
    </w:p>
    <w:p w:rsidR="009E0F48" w:rsidRPr="00E1312D" w:rsidRDefault="009E0F48" w:rsidP="00FF7685">
      <w:pPr>
        <w:pStyle w:val="BodyTextIndent"/>
        <w:ind w:left="0" w:firstLine="708"/>
      </w:pPr>
      <w:r>
        <w:t>4) Строку 1</w:t>
      </w:r>
      <w:r w:rsidRPr="00E1312D">
        <w:t xml:space="preserve"> приложения  к решению изложить в новой редакции: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0"/>
        <w:gridCol w:w="1971"/>
        <w:gridCol w:w="3098"/>
        <w:gridCol w:w="1463"/>
        <w:gridCol w:w="2371"/>
      </w:tblGrid>
      <w:tr w:rsidR="009E0F48" w:rsidRPr="00C417A5" w:rsidTr="002511A1">
        <w:trPr>
          <w:trHeight w:val="1299"/>
        </w:trPr>
        <w:tc>
          <w:tcPr>
            <w:tcW w:w="560" w:type="dxa"/>
            <w:vAlign w:val="center"/>
          </w:tcPr>
          <w:p w:rsidR="009E0F48" w:rsidRPr="00767C8D" w:rsidRDefault="009E0F48" w:rsidP="002511A1">
            <w:pPr>
              <w:pStyle w:val="BodyTextIndent"/>
              <w:ind w:left="0" w:hanging="80"/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  <w:r w:rsidRPr="00767C8D">
              <w:rPr>
                <w:color w:val="FF0000"/>
              </w:rPr>
              <w:t>.</w:t>
            </w:r>
          </w:p>
        </w:tc>
        <w:tc>
          <w:tcPr>
            <w:tcW w:w="1971" w:type="dxa"/>
            <w:vAlign w:val="center"/>
          </w:tcPr>
          <w:p w:rsidR="009E0F48" w:rsidRPr="00E1312D" w:rsidRDefault="009E0F48" w:rsidP="002511A1">
            <w:pPr>
              <w:tabs>
                <w:tab w:val="left" w:pos="7890"/>
              </w:tabs>
              <w:ind w:left="-80" w:right="-97" w:hanging="42"/>
              <w:jc w:val="center"/>
              <w:rPr>
                <w:sz w:val="28"/>
                <w:szCs w:val="28"/>
              </w:rPr>
            </w:pPr>
            <w:r w:rsidRPr="00E1312D">
              <w:rPr>
                <w:sz w:val="28"/>
                <w:szCs w:val="28"/>
              </w:rPr>
              <w:t>Избирательный округ № 2</w:t>
            </w:r>
          </w:p>
        </w:tc>
        <w:tc>
          <w:tcPr>
            <w:tcW w:w="3098" w:type="dxa"/>
            <w:vAlign w:val="center"/>
          </w:tcPr>
          <w:p w:rsidR="009E0F48" w:rsidRDefault="009E0F48" w:rsidP="002511A1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D962D0">
              <w:rPr>
                <w:sz w:val="28"/>
                <w:szCs w:val="28"/>
              </w:rPr>
              <w:t xml:space="preserve">Выделение целевой субсидии муниципальному дошкольному образовательному автономному учреждению </w:t>
            </w:r>
            <w:r>
              <w:rPr>
                <w:sz w:val="28"/>
                <w:szCs w:val="28"/>
              </w:rPr>
              <w:t>«Детский сад  № 2</w:t>
            </w:r>
            <w:r w:rsidRPr="00D962D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«Огонек»</w:t>
            </w:r>
            <w:r w:rsidRPr="00D962D0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</w:t>
            </w:r>
            <w:r w:rsidRPr="00D962D0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D962D0">
              <w:rPr>
                <w:sz w:val="28"/>
                <w:szCs w:val="28"/>
              </w:rPr>
              <w:t>Новотроицка Оренбургской обла</w:t>
            </w:r>
            <w:r>
              <w:rPr>
                <w:sz w:val="28"/>
                <w:szCs w:val="28"/>
              </w:rPr>
              <w:t>сти» на установку теневого навеса и замены линолеума в помещениях учреждения</w:t>
            </w:r>
            <w:r w:rsidRPr="00D962D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63" w:type="dxa"/>
            <w:vAlign w:val="center"/>
          </w:tcPr>
          <w:p w:rsidR="009E0F48" w:rsidRPr="008A5390" w:rsidRDefault="009E0F48" w:rsidP="002511A1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172 111,0</w:t>
            </w:r>
          </w:p>
          <w:p w:rsidR="009E0F48" w:rsidRPr="008A5390" w:rsidRDefault="009E0F48" w:rsidP="00251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71" w:type="dxa"/>
            <w:vAlign w:val="center"/>
          </w:tcPr>
          <w:p w:rsidR="009E0F48" w:rsidRPr="00C417A5" w:rsidRDefault="009E0F48" w:rsidP="002511A1">
            <w:pPr>
              <w:jc w:val="center"/>
              <w:rPr>
                <w:sz w:val="28"/>
                <w:szCs w:val="28"/>
              </w:rPr>
            </w:pPr>
            <w:r w:rsidRPr="00C417A5">
              <w:rPr>
                <w:sz w:val="28"/>
                <w:szCs w:val="28"/>
              </w:rPr>
              <w:t>Управление образования администрации муниципального образования город Новотроицк</w:t>
            </w:r>
          </w:p>
        </w:tc>
      </w:tr>
    </w:tbl>
    <w:p w:rsidR="009E0F48" w:rsidRPr="00113339" w:rsidRDefault="009E0F48" w:rsidP="00CE6268">
      <w:pPr>
        <w:jc w:val="both"/>
        <w:rPr>
          <w:sz w:val="28"/>
          <w:szCs w:val="28"/>
        </w:rPr>
      </w:pPr>
      <w:r w:rsidRPr="00457720">
        <w:rPr>
          <w:sz w:val="28"/>
          <w:szCs w:val="28"/>
        </w:rPr>
        <w:tab/>
        <w:t>2.</w:t>
      </w:r>
      <w:r>
        <w:rPr>
          <w:sz w:val="28"/>
          <w:szCs w:val="28"/>
        </w:rPr>
        <w:t xml:space="preserve"> </w:t>
      </w:r>
      <w:r w:rsidRPr="00CE6268">
        <w:rPr>
          <w:sz w:val="28"/>
          <w:szCs w:val="28"/>
        </w:rPr>
        <w:t>Контроль за исполнением настоящего решения возложить на</w:t>
      </w:r>
      <w:r>
        <w:rPr>
          <w:sz w:val="28"/>
          <w:szCs w:val="28"/>
        </w:rPr>
        <w:t xml:space="preserve"> первого </w:t>
      </w:r>
      <w:r w:rsidRPr="00CE6268">
        <w:rPr>
          <w:sz w:val="28"/>
          <w:szCs w:val="28"/>
        </w:rPr>
        <w:t xml:space="preserve">заместителя главы муниципального образования город Новотроицк </w:t>
      </w:r>
      <w:r>
        <w:rPr>
          <w:sz w:val="28"/>
          <w:szCs w:val="28"/>
        </w:rPr>
        <w:t>Филиппова И.А., заместителя главы муниципального образования город Новотроицк по социальным вопросам Буфетова Д.В.</w:t>
      </w:r>
      <w:r w:rsidRPr="00CE6268">
        <w:rPr>
          <w:sz w:val="28"/>
        </w:rPr>
        <w:t xml:space="preserve"> и постоянную комиссию городского Совета депутатов по мандатам, регламенту, депутатской этике, связи со средствами массовой информации, по вопросам законности и местному самоуправлению (Меньшиков Д.А.).</w:t>
      </w:r>
    </w:p>
    <w:p w:rsidR="009E0F48" w:rsidRPr="00782E4D" w:rsidRDefault="009E0F48" w:rsidP="00CE6268">
      <w:pPr>
        <w:jc w:val="both"/>
        <w:rPr>
          <w:sz w:val="28"/>
        </w:rPr>
      </w:pPr>
      <w:r>
        <w:rPr>
          <w:sz w:val="28"/>
        </w:rPr>
        <w:tab/>
      </w:r>
      <w:r w:rsidRPr="00782E4D">
        <w:rPr>
          <w:sz w:val="28"/>
        </w:rPr>
        <w:t>3. Решение вступает в силу после его официального опубликования в газете «Гвардеец труда»</w:t>
      </w:r>
      <w:r>
        <w:rPr>
          <w:sz w:val="28"/>
        </w:rPr>
        <w:t xml:space="preserve"> </w:t>
      </w:r>
      <w:r w:rsidRPr="00782E4D">
        <w:rPr>
          <w:sz w:val="28"/>
        </w:rPr>
        <w:t>и распространяется на правоотношения, возникшие с 08 августа 2017 года.</w:t>
      </w:r>
    </w:p>
    <w:p w:rsidR="009E0F48" w:rsidRDefault="009E0F48" w:rsidP="00176DC3">
      <w:pPr>
        <w:jc w:val="both"/>
        <w:rPr>
          <w:sz w:val="28"/>
          <w:szCs w:val="28"/>
        </w:rPr>
      </w:pPr>
    </w:p>
    <w:p w:rsidR="009E0F48" w:rsidRDefault="009E0F48" w:rsidP="00176DC3">
      <w:pPr>
        <w:jc w:val="both"/>
        <w:rPr>
          <w:sz w:val="28"/>
          <w:szCs w:val="28"/>
        </w:rPr>
      </w:pPr>
      <w:bookmarkStart w:id="1" w:name="_GoBack"/>
      <w:bookmarkEnd w:id="1"/>
    </w:p>
    <w:p w:rsidR="009E0F48" w:rsidRDefault="009E0F48" w:rsidP="00176DC3">
      <w:pPr>
        <w:jc w:val="both"/>
        <w:rPr>
          <w:sz w:val="28"/>
          <w:szCs w:val="28"/>
        </w:rPr>
      </w:pPr>
    </w:p>
    <w:p w:rsidR="009E0F48" w:rsidRDefault="009E0F48" w:rsidP="00176DC3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</w:t>
      </w:r>
    </w:p>
    <w:p w:rsidR="009E0F48" w:rsidRDefault="009E0F48" w:rsidP="005449CA">
      <w:pPr>
        <w:rPr>
          <w:sz w:val="28"/>
          <w:szCs w:val="28"/>
        </w:rPr>
      </w:pPr>
      <w:r>
        <w:rPr>
          <w:sz w:val="28"/>
          <w:szCs w:val="28"/>
        </w:rPr>
        <w:t>образования город Новотроицк                                                       Ю.Г. Араскин</w:t>
      </w:r>
    </w:p>
    <w:p w:rsidR="009E0F48" w:rsidRDefault="009E0F48" w:rsidP="00176DC3">
      <w:pPr>
        <w:jc w:val="both"/>
        <w:rPr>
          <w:sz w:val="28"/>
          <w:szCs w:val="28"/>
        </w:rPr>
      </w:pPr>
    </w:p>
    <w:p w:rsidR="009E0F48" w:rsidRDefault="009E0F48" w:rsidP="00176DC3">
      <w:pPr>
        <w:jc w:val="both"/>
        <w:rPr>
          <w:sz w:val="28"/>
          <w:szCs w:val="28"/>
        </w:rPr>
      </w:pPr>
    </w:p>
    <w:p w:rsidR="009E0F48" w:rsidRDefault="009E0F48" w:rsidP="00176DC3">
      <w:pPr>
        <w:jc w:val="both"/>
        <w:rPr>
          <w:sz w:val="28"/>
          <w:szCs w:val="28"/>
        </w:rPr>
      </w:pPr>
    </w:p>
    <w:p w:rsidR="009E0F48" w:rsidRDefault="009E0F48" w:rsidP="00176D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городского Совета </w:t>
      </w:r>
    </w:p>
    <w:p w:rsidR="009E0F48" w:rsidRDefault="009E0F48" w:rsidP="00176D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 муниципального </w:t>
      </w:r>
    </w:p>
    <w:p w:rsidR="009E0F48" w:rsidRDefault="009E0F48" w:rsidP="00CE6268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город Новотроицк                                                      А.А. Мезенцев</w:t>
      </w:r>
    </w:p>
    <w:p w:rsidR="009E0F48" w:rsidRDefault="009E0F48" w:rsidP="00F90EC0">
      <w:pPr>
        <w:jc w:val="center"/>
        <w:rPr>
          <w:color w:val="000000"/>
          <w:sz w:val="27"/>
          <w:szCs w:val="27"/>
        </w:rPr>
      </w:pPr>
    </w:p>
    <w:p w:rsidR="009E0F48" w:rsidRDefault="009E0F48" w:rsidP="00F90EC0">
      <w:pPr>
        <w:jc w:val="center"/>
        <w:rPr>
          <w:color w:val="000000"/>
          <w:sz w:val="27"/>
          <w:szCs w:val="27"/>
        </w:rPr>
      </w:pPr>
    </w:p>
    <w:p w:rsidR="009E0F48" w:rsidRDefault="009E0F48" w:rsidP="00F90EC0">
      <w:pPr>
        <w:rPr>
          <w:sz w:val="28"/>
        </w:rPr>
      </w:pPr>
    </w:p>
    <w:p w:rsidR="009E0F48" w:rsidRPr="0055787F" w:rsidRDefault="009E0F48" w:rsidP="00F90EC0">
      <w:pPr>
        <w:rPr>
          <w:sz w:val="28"/>
          <w:szCs w:val="28"/>
        </w:rPr>
      </w:pPr>
      <w:r w:rsidRPr="0055787F">
        <w:rPr>
          <w:sz w:val="28"/>
          <w:szCs w:val="28"/>
        </w:rPr>
        <w:t>Верно</w:t>
      </w:r>
    </w:p>
    <w:p w:rsidR="009E0F48" w:rsidRPr="0055787F" w:rsidRDefault="009E0F48" w:rsidP="00F90EC0">
      <w:pPr>
        <w:rPr>
          <w:sz w:val="28"/>
          <w:szCs w:val="28"/>
        </w:rPr>
      </w:pPr>
      <w:r w:rsidRPr="0055787F">
        <w:rPr>
          <w:sz w:val="28"/>
          <w:szCs w:val="28"/>
        </w:rPr>
        <w:t>Специалист аппарата</w:t>
      </w:r>
    </w:p>
    <w:p w:rsidR="009E0F48" w:rsidRDefault="009E0F48" w:rsidP="00AB1F7C">
      <w:pPr>
        <w:tabs>
          <w:tab w:val="left" w:pos="5318"/>
        </w:tabs>
        <w:rPr>
          <w:sz w:val="28"/>
          <w:szCs w:val="28"/>
        </w:rPr>
      </w:pPr>
      <w:r w:rsidRPr="0055787F">
        <w:rPr>
          <w:sz w:val="28"/>
          <w:szCs w:val="28"/>
        </w:rPr>
        <w:t>городского Со</w:t>
      </w:r>
      <w:r>
        <w:rPr>
          <w:sz w:val="28"/>
          <w:szCs w:val="28"/>
        </w:rPr>
        <w:t>вета депутатов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5787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Pr="0055787F">
        <w:rPr>
          <w:sz w:val="28"/>
          <w:szCs w:val="28"/>
        </w:rPr>
        <w:t>К.Н. Аверкин</w:t>
      </w:r>
    </w:p>
    <w:sectPr w:rsidR="009E0F48" w:rsidSect="00FF7685">
      <w:pgSz w:w="11906" w:h="16838"/>
      <w:pgMar w:top="53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2DD"/>
    <w:rsid w:val="000936DC"/>
    <w:rsid w:val="000C06CF"/>
    <w:rsid w:val="00113339"/>
    <w:rsid w:val="00142DBD"/>
    <w:rsid w:val="00150361"/>
    <w:rsid w:val="00176DC3"/>
    <w:rsid w:val="00195B05"/>
    <w:rsid w:val="001A7C23"/>
    <w:rsid w:val="002511A1"/>
    <w:rsid w:val="00280D25"/>
    <w:rsid w:val="00290697"/>
    <w:rsid w:val="003342DD"/>
    <w:rsid w:val="003B2221"/>
    <w:rsid w:val="004418C5"/>
    <w:rsid w:val="00457720"/>
    <w:rsid w:val="00486A97"/>
    <w:rsid w:val="004C14F9"/>
    <w:rsid w:val="004F6B6B"/>
    <w:rsid w:val="005449CA"/>
    <w:rsid w:val="0055787F"/>
    <w:rsid w:val="00606F3C"/>
    <w:rsid w:val="00613642"/>
    <w:rsid w:val="006533D8"/>
    <w:rsid w:val="006773B2"/>
    <w:rsid w:val="006C19DE"/>
    <w:rsid w:val="006F509F"/>
    <w:rsid w:val="00730563"/>
    <w:rsid w:val="00767C8D"/>
    <w:rsid w:val="007702A7"/>
    <w:rsid w:val="00770A11"/>
    <w:rsid w:val="0077645D"/>
    <w:rsid w:val="00782E4D"/>
    <w:rsid w:val="008A5390"/>
    <w:rsid w:val="008B09A0"/>
    <w:rsid w:val="008C12EE"/>
    <w:rsid w:val="008D4629"/>
    <w:rsid w:val="009242E5"/>
    <w:rsid w:val="0093046E"/>
    <w:rsid w:val="00940D6C"/>
    <w:rsid w:val="00994762"/>
    <w:rsid w:val="009E0F48"/>
    <w:rsid w:val="00A00AF3"/>
    <w:rsid w:val="00A134F4"/>
    <w:rsid w:val="00A5724F"/>
    <w:rsid w:val="00A610B8"/>
    <w:rsid w:val="00AB1F7C"/>
    <w:rsid w:val="00AC037D"/>
    <w:rsid w:val="00AE584D"/>
    <w:rsid w:val="00BD1EE9"/>
    <w:rsid w:val="00C417A5"/>
    <w:rsid w:val="00CE6268"/>
    <w:rsid w:val="00CF5650"/>
    <w:rsid w:val="00D7348B"/>
    <w:rsid w:val="00D962D0"/>
    <w:rsid w:val="00DC0F0D"/>
    <w:rsid w:val="00DE11B0"/>
    <w:rsid w:val="00E1312D"/>
    <w:rsid w:val="00E23C78"/>
    <w:rsid w:val="00E5619D"/>
    <w:rsid w:val="00E736BC"/>
    <w:rsid w:val="00E74E7E"/>
    <w:rsid w:val="00ED4B00"/>
    <w:rsid w:val="00EE2DA6"/>
    <w:rsid w:val="00F24B1B"/>
    <w:rsid w:val="00F25FCE"/>
    <w:rsid w:val="00F90EC0"/>
    <w:rsid w:val="00FD6D13"/>
    <w:rsid w:val="00FF7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DC3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6DC3"/>
    <w:pPr>
      <w:keepNext/>
      <w:snapToGrid w:val="0"/>
      <w:outlineLvl w:val="0"/>
    </w:pPr>
    <w:rPr>
      <w:rFonts w:eastAsia="Times New Roman"/>
      <w:b/>
      <w:bCs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76DC3"/>
    <w:pPr>
      <w:keepNext/>
      <w:jc w:val="center"/>
      <w:outlineLvl w:val="1"/>
    </w:pPr>
    <w:rPr>
      <w:rFonts w:eastAsia="Times New Roman"/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76DC3"/>
    <w:pPr>
      <w:keepNext/>
      <w:ind w:left="2832"/>
      <w:outlineLvl w:val="2"/>
    </w:pPr>
    <w:rPr>
      <w:rFonts w:eastAsia="Times New Roman"/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76DC3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76DC3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76DC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76DC3"/>
    <w:pPr>
      <w:ind w:left="-18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76DC3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76D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6DC3"/>
    <w:rPr>
      <w:rFonts w:ascii="Tahoma" w:hAnsi="Tahoma" w:cs="Tahoma"/>
      <w:sz w:val="16"/>
      <w:szCs w:val="16"/>
      <w:lang w:eastAsia="ru-RU"/>
    </w:rPr>
  </w:style>
  <w:style w:type="paragraph" w:customStyle="1" w:styleId="a">
    <w:name w:val="Знак"/>
    <w:basedOn w:val="Normal"/>
    <w:uiPriority w:val="99"/>
    <w:rsid w:val="00F90EC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85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693</TotalTime>
  <Pages>3</Pages>
  <Words>584</Words>
  <Characters>3333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33</cp:revision>
  <cp:lastPrinted>2017-09-28T03:57:00Z</cp:lastPrinted>
  <dcterms:created xsi:type="dcterms:W3CDTF">2016-10-10T06:55:00Z</dcterms:created>
  <dcterms:modified xsi:type="dcterms:W3CDTF">2017-09-28T03:59:00Z</dcterms:modified>
</cp:coreProperties>
</file>