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97" w:rsidRPr="00775156" w:rsidRDefault="00794497" w:rsidP="007F0054">
      <w:pPr>
        <w:rPr>
          <w:snapToGrid w:val="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3.7pt;margin-top:0;width:39.35pt;height:49.9pt;z-index:251658240;visibility:visible">
            <v:imagedata r:id="rId7" o:title=""/>
            <w10:wrap type="square" side="right"/>
          </v:shape>
        </w:pict>
      </w:r>
      <w:r>
        <w:rPr>
          <w:snapToGrid w:val="0"/>
          <w:sz w:val="20"/>
          <w:szCs w:val="20"/>
        </w:rPr>
        <w:t xml:space="preserve">                                              </w:t>
      </w:r>
      <w:r w:rsidRPr="00775156">
        <w:rPr>
          <w:snapToGrid w:val="0"/>
          <w:sz w:val="28"/>
          <w:szCs w:val="28"/>
        </w:rPr>
        <w:t xml:space="preserve"> </w:t>
      </w:r>
      <w:r w:rsidRPr="00775156">
        <w:rPr>
          <w:snapToGrid w:val="0"/>
          <w:sz w:val="28"/>
          <w:szCs w:val="28"/>
        </w:rPr>
        <w:br w:type="textWrapping" w:clear="all"/>
      </w:r>
    </w:p>
    <w:p w:rsidR="00794497" w:rsidRDefault="00794497" w:rsidP="007F0054">
      <w:pPr>
        <w:pStyle w:val="Heading1"/>
        <w:jc w:val="center"/>
      </w:pPr>
      <w:r>
        <w:t xml:space="preserve">  Городской Совет депутатов</w:t>
      </w:r>
    </w:p>
    <w:p w:rsidR="00794497" w:rsidRDefault="00794497" w:rsidP="007F0054">
      <w:pPr>
        <w:pStyle w:val="Heading1"/>
        <w:jc w:val="center"/>
      </w:pPr>
      <w:r>
        <w:t>муниципального образования город Новотроицк</w:t>
      </w:r>
    </w:p>
    <w:p w:rsidR="00794497" w:rsidRDefault="00794497" w:rsidP="007F0054">
      <w:pPr>
        <w:pStyle w:val="Heading2"/>
      </w:pPr>
      <w:r>
        <w:t xml:space="preserve"> Оренбургской области</w:t>
      </w:r>
    </w:p>
    <w:p w:rsidR="00794497" w:rsidRDefault="00794497" w:rsidP="007F0054">
      <w:pPr>
        <w:pStyle w:val="Heading2"/>
      </w:pPr>
      <w:r>
        <w:t>пятого созыва</w:t>
      </w:r>
    </w:p>
    <w:p w:rsidR="00794497" w:rsidRDefault="00794497" w:rsidP="007F0054">
      <w:pPr>
        <w:pStyle w:val="Heading3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РЕШЕНИЕ</w:t>
      </w:r>
    </w:p>
    <w:p w:rsidR="00794497" w:rsidRDefault="00794497">
      <w:pPr>
        <w:jc w:val="center"/>
        <w:rPr>
          <w:sz w:val="12"/>
          <w:szCs w:val="12"/>
        </w:rPr>
      </w:pPr>
    </w:p>
    <w:p w:rsidR="00794497" w:rsidRDefault="00794497">
      <w:pPr>
        <w:jc w:val="center"/>
        <w:rPr>
          <w:sz w:val="16"/>
          <w:szCs w:val="16"/>
        </w:rPr>
      </w:pPr>
      <w:r>
        <w:rPr>
          <w:noProof/>
        </w:rPr>
        <w:pict>
          <v:line id="_x0000_s1027" style="position:absolute;left:0;text-align:left;z-index:251657216" from="-3.15pt,5.2pt" to="462.55pt,5.2pt" strokeweight="1.5pt"/>
        </w:pict>
      </w:r>
    </w:p>
    <w:p w:rsidR="00794497" w:rsidRPr="006E3917" w:rsidRDefault="00794497" w:rsidP="006E3917">
      <w:pPr>
        <w:shd w:val="clear" w:color="auto" w:fill="FFFFFF"/>
        <w:rPr>
          <w:b/>
          <w:bCs/>
          <w:sz w:val="16"/>
          <w:szCs w:val="16"/>
        </w:rPr>
      </w:pPr>
    </w:p>
    <w:p w:rsidR="00794497" w:rsidRDefault="00794497" w:rsidP="006E3917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двадцать пятом заседании </w:t>
      </w:r>
    </w:p>
    <w:p w:rsidR="00794497" w:rsidRDefault="00794497" w:rsidP="006E391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27 июня 2017 года</w:t>
      </w:r>
    </w:p>
    <w:p w:rsidR="00794497" w:rsidRDefault="00794497" w:rsidP="006E3917">
      <w:pPr>
        <w:ind w:hanging="180"/>
        <w:rPr>
          <w:b/>
          <w:bCs/>
          <w:sz w:val="28"/>
          <w:szCs w:val="28"/>
        </w:rPr>
      </w:pPr>
    </w:p>
    <w:p w:rsidR="00794497" w:rsidRDefault="00794497" w:rsidP="006E3917">
      <w:pPr>
        <w:ind w:hanging="180"/>
        <w:rPr>
          <w:b/>
          <w:bCs/>
          <w:sz w:val="28"/>
          <w:szCs w:val="28"/>
        </w:rPr>
      </w:pPr>
    </w:p>
    <w:p w:rsidR="00794497" w:rsidRPr="00376EC3" w:rsidRDefault="00794497" w:rsidP="00890808">
      <w:pPr>
        <w:rPr>
          <w:bCs/>
          <w:sz w:val="28"/>
          <w:szCs w:val="28"/>
        </w:rPr>
      </w:pPr>
      <w:bookmarkStart w:id="0" w:name="OLE_LINK3"/>
      <w:r w:rsidRPr="00B769A7">
        <w:rPr>
          <w:b/>
          <w:bCs/>
          <w:sz w:val="28"/>
          <w:szCs w:val="28"/>
          <w:u w:val="single"/>
        </w:rPr>
        <w:t>2</w:t>
      </w:r>
      <w:r>
        <w:rPr>
          <w:b/>
          <w:bCs/>
          <w:sz w:val="28"/>
          <w:szCs w:val="28"/>
          <w:u w:val="single"/>
        </w:rPr>
        <w:t>9 июн</w:t>
      </w:r>
      <w:r w:rsidRPr="00B769A7">
        <w:rPr>
          <w:b/>
          <w:bCs/>
          <w:sz w:val="28"/>
          <w:szCs w:val="28"/>
          <w:u w:val="single"/>
        </w:rPr>
        <w:t>я</w:t>
      </w:r>
      <w:r>
        <w:rPr>
          <w:b/>
          <w:bCs/>
          <w:sz w:val="28"/>
          <w:szCs w:val="28"/>
          <w:u w:val="single"/>
        </w:rPr>
        <w:t xml:space="preserve"> 2017</w:t>
      </w:r>
      <w:r w:rsidRPr="005B468A">
        <w:rPr>
          <w:b/>
          <w:bCs/>
          <w:sz w:val="28"/>
          <w:szCs w:val="28"/>
          <w:u w:val="single"/>
        </w:rPr>
        <w:t xml:space="preserve"> года</w:t>
      </w:r>
      <w:r>
        <w:rPr>
          <w:b/>
          <w:bCs/>
          <w:sz w:val="28"/>
          <w:szCs w:val="28"/>
          <w:u w:val="single"/>
        </w:rPr>
        <w:t xml:space="preserve"> </w:t>
      </w:r>
      <w:r w:rsidRPr="005B468A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>2</w:t>
      </w:r>
      <w:bookmarkEnd w:id="0"/>
      <w:r>
        <w:rPr>
          <w:b/>
          <w:bCs/>
          <w:sz w:val="28"/>
          <w:szCs w:val="28"/>
          <w:u w:val="single"/>
        </w:rPr>
        <w:t>92</w:t>
      </w:r>
    </w:p>
    <w:p w:rsidR="00794497" w:rsidRDefault="00794497" w:rsidP="00A01557">
      <w:pPr>
        <w:ind w:left="-180"/>
        <w:rPr>
          <w:b/>
          <w:bCs/>
          <w:sz w:val="12"/>
          <w:szCs w:val="12"/>
        </w:rPr>
      </w:pPr>
    </w:p>
    <w:p w:rsidR="00794497" w:rsidRPr="006E3917" w:rsidRDefault="00794497" w:rsidP="00855BCA">
      <w:pPr>
        <w:pStyle w:val="List"/>
        <w:numPr>
          <w:ilvl w:val="0"/>
          <w:numId w:val="0"/>
        </w:numPr>
        <w:tabs>
          <w:tab w:val="left" w:pos="4111"/>
        </w:tabs>
        <w:spacing w:before="0" w:after="0"/>
        <w:ind w:right="5103"/>
        <w:rPr>
          <w:sz w:val="28"/>
          <w:szCs w:val="28"/>
        </w:rPr>
      </w:pPr>
      <w:r w:rsidRPr="006E3917">
        <w:rPr>
          <w:sz w:val="28"/>
          <w:szCs w:val="28"/>
        </w:rPr>
        <w:t>О внесении изменени</w:t>
      </w:r>
      <w:r>
        <w:rPr>
          <w:sz w:val="28"/>
          <w:szCs w:val="28"/>
        </w:rPr>
        <w:t>я</w:t>
      </w:r>
      <w:r w:rsidRPr="006E3917">
        <w:rPr>
          <w:sz w:val="28"/>
          <w:szCs w:val="28"/>
        </w:rPr>
        <w:t xml:space="preserve"> в решение городского Совета депутатов от 02 декабря 2011</w:t>
      </w:r>
      <w:r>
        <w:rPr>
          <w:sz w:val="28"/>
          <w:szCs w:val="28"/>
        </w:rPr>
        <w:t xml:space="preserve"> </w:t>
      </w:r>
      <w:r w:rsidRPr="006E3917">
        <w:rPr>
          <w:sz w:val="28"/>
          <w:szCs w:val="28"/>
        </w:rPr>
        <w:t>года № 177 «Об утверждении положения «О ревизионной комиссии муниципального образования город Новотроицк»</w:t>
      </w:r>
    </w:p>
    <w:p w:rsidR="00794497" w:rsidRDefault="00794497" w:rsidP="006E3917">
      <w:pPr>
        <w:pStyle w:val="List"/>
        <w:numPr>
          <w:ilvl w:val="0"/>
          <w:numId w:val="0"/>
        </w:numPr>
        <w:spacing w:before="0" w:after="0"/>
        <w:ind w:right="5245"/>
        <w:rPr>
          <w:sz w:val="28"/>
          <w:szCs w:val="28"/>
          <w:lang w:eastAsia="en-US"/>
        </w:rPr>
      </w:pPr>
    </w:p>
    <w:p w:rsidR="00794497" w:rsidRDefault="00794497" w:rsidP="006E3917">
      <w:pPr>
        <w:pStyle w:val="List"/>
        <w:numPr>
          <w:ilvl w:val="0"/>
          <w:numId w:val="0"/>
        </w:numPr>
        <w:spacing w:before="0" w:after="0"/>
        <w:ind w:right="5245"/>
        <w:rPr>
          <w:sz w:val="28"/>
          <w:szCs w:val="28"/>
          <w:lang w:eastAsia="en-US"/>
        </w:rPr>
      </w:pPr>
    </w:p>
    <w:p w:rsidR="00794497" w:rsidRDefault="00794497" w:rsidP="006E3917">
      <w:pPr>
        <w:pStyle w:val="List"/>
        <w:numPr>
          <w:ilvl w:val="0"/>
          <w:numId w:val="0"/>
        </w:numPr>
        <w:spacing w:before="0" w:after="0"/>
        <w:ind w:right="5245"/>
        <w:rPr>
          <w:sz w:val="28"/>
          <w:szCs w:val="28"/>
          <w:lang w:eastAsia="en-US"/>
        </w:rPr>
      </w:pPr>
    </w:p>
    <w:p w:rsidR="00794497" w:rsidRPr="00854B24" w:rsidRDefault="00794497" w:rsidP="006D312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 06 октября 2003 года №131-ФЗ «Об общих принципах организации местного самоуправления в Российской Федерации», от 02 марта 2007 года № 25-ФЗ «О муниципальной службе в Российской Федерации»,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руководствуясь Законом Оренбургской области от 10 октября 2007 года                № 1611/339-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-ОЗ «О муниципальной службе в Оренбургской области»,  статьей 23 Устава муниципального образования город Новотроицк Оренбургской области, городской Совет депутатов РЕШИЛ:</w:t>
      </w:r>
    </w:p>
    <w:p w:rsidR="00794497" w:rsidRDefault="00794497" w:rsidP="006D312F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9117BC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изменение в решение городского Совета депутатов муниципального образования город Новотроицк от 02 декабря 2011 года №177 «</w:t>
      </w:r>
      <w:r w:rsidRPr="00E508AF">
        <w:rPr>
          <w:sz w:val="28"/>
          <w:szCs w:val="28"/>
        </w:rPr>
        <w:t xml:space="preserve">Об утверждении положения </w:t>
      </w:r>
      <w:r>
        <w:rPr>
          <w:sz w:val="28"/>
          <w:szCs w:val="28"/>
        </w:rPr>
        <w:t>«</w:t>
      </w:r>
      <w:r w:rsidRPr="00E508AF">
        <w:rPr>
          <w:sz w:val="28"/>
          <w:szCs w:val="28"/>
        </w:rPr>
        <w:t>О ревизионной комиссии муниципального образования город Новотроицк</w:t>
      </w:r>
      <w:r>
        <w:rPr>
          <w:sz w:val="28"/>
          <w:szCs w:val="28"/>
        </w:rPr>
        <w:t xml:space="preserve">» (далее – Решение), изложив часть 4 статьи 4 приложения к Решению в следующей редакции:                                 </w:t>
      </w:r>
    </w:p>
    <w:p w:rsidR="00794497" w:rsidRPr="00ED6F51" w:rsidRDefault="00794497" w:rsidP="006D312F">
      <w:pPr>
        <w:shd w:val="clear" w:color="auto" w:fill="FFFFFF"/>
        <w:tabs>
          <w:tab w:val="left" w:pos="0"/>
        </w:tabs>
        <w:ind w:firstLine="72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>
        <w:rPr>
          <w:spacing w:val="-4"/>
          <w:sz w:val="28"/>
          <w:szCs w:val="28"/>
        </w:rPr>
        <w:t>4</w:t>
      </w:r>
      <w:r w:rsidRPr="005A241B">
        <w:rPr>
          <w:spacing w:val="-4"/>
          <w:sz w:val="28"/>
          <w:szCs w:val="28"/>
        </w:rPr>
        <w:t xml:space="preserve">. Предложения </w:t>
      </w:r>
      <w:r>
        <w:rPr>
          <w:spacing w:val="-4"/>
          <w:sz w:val="28"/>
          <w:szCs w:val="28"/>
        </w:rPr>
        <w:t xml:space="preserve">по кандидатуре (кандидатурам) </w:t>
      </w:r>
      <w:r w:rsidRPr="005A241B">
        <w:rPr>
          <w:spacing w:val="-4"/>
          <w:sz w:val="28"/>
          <w:szCs w:val="28"/>
        </w:rPr>
        <w:t xml:space="preserve">на должность заместителя председателя и аудитора </w:t>
      </w:r>
      <w:r>
        <w:rPr>
          <w:sz w:val="28"/>
          <w:szCs w:val="28"/>
        </w:rPr>
        <w:t xml:space="preserve">Ревизионной комиссии </w:t>
      </w:r>
      <w:r w:rsidRPr="005A241B">
        <w:rPr>
          <w:spacing w:val="-4"/>
          <w:sz w:val="28"/>
          <w:szCs w:val="28"/>
        </w:rPr>
        <w:t xml:space="preserve">вносятся в городской Совет депутатов </w:t>
      </w:r>
      <w:r w:rsidRPr="005A241B">
        <w:rPr>
          <w:sz w:val="28"/>
          <w:szCs w:val="28"/>
        </w:rPr>
        <w:t>председателем Ревизионной комиссии.</w:t>
      </w:r>
      <w:r>
        <w:rPr>
          <w:sz w:val="28"/>
          <w:szCs w:val="28"/>
        </w:rPr>
        <w:t>».</w:t>
      </w:r>
    </w:p>
    <w:p w:rsidR="00794497" w:rsidRPr="001415A0" w:rsidRDefault="00794497" w:rsidP="006D312F">
      <w:pPr>
        <w:pStyle w:val="BodyText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415A0">
        <w:rPr>
          <w:sz w:val="28"/>
          <w:szCs w:val="28"/>
        </w:rPr>
        <w:t>Контроль за исполнением настоящего решения возложить на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 (Меньшиков Д.А.).</w:t>
      </w:r>
    </w:p>
    <w:p w:rsidR="00794497" w:rsidRDefault="00794497" w:rsidP="006D312F">
      <w:pPr>
        <w:pStyle w:val="BodyText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415A0">
        <w:rPr>
          <w:sz w:val="28"/>
          <w:szCs w:val="28"/>
        </w:rPr>
        <w:t>Решение вступает в силу</w:t>
      </w:r>
      <w:r w:rsidRPr="00857FAA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его официального опубликования в газете «Гвардеец труда»</w:t>
      </w:r>
      <w:r w:rsidRPr="00857FAA">
        <w:rPr>
          <w:sz w:val="28"/>
          <w:szCs w:val="28"/>
        </w:rPr>
        <w:t>.</w:t>
      </w:r>
    </w:p>
    <w:p w:rsidR="00794497" w:rsidRDefault="00794497" w:rsidP="006D312F">
      <w:pPr>
        <w:ind w:firstLine="720"/>
        <w:jc w:val="both"/>
        <w:rPr>
          <w:sz w:val="28"/>
          <w:szCs w:val="28"/>
        </w:rPr>
      </w:pPr>
      <w:bookmarkStart w:id="1" w:name="OLE_LINK1"/>
    </w:p>
    <w:p w:rsidR="00794497" w:rsidRDefault="00794497" w:rsidP="006D312F">
      <w:pPr>
        <w:ind w:firstLine="720"/>
        <w:jc w:val="both"/>
        <w:rPr>
          <w:sz w:val="28"/>
          <w:szCs w:val="28"/>
        </w:rPr>
      </w:pPr>
    </w:p>
    <w:p w:rsidR="00794497" w:rsidRDefault="00794497" w:rsidP="006D312F">
      <w:pPr>
        <w:ind w:firstLine="720"/>
        <w:jc w:val="both"/>
        <w:rPr>
          <w:sz w:val="28"/>
          <w:szCs w:val="28"/>
        </w:rPr>
      </w:pPr>
    </w:p>
    <w:p w:rsidR="00794497" w:rsidRDefault="00794497" w:rsidP="00A0155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794497" w:rsidRDefault="00794497" w:rsidP="00A015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Ю.Г. Араскин</w:t>
      </w:r>
    </w:p>
    <w:p w:rsidR="00794497" w:rsidRDefault="00794497" w:rsidP="00A01557">
      <w:pPr>
        <w:jc w:val="both"/>
        <w:rPr>
          <w:sz w:val="28"/>
          <w:szCs w:val="28"/>
        </w:rPr>
      </w:pPr>
    </w:p>
    <w:p w:rsidR="00794497" w:rsidRDefault="00794497" w:rsidP="00A01557">
      <w:pPr>
        <w:jc w:val="both"/>
        <w:rPr>
          <w:sz w:val="28"/>
          <w:szCs w:val="28"/>
        </w:rPr>
      </w:pPr>
    </w:p>
    <w:p w:rsidR="00794497" w:rsidRDefault="00794497" w:rsidP="00A01557">
      <w:pPr>
        <w:jc w:val="both"/>
        <w:rPr>
          <w:sz w:val="28"/>
          <w:szCs w:val="28"/>
        </w:rPr>
      </w:pPr>
    </w:p>
    <w:p w:rsidR="00794497" w:rsidRDefault="00794497" w:rsidP="00A01557">
      <w:pPr>
        <w:jc w:val="both"/>
        <w:rPr>
          <w:sz w:val="28"/>
          <w:szCs w:val="28"/>
        </w:rPr>
      </w:pPr>
      <w:r w:rsidRPr="00857FAA">
        <w:rPr>
          <w:sz w:val="28"/>
          <w:szCs w:val="28"/>
        </w:rPr>
        <w:t>Председатель городского</w:t>
      </w:r>
      <w:r>
        <w:rPr>
          <w:sz w:val="28"/>
          <w:szCs w:val="28"/>
        </w:rPr>
        <w:t xml:space="preserve"> </w:t>
      </w:r>
      <w:r w:rsidRPr="00857FAA">
        <w:rPr>
          <w:sz w:val="28"/>
          <w:szCs w:val="28"/>
        </w:rPr>
        <w:t xml:space="preserve">Совета </w:t>
      </w:r>
    </w:p>
    <w:p w:rsidR="00794497" w:rsidRPr="00857FAA" w:rsidRDefault="00794497" w:rsidP="00A01557">
      <w:pPr>
        <w:jc w:val="both"/>
        <w:rPr>
          <w:sz w:val="28"/>
          <w:szCs w:val="28"/>
        </w:rPr>
      </w:pPr>
      <w:r w:rsidRPr="00857FAA">
        <w:rPr>
          <w:sz w:val="28"/>
          <w:szCs w:val="28"/>
        </w:rPr>
        <w:t xml:space="preserve">депутатов муниципального </w:t>
      </w:r>
    </w:p>
    <w:p w:rsidR="00794497" w:rsidRDefault="00794497" w:rsidP="00567E59">
      <w:pPr>
        <w:jc w:val="both"/>
        <w:rPr>
          <w:sz w:val="28"/>
          <w:szCs w:val="28"/>
        </w:rPr>
      </w:pPr>
      <w:r w:rsidRPr="00857FAA">
        <w:rPr>
          <w:sz w:val="28"/>
          <w:szCs w:val="28"/>
        </w:rPr>
        <w:t xml:space="preserve">образования город Новотроицк                </w:t>
      </w:r>
      <w:r>
        <w:rPr>
          <w:sz w:val="28"/>
          <w:szCs w:val="28"/>
        </w:rPr>
        <w:t xml:space="preserve">                              </w:t>
      </w:r>
      <w:r w:rsidRPr="00857FA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857FAA">
        <w:rPr>
          <w:sz w:val="28"/>
          <w:szCs w:val="28"/>
        </w:rPr>
        <w:t xml:space="preserve"> А.А. Мезенцев</w:t>
      </w:r>
      <w:bookmarkEnd w:id="1"/>
    </w:p>
    <w:p w:rsidR="00794497" w:rsidRDefault="00794497" w:rsidP="00890808">
      <w:pPr>
        <w:rPr>
          <w:sz w:val="28"/>
        </w:rPr>
      </w:pPr>
    </w:p>
    <w:p w:rsidR="00794497" w:rsidRDefault="00794497" w:rsidP="00890808">
      <w:pPr>
        <w:rPr>
          <w:sz w:val="28"/>
        </w:rPr>
      </w:pPr>
    </w:p>
    <w:p w:rsidR="00794497" w:rsidRDefault="00794497" w:rsidP="00890808">
      <w:pPr>
        <w:rPr>
          <w:sz w:val="28"/>
        </w:rPr>
      </w:pPr>
    </w:p>
    <w:p w:rsidR="00794497" w:rsidRDefault="00794497" w:rsidP="00890808">
      <w:pPr>
        <w:rPr>
          <w:sz w:val="28"/>
        </w:rPr>
      </w:pPr>
      <w:r>
        <w:rPr>
          <w:sz w:val="28"/>
        </w:rPr>
        <w:t>Верно</w:t>
      </w:r>
    </w:p>
    <w:p w:rsidR="00794497" w:rsidRDefault="00794497" w:rsidP="00890808">
      <w:pPr>
        <w:rPr>
          <w:sz w:val="28"/>
        </w:rPr>
      </w:pPr>
      <w:r>
        <w:rPr>
          <w:sz w:val="28"/>
        </w:rPr>
        <w:t>Специалист аппарата</w:t>
      </w:r>
    </w:p>
    <w:p w:rsidR="00794497" w:rsidRDefault="00794497" w:rsidP="00890808">
      <w:pPr>
        <w:rPr>
          <w:sz w:val="28"/>
          <w:szCs w:val="28"/>
        </w:rPr>
      </w:pPr>
      <w:r>
        <w:rPr>
          <w:sz w:val="28"/>
        </w:rPr>
        <w:t>городского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К.Н. Аверкин</w:t>
      </w:r>
    </w:p>
    <w:p w:rsidR="00794497" w:rsidRDefault="00794497" w:rsidP="00567E59">
      <w:pPr>
        <w:jc w:val="both"/>
        <w:rPr>
          <w:sz w:val="28"/>
          <w:szCs w:val="28"/>
        </w:rPr>
      </w:pPr>
    </w:p>
    <w:p w:rsidR="00794497" w:rsidRDefault="00794497" w:rsidP="00567E59">
      <w:pPr>
        <w:jc w:val="both"/>
        <w:rPr>
          <w:sz w:val="28"/>
          <w:szCs w:val="28"/>
        </w:rPr>
      </w:pPr>
    </w:p>
    <w:sectPr w:rsidR="00794497" w:rsidSect="00855BCA">
      <w:pgSz w:w="11906" w:h="16838"/>
      <w:pgMar w:top="1135" w:right="849" w:bottom="1276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497" w:rsidRDefault="00794497">
      <w:r>
        <w:separator/>
      </w:r>
    </w:p>
  </w:endnote>
  <w:endnote w:type="continuationSeparator" w:id="1">
    <w:p w:rsidR="00794497" w:rsidRDefault="00794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497" w:rsidRDefault="00794497">
      <w:r>
        <w:separator/>
      </w:r>
    </w:p>
  </w:footnote>
  <w:footnote w:type="continuationSeparator" w:id="1">
    <w:p w:rsidR="00794497" w:rsidRDefault="007944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208F0"/>
    <w:multiLevelType w:val="singleLevel"/>
    <w:tmpl w:val="87CACFAA"/>
    <w:lvl w:ilvl="0">
      <w:start w:val="1"/>
      <w:numFmt w:val="bullet"/>
      <w:pStyle w:val="Lis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">
    <w:nsid w:val="671552DC"/>
    <w:multiLevelType w:val="hybridMultilevel"/>
    <w:tmpl w:val="F454CC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7124DDE"/>
    <w:multiLevelType w:val="hybridMultilevel"/>
    <w:tmpl w:val="BDA88984"/>
    <w:lvl w:ilvl="0" w:tplc="12D859BA">
      <w:start w:val="1"/>
      <w:numFmt w:val="decimal"/>
      <w:lvlText w:val="%1."/>
      <w:lvlJc w:val="left"/>
      <w:pPr>
        <w:ind w:left="-49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952"/>
    <w:rsid w:val="000300BF"/>
    <w:rsid w:val="00033EA4"/>
    <w:rsid w:val="00036312"/>
    <w:rsid w:val="00042888"/>
    <w:rsid w:val="00061947"/>
    <w:rsid w:val="00082280"/>
    <w:rsid w:val="00086405"/>
    <w:rsid w:val="000A02C9"/>
    <w:rsid w:val="000A3919"/>
    <w:rsid w:val="000A5573"/>
    <w:rsid w:val="000B0AF2"/>
    <w:rsid w:val="000B3AE7"/>
    <w:rsid w:val="000C14E3"/>
    <w:rsid w:val="000C2598"/>
    <w:rsid w:val="000D1F80"/>
    <w:rsid w:val="000E77E7"/>
    <w:rsid w:val="00101505"/>
    <w:rsid w:val="00102066"/>
    <w:rsid w:val="00105F90"/>
    <w:rsid w:val="001415A0"/>
    <w:rsid w:val="00141A8C"/>
    <w:rsid w:val="00142E3F"/>
    <w:rsid w:val="00162AC4"/>
    <w:rsid w:val="00176555"/>
    <w:rsid w:val="00186D1B"/>
    <w:rsid w:val="001B3CB7"/>
    <w:rsid w:val="001C3A65"/>
    <w:rsid w:val="001C4C96"/>
    <w:rsid w:val="001C6BA8"/>
    <w:rsid w:val="001D00F6"/>
    <w:rsid w:val="001D6A7A"/>
    <w:rsid w:val="001F6B0A"/>
    <w:rsid w:val="00232ADC"/>
    <w:rsid w:val="00233BE4"/>
    <w:rsid w:val="00236A7C"/>
    <w:rsid w:val="00253EAD"/>
    <w:rsid w:val="00253EDB"/>
    <w:rsid w:val="00292CFE"/>
    <w:rsid w:val="002A38A4"/>
    <w:rsid w:val="002B363A"/>
    <w:rsid w:val="002B5E5F"/>
    <w:rsid w:val="002C0876"/>
    <w:rsid w:val="002C3819"/>
    <w:rsid w:val="002C3DE6"/>
    <w:rsid w:val="002D6A84"/>
    <w:rsid w:val="002F3D3A"/>
    <w:rsid w:val="002F3F0E"/>
    <w:rsid w:val="0031408D"/>
    <w:rsid w:val="0032151D"/>
    <w:rsid w:val="00321EFF"/>
    <w:rsid w:val="00341234"/>
    <w:rsid w:val="00364191"/>
    <w:rsid w:val="00372B51"/>
    <w:rsid w:val="00376141"/>
    <w:rsid w:val="00376EC3"/>
    <w:rsid w:val="00381FBD"/>
    <w:rsid w:val="00383775"/>
    <w:rsid w:val="00386B84"/>
    <w:rsid w:val="00395361"/>
    <w:rsid w:val="003A5842"/>
    <w:rsid w:val="003A6210"/>
    <w:rsid w:val="003B4990"/>
    <w:rsid w:val="003C17A3"/>
    <w:rsid w:val="003C1CB4"/>
    <w:rsid w:val="003E0DA0"/>
    <w:rsid w:val="003F0AEC"/>
    <w:rsid w:val="003F39D1"/>
    <w:rsid w:val="003F4DBA"/>
    <w:rsid w:val="003F52BC"/>
    <w:rsid w:val="0041000D"/>
    <w:rsid w:val="004308B5"/>
    <w:rsid w:val="00434360"/>
    <w:rsid w:val="00453D2E"/>
    <w:rsid w:val="00461CE4"/>
    <w:rsid w:val="00461D98"/>
    <w:rsid w:val="00463D82"/>
    <w:rsid w:val="0049287E"/>
    <w:rsid w:val="004C519F"/>
    <w:rsid w:val="004D0B37"/>
    <w:rsid w:val="004D456D"/>
    <w:rsid w:val="004E1565"/>
    <w:rsid w:val="00500412"/>
    <w:rsid w:val="005053F9"/>
    <w:rsid w:val="005055CC"/>
    <w:rsid w:val="005271A2"/>
    <w:rsid w:val="0053431E"/>
    <w:rsid w:val="00567E59"/>
    <w:rsid w:val="0057051B"/>
    <w:rsid w:val="00577695"/>
    <w:rsid w:val="005956EF"/>
    <w:rsid w:val="00596CB1"/>
    <w:rsid w:val="005A0465"/>
    <w:rsid w:val="005A241B"/>
    <w:rsid w:val="005A676C"/>
    <w:rsid w:val="005B2C0D"/>
    <w:rsid w:val="005B468A"/>
    <w:rsid w:val="005D0AB4"/>
    <w:rsid w:val="005E7DB8"/>
    <w:rsid w:val="005F6700"/>
    <w:rsid w:val="00617060"/>
    <w:rsid w:val="0062709E"/>
    <w:rsid w:val="006321B6"/>
    <w:rsid w:val="006410BA"/>
    <w:rsid w:val="00660AEC"/>
    <w:rsid w:val="00667322"/>
    <w:rsid w:val="0068351B"/>
    <w:rsid w:val="006A15FE"/>
    <w:rsid w:val="006A58CF"/>
    <w:rsid w:val="006C7BDF"/>
    <w:rsid w:val="006D312F"/>
    <w:rsid w:val="006D3A51"/>
    <w:rsid w:val="006E2FA8"/>
    <w:rsid w:val="006E3917"/>
    <w:rsid w:val="006F1203"/>
    <w:rsid w:val="006F172B"/>
    <w:rsid w:val="007026A4"/>
    <w:rsid w:val="0072077D"/>
    <w:rsid w:val="007410AC"/>
    <w:rsid w:val="00742A23"/>
    <w:rsid w:val="0075148E"/>
    <w:rsid w:val="00755E44"/>
    <w:rsid w:val="00757726"/>
    <w:rsid w:val="00775156"/>
    <w:rsid w:val="007844F2"/>
    <w:rsid w:val="00787531"/>
    <w:rsid w:val="0079131F"/>
    <w:rsid w:val="00793CA0"/>
    <w:rsid w:val="00794497"/>
    <w:rsid w:val="007967F4"/>
    <w:rsid w:val="007A273D"/>
    <w:rsid w:val="007A2E3A"/>
    <w:rsid w:val="007B4114"/>
    <w:rsid w:val="007B6EEF"/>
    <w:rsid w:val="007C06EA"/>
    <w:rsid w:val="007C6033"/>
    <w:rsid w:val="007D1FD1"/>
    <w:rsid w:val="007D23C1"/>
    <w:rsid w:val="007D3BF8"/>
    <w:rsid w:val="007E0AAA"/>
    <w:rsid w:val="007F0054"/>
    <w:rsid w:val="007F5457"/>
    <w:rsid w:val="00813B68"/>
    <w:rsid w:val="008154B5"/>
    <w:rsid w:val="00820C54"/>
    <w:rsid w:val="0083489F"/>
    <w:rsid w:val="00854B24"/>
    <w:rsid w:val="00855722"/>
    <w:rsid w:val="00855BCA"/>
    <w:rsid w:val="00857FAA"/>
    <w:rsid w:val="00867380"/>
    <w:rsid w:val="008729BD"/>
    <w:rsid w:val="008750A2"/>
    <w:rsid w:val="00882177"/>
    <w:rsid w:val="00890808"/>
    <w:rsid w:val="008A4392"/>
    <w:rsid w:val="008C7686"/>
    <w:rsid w:val="008E03B9"/>
    <w:rsid w:val="008E08D9"/>
    <w:rsid w:val="008F1716"/>
    <w:rsid w:val="008F6984"/>
    <w:rsid w:val="00900A9D"/>
    <w:rsid w:val="0090782B"/>
    <w:rsid w:val="00910820"/>
    <w:rsid w:val="009117BC"/>
    <w:rsid w:val="0091371B"/>
    <w:rsid w:val="00932A4A"/>
    <w:rsid w:val="00952B73"/>
    <w:rsid w:val="00964515"/>
    <w:rsid w:val="009739EF"/>
    <w:rsid w:val="00983867"/>
    <w:rsid w:val="00987923"/>
    <w:rsid w:val="009A0611"/>
    <w:rsid w:val="009A6D19"/>
    <w:rsid w:val="009D7940"/>
    <w:rsid w:val="009E160C"/>
    <w:rsid w:val="009E388D"/>
    <w:rsid w:val="009E5BDC"/>
    <w:rsid w:val="009F1559"/>
    <w:rsid w:val="009F16B6"/>
    <w:rsid w:val="00A01557"/>
    <w:rsid w:val="00A12227"/>
    <w:rsid w:val="00A13603"/>
    <w:rsid w:val="00A15335"/>
    <w:rsid w:val="00A24BA3"/>
    <w:rsid w:val="00A24C4A"/>
    <w:rsid w:val="00A34346"/>
    <w:rsid w:val="00A509E4"/>
    <w:rsid w:val="00A54C16"/>
    <w:rsid w:val="00A7673B"/>
    <w:rsid w:val="00A8135D"/>
    <w:rsid w:val="00A864B4"/>
    <w:rsid w:val="00AA4780"/>
    <w:rsid w:val="00AA7E0D"/>
    <w:rsid w:val="00AC03EA"/>
    <w:rsid w:val="00AD1CD6"/>
    <w:rsid w:val="00AD2F54"/>
    <w:rsid w:val="00AE69F8"/>
    <w:rsid w:val="00AF037F"/>
    <w:rsid w:val="00AF0C96"/>
    <w:rsid w:val="00AF7B13"/>
    <w:rsid w:val="00B00A1E"/>
    <w:rsid w:val="00B10DD9"/>
    <w:rsid w:val="00B14339"/>
    <w:rsid w:val="00B161B3"/>
    <w:rsid w:val="00B37592"/>
    <w:rsid w:val="00B602FD"/>
    <w:rsid w:val="00B7133D"/>
    <w:rsid w:val="00B769A7"/>
    <w:rsid w:val="00B92EE6"/>
    <w:rsid w:val="00BB2265"/>
    <w:rsid w:val="00BC0C68"/>
    <w:rsid w:val="00BD390D"/>
    <w:rsid w:val="00BE03B2"/>
    <w:rsid w:val="00BE0B1E"/>
    <w:rsid w:val="00BF1036"/>
    <w:rsid w:val="00BF2BD2"/>
    <w:rsid w:val="00BF4A5B"/>
    <w:rsid w:val="00C116F5"/>
    <w:rsid w:val="00C42A53"/>
    <w:rsid w:val="00C63BA0"/>
    <w:rsid w:val="00C7602F"/>
    <w:rsid w:val="00C76B5A"/>
    <w:rsid w:val="00C9031B"/>
    <w:rsid w:val="00CA00E5"/>
    <w:rsid w:val="00CA6172"/>
    <w:rsid w:val="00CC7A7B"/>
    <w:rsid w:val="00CD2B41"/>
    <w:rsid w:val="00CE11DF"/>
    <w:rsid w:val="00CE1D2F"/>
    <w:rsid w:val="00CE5C53"/>
    <w:rsid w:val="00D05053"/>
    <w:rsid w:val="00D10AAF"/>
    <w:rsid w:val="00D27A45"/>
    <w:rsid w:val="00D357D0"/>
    <w:rsid w:val="00D414DE"/>
    <w:rsid w:val="00D41D57"/>
    <w:rsid w:val="00D53893"/>
    <w:rsid w:val="00D53C94"/>
    <w:rsid w:val="00D63DA7"/>
    <w:rsid w:val="00D65D78"/>
    <w:rsid w:val="00D706C5"/>
    <w:rsid w:val="00DB16FF"/>
    <w:rsid w:val="00DB5F9B"/>
    <w:rsid w:val="00DB6395"/>
    <w:rsid w:val="00DB7CEB"/>
    <w:rsid w:val="00DC7E87"/>
    <w:rsid w:val="00DD26A7"/>
    <w:rsid w:val="00DD2793"/>
    <w:rsid w:val="00DE5E97"/>
    <w:rsid w:val="00E03BFA"/>
    <w:rsid w:val="00E3704C"/>
    <w:rsid w:val="00E376CE"/>
    <w:rsid w:val="00E4453C"/>
    <w:rsid w:val="00E508AF"/>
    <w:rsid w:val="00E56DB8"/>
    <w:rsid w:val="00E5779C"/>
    <w:rsid w:val="00E62AC6"/>
    <w:rsid w:val="00E71B9A"/>
    <w:rsid w:val="00E73361"/>
    <w:rsid w:val="00E75BEC"/>
    <w:rsid w:val="00E81C80"/>
    <w:rsid w:val="00EA47B2"/>
    <w:rsid w:val="00EB0297"/>
    <w:rsid w:val="00EB0514"/>
    <w:rsid w:val="00EB703F"/>
    <w:rsid w:val="00EC56C2"/>
    <w:rsid w:val="00ED6F51"/>
    <w:rsid w:val="00EE0FD1"/>
    <w:rsid w:val="00EF26C0"/>
    <w:rsid w:val="00F016C8"/>
    <w:rsid w:val="00F119F7"/>
    <w:rsid w:val="00F21A78"/>
    <w:rsid w:val="00F26952"/>
    <w:rsid w:val="00F30A76"/>
    <w:rsid w:val="00F35CB1"/>
    <w:rsid w:val="00F37748"/>
    <w:rsid w:val="00F42114"/>
    <w:rsid w:val="00F603E6"/>
    <w:rsid w:val="00F613CB"/>
    <w:rsid w:val="00F621C6"/>
    <w:rsid w:val="00F65AD8"/>
    <w:rsid w:val="00F75DCD"/>
    <w:rsid w:val="00F77EDB"/>
    <w:rsid w:val="00F8221E"/>
    <w:rsid w:val="00F85947"/>
    <w:rsid w:val="00F859FC"/>
    <w:rsid w:val="00FA4F17"/>
    <w:rsid w:val="00FB6BC6"/>
    <w:rsid w:val="00FC53D6"/>
    <w:rsid w:val="00FD083B"/>
    <w:rsid w:val="00FD508A"/>
    <w:rsid w:val="00FE5C98"/>
    <w:rsid w:val="00FF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67F4"/>
    <w:pPr>
      <w:keepNext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967F4"/>
    <w:pPr>
      <w:keepNext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967F4"/>
    <w:pPr>
      <w:keepNext/>
      <w:ind w:left="2832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967F4"/>
    <w:pPr>
      <w:keepNext/>
      <w:ind w:left="-18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2CFE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92CFE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92CFE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92CFE"/>
    <w:rPr>
      <w:rFonts w:ascii="Calibri" w:hAnsi="Calibri" w:cs="Calibr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7967F4"/>
    <w:pPr>
      <w:ind w:left="-18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92CFE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82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2CFE"/>
    <w:rPr>
      <w:rFonts w:cs="Times New Roman"/>
      <w:sz w:val="2"/>
      <w:szCs w:val="2"/>
    </w:rPr>
  </w:style>
  <w:style w:type="paragraph" w:styleId="Header">
    <w:name w:val="header"/>
    <w:basedOn w:val="Normal"/>
    <w:link w:val="HeaderChar"/>
    <w:uiPriority w:val="99"/>
    <w:rsid w:val="00BE03B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92CF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E03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B2C0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92CFE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86D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2CFE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186D1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92CFE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86D1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92CFE"/>
    <w:rPr>
      <w:rFonts w:cs="Times New Roman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186D1B"/>
    <w:rPr>
      <w:rFonts w:ascii="Verdana" w:hAnsi="Verdana" w:cs="Verdan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813B6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92CFE"/>
    <w:rPr>
      <w:rFonts w:cs="Times New Roman"/>
      <w:sz w:val="16"/>
      <w:szCs w:val="16"/>
    </w:rPr>
  </w:style>
  <w:style w:type="paragraph" w:customStyle="1" w:styleId="a">
    <w:name w:val="Знак"/>
    <w:basedOn w:val="Normal"/>
    <w:uiPriority w:val="99"/>
    <w:rsid w:val="00F35CB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List">
    <w:name w:val="List"/>
    <w:basedOn w:val="Normal"/>
    <w:uiPriority w:val="99"/>
    <w:rsid w:val="00B14339"/>
    <w:pPr>
      <w:numPr>
        <w:numId w:val="1"/>
      </w:numPr>
      <w:spacing w:before="40" w:after="40"/>
      <w:jc w:val="both"/>
    </w:pPr>
  </w:style>
  <w:style w:type="paragraph" w:styleId="ListParagraph">
    <w:name w:val="List Paragraph"/>
    <w:basedOn w:val="Normal"/>
    <w:uiPriority w:val="99"/>
    <w:qFormat/>
    <w:rsid w:val="005E7DB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463D8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07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358</Words>
  <Characters>2045</Characters>
  <Application>Microsoft Office Outlook</Application>
  <DocSecurity>0</DocSecurity>
  <Lines>0</Lines>
  <Paragraphs>0</Paragraphs>
  <ScaleCrop>false</ScaleCrop>
  <Company>Escape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cp:lastPrinted>2017-06-28T08:59:00Z</cp:lastPrinted>
  <dcterms:created xsi:type="dcterms:W3CDTF">2017-06-28T04:26:00Z</dcterms:created>
  <dcterms:modified xsi:type="dcterms:W3CDTF">2017-06-29T10:43:00Z</dcterms:modified>
</cp:coreProperties>
</file>