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88F" w:rsidRDefault="000F188F" w:rsidP="00EB6F5F">
      <w:pPr>
        <w:jc w:val="center"/>
        <w:rPr>
          <w:snapToGrid w:val="0"/>
          <w:sz w:val="20"/>
        </w:rPr>
      </w:pPr>
      <w:r w:rsidRPr="00FF5F71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0.5pt;visibility:visible">
            <v:imagedata r:id="rId7" o:title=""/>
          </v:shape>
        </w:pict>
      </w:r>
    </w:p>
    <w:p w:rsidR="000F188F" w:rsidRDefault="000F188F" w:rsidP="004E38BC">
      <w:pPr>
        <w:pStyle w:val="Heading1"/>
        <w:jc w:val="center"/>
      </w:pPr>
      <w:r>
        <w:t>Городской Совет депутатов</w:t>
      </w:r>
    </w:p>
    <w:p w:rsidR="000F188F" w:rsidRDefault="000F188F" w:rsidP="004E38BC">
      <w:pPr>
        <w:pStyle w:val="Heading1"/>
        <w:jc w:val="center"/>
      </w:pPr>
      <w:r>
        <w:t>муниципального образования город Новотроицк</w:t>
      </w:r>
    </w:p>
    <w:p w:rsidR="000F188F" w:rsidRDefault="000F188F" w:rsidP="004E38BC">
      <w:pPr>
        <w:pStyle w:val="Heading2"/>
        <w:ind w:left="2112" w:firstLine="720"/>
        <w:jc w:val="left"/>
      </w:pPr>
      <w:r>
        <w:t xml:space="preserve">         Оренбургской области</w:t>
      </w:r>
    </w:p>
    <w:p w:rsidR="000F188F" w:rsidRDefault="000F188F" w:rsidP="004E38BC">
      <w:pPr>
        <w:pStyle w:val="Heading2"/>
        <w:ind w:left="2124" w:firstLine="708"/>
        <w:jc w:val="left"/>
      </w:pPr>
      <w:r>
        <w:t xml:space="preserve">                пятого созыва</w:t>
      </w:r>
    </w:p>
    <w:p w:rsidR="000F188F" w:rsidRDefault="000F188F" w:rsidP="004E38BC">
      <w:pPr>
        <w:jc w:val="center"/>
        <w:rPr>
          <w:sz w:val="12"/>
        </w:rPr>
      </w:pPr>
    </w:p>
    <w:p w:rsidR="000F188F" w:rsidRDefault="000F188F" w:rsidP="004E38BC">
      <w:pPr>
        <w:pStyle w:val="Heading3"/>
      </w:pPr>
      <w:r>
        <w:t xml:space="preserve">                  РЕШЕНИЕ</w:t>
      </w:r>
    </w:p>
    <w:p w:rsidR="000F188F" w:rsidRDefault="000F188F" w:rsidP="004E38BC">
      <w:pPr>
        <w:jc w:val="center"/>
        <w:rPr>
          <w:sz w:val="12"/>
        </w:rPr>
      </w:pPr>
      <w:r>
        <w:rPr>
          <w:sz w:val="12"/>
        </w:rPr>
        <w:t xml:space="preserve"> </w:t>
      </w:r>
    </w:p>
    <w:p w:rsidR="000F188F" w:rsidRDefault="000F188F" w:rsidP="004E38BC">
      <w:pPr>
        <w:rPr>
          <w:sz w:val="16"/>
        </w:rPr>
      </w:pPr>
      <w:r>
        <w:rPr>
          <w:noProof/>
        </w:rPr>
        <w:pict>
          <v:line id="_x0000_s1026" style="position:absolute;z-index:251658240" from="2.15pt,5.2pt" to="473.2pt,5.2pt" strokeweight="1.5pt"/>
        </w:pict>
      </w:r>
      <w:r>
        <w:rPr>
          <w:sz w:val="16"/>
        </w:rPr>
        <w:t xml:space="preserve">    </w:t>
      </w:r>
      <w:r>
        <w:rPr>
          <w:sz w:val="16"/>
        </w:rPr>
        <w:tab/>
      </w:r>
      <w:r>
        <w:rPr>
          <w:sz w:val="16"/>
        </w:rPr>
        <w:tab/>
      </w:r>
    </w:p>
    <w:p w:rsidR="000F188F" w:rsidRDefault="000F188F" w:rsidP="004E38BC">
      <w:pPr>
        <w:rPr>
          <w:b/>
          <w:bCs/>
          <w:sz w:val="12"/>
        </w:rPr>
      </w:pPr>
    </w:p>
    <w:p w:rsidR="000F188F" w:rsidRDefault="000F188F" w:rsidP="004022F1">
      <w:pPr>
        <w:shd w:val="clear" w:color="auto" w:fill="FFFFFF"/>
        <w:rPr>
          <w:color w:val="000000"/>
          <w:spacing w:val="-5"/>
          <w:sz w:val="29"/>
          <w:szCs w:val="29"/>
        </w:rPr>
      </w:pPr>
      <w:r>
        <w:rPr>
          <w:b/>
          <w:bCs/>
          <w:sz w:val="28"/>
          <w:szCs w:val="28"/>
        </w:rPr>
        <w:t xml:space="preserve">Принято на двадцать пятом заседании </w:t>
      </w:r>
    </w:p>
    <w:p w:rsidR="000F188F" w:rsidRDefault="000F188F" w:rsidP="004022F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Совета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27 июня 2017 года</w:t>
      </w:r>
    </w:p>
    <w:p w:rsidR="000F188F" w:rsidRDefault="000F188F" w:rsidP="004022F1">
      <w:pPr>
        <w:rPr>
          <w:b/>
          <w:bCs/>
          <w:sz w:val="28"/>
          <w:szCs w:val="28"/>
        </w:rPr>
      </w:pPr>
    </w:p>
    <w:p w:rsidR="000F188F" w:rsidRDefault="000F188F" w:rsidP="004022F1">
      <w:pPr>
        <w:rPr>
          <w:b/>
          <w:bCs/>
          <w:sz w:val="28"/>
          <w:szCs w:val="28"/>
        </w:rPr>
      </w:pPr>
    </w:p>
    <w:p w:rsidR="000F188F" w:rsidRPr="00376EC3" w:rsidRDefault="000F188F" w:rsidP="00627036">
      <w:pPr>
        <w:rPr>
          <w:bCs/>
          <w:sz w:val="28"/>
          <w:szCs w:val="28"/>
        </w:rPr>
      </w:pPr>
      <w:bookmarkStart w:id="0" w:name="OLE_LINK3"/>
      <w:r w:rsidRPr="00B769A7">
        <w:rPr>
          <w:b/>
          <w:bCs/>
          <w:sz w:val="28"/>
          <w:szCs w:val="28"/>
          <w:u w:val="single"/>
        </w:rPr>
        <w:t>2</w:t>
      </w:r>
      <w:r>
        <w:rPr>
          <w:b/>
          <w:bCs/>
          <w:sz w:val="28"/>
          <w:szCs w:val="28"/>
          <w:u w:val="single"/>
        </w:rPr>
        <w:t>9 июн</w:t>
      </w:r>
      <w:r w:rsidRPr="00B769A7">
        <w:rPr>
          <w:b/>
          <w:bCs/>
          <w:sz w:val="28"/>
          <w:szCs w:val="28"/>
          <w:u w:val="single"/>
        </w:rPr>
        <w:t>я</w:t>
      </w:r>
      <w:r>
        <w:rPr>
          <w:b/>
          <w:bCs/>
          <w:sz w:val="28"/>
          <w:szCs w:val="28"/>
          <w:u w:val="single"/>
        </w:rPr>
        <w:t xml:space="preserve"> 2017</w:t>
      </w:r>
      <w:r w:rsidRPr="005B468A">
        <w:rPr>
          <w:b/>
          <w:bCs/>
          <w:sz w:val="28"/>
          <w:szCs w:val="28"/>
          <w:u w:val="single"/>
        </w:rPr>
        <w:t xml:space="preserve"> года</w:t>
      </w:r>
      <w:r>
        <w:rPr>
          <w:b/>
          <w:bCs/>
          <w:sz w:val="28"/>
          <w:szCs w:val="28"/>
          <w:u w:val="single"/>
        </w:rPr>
        <w:t xml:space="preserve"> </w:t>
      </w:r>
      <w:r w:rsidRPr="005B468A">
        <w:rPr>
          <w:b/>
          <w:bCs/>
          <w:sz w:val="28"/>
          <w:szCs w:val="28"/>
          <w:u w:val="single"/>
        </w:rPr>
        <w:t xml:space="preserve">№ </w:t>
      </w:r>
      <w:r>
        <w:rPr>
          <w:b/>
          <w:bCs/>
          <w:sz w:val="28"/>
          <w:szCs w:val="28"/>
          <w:u w:val="single"/>
        </w:rPr>
        <w:t>2</w:t>
      </w:r>
      <w:bookmarkEnd w:id="0"/>
      <w:r>
        <w:rPr>
          <w:b/>
          <w:bCs/>
          <w:sz w:val="28"/>
          <w:szCs w:val="28"/>
          <w:u w:val="single"/>
        </w:rPr>
        <w:t>85</w:t>
      </w:r>
    </w:p>
    <w:p w:rsidR="000F188F" w:rsidRPr="004022F1" w:rsidRDefault="000F188F" w:rsidP="004022F1">
      <w:pPr>
        <w:ind w:right="4854"/>
        <w:jc w:val="both"/>
        <w:rPr>
          <w:bCs/>
          <w:sz w:val="12"/>
          <w:szCs w:val="12"/>
        </w:rPr>
      </w:pPr>
    </w:p>
    <w:p w:rsidR="000F188F" w:rsidRPr="001C4229" w:rsidRDefault="000F188F" w:rsidP="004022F1">
      <w:pPr>
        <w:ind w:right="4854"/>
        <w:jc w:val="both"/>
        <w:rPr>
          <w:sz w:val="28"/>
          <w:szCs w:val="28"/>
        </w:rPr>
      </w:pPr>
      <w:r w:rsidRPr="001C4229">
        <w:rPr>
          <w:bCs/>
          <w:sz w:val="28"/>
          <w:szCs w:val="28"/>
        </w:rPr>
        <w:t>О внесении</w:t>
      </w:r>
      <w:r>
        <w:rPr>
          <w:bCs/>
          <w:sz w:val="28"/>
          <w:szCs w:val="28"/>
        </w:rPr>
        <w:t xml:space="preserve"> изменения</w:t>
      </w:r>
      <w:r w:rsidRPr="001C422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решение городского Совета депутатов муниципального образования город Новотроицк от 30 апреля 2015 года № 664 «О</w:t>
      </w:r>
      <w:r w:rsidRPr="001C422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положении «О юридическом отделе администрации муниципального образования город Новотроицк»</w:t>
      </w:r>
    </w:p>
    <w:p w:rsidR="000F188F" w:rsidRDefault="000F188F" w:rsidP="00C212EE">
      <w:pPr>
        <w:tabs>
          <w:tab w:val="left" w:pos="2830"/>
        </w:tabs>
        <w:ind w:hanging="180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</w:p>
    <w:p w:rsidR="000F188F" w:rsidRDefault="000F188F" w:rsidP="00452210">
      <w:pPr>
        <w:pStyle w:val="ConsPlusNormal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F188F" w:rsidRPr="001C4229" w:rsidRDefault="000F188F" w:rsidP="00452210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4229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со</w:t>
      </w:r>
      <w:r w:rsidRPr="001C422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8" w:history="1">
        <w:r w:rsidRPr="001C4229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статьей 35</w:t>
        </w:r>
      </w:hyperlink>
      <w:r w:rsidRPr="001C4229">
        <w:rPr>
          <w:rFonts w:ascii="Times New Roman" w:hAnsi="Times New Roman" w:cs="Times New Roman"/>
          <w:sz w:val="28"/>
          <w:szCs w:val="28"/>
        </w:rPr>
        <w:t>, частью 8 статьи 37</w:t>
      </w:r>
      <w:r w:rsidRPr="001C422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C4229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от 06 октября 2003 года № 131-ФЗ «Об общих принципах организации местного самоуправления в Российской Федерации»</w:t>
      </w:r>
      <w:r w:rsidRPr="001C4229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9" w:history="1">
        <w:r w:rsidRPr="00C212EE">
          <w:rPr>
            <w:rFonts w:ascii="Times New Roman" w:hAnsi="Times New Roman" w:cs="Times New Roman"/>
            <w:sz w:val="28"/>
            <w:szCs w:val="28"/>
          </w:rPr>
          <w:t>статьями 23,</w:t>
        </w:r>
      </w:hyperlink>
      <w:r w:rsidRPr="00C212EE">
        <w:rPr>
          <w:rFonts w:ascii="Times New Roman" w:hAnsi="Times New Roman" w:cs="Times New Roman"/>
          <w:sz w:val="28"/>
          <w:szCs w:val="28"/>
        </w:rPr>
        <w:t xml:space="preserve"> 29 Устава муниципального образования город Новотроицк,</w:t>
      </w:r>
      <w:r w:rsidRPr="001C4229">
        <w:rPr>
          <w:rFonts w:ascii="Times New Roman" w:hAnsi="Times New Roman" w:cs="Times New Roman"/>
          <w:sz w:val="28"/>
          <w:szCs w:val="28"/>
        </w:rPr>
        <w:t xml:space="preserve"> городской Совет депутатов РЕШИЛ:</w:t>
      </w:r>
    </w:p>
    <w:p w:rsidR="000F188F" w:rsidRDefault="000F188F" w:rsidP="00431990">
      <w:pPr>
        <w:ind w:firstLine="709"/>
        <w:jc w:val="both"/>
        <w:rPr>
          <w:sz w:val="28"/>
          <w:szCs w:val="28"/>
        </w:rPr>
      </w:pPr>
      <w:r w:rsidRPr="001C4229">
        <w:rPr>
          <w:sz w:val="28"/>
          <w:szCs w:val="28"/>
        </w:rPr>
        <w:t xml:space="preserve">1. Внести </w:t>
      </w:r>
      <w:r>
        <w:rPr>
          <w:sz w:val="28"/>
          <w:szCs w:val="28"/>
        </w:rPr>
        <w:t xml:space="preserve">изменение </w:t>
      </w:r>
      <w:r w:rsidRPr="001C4229"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>решение городского Совета депутатов муниципального образования город Новотроицк от 30 апреля 2015 года              № 664 «О</w:t>
      </w:r>
      <w:r w:rsidRPr="001C422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положении «О юридическом отделе администрации муниципального образования город Новотроицк» (далее – решение) дополнив г</w:t>
      </w:r>
      <w:r>
        <w:rPr>
          <w:sz w:val="28"/>
          <w:szCs w:val="28"/>
        </w:rPr>
        <w:t>лаву 3 «Функции Отдела» приложения к решению частью 8 следующего содержания:</w:t>
      </w:r>
    </w:p>
    <w:p w:rsidR="000F188F" w:rsidRDefault="000F188F" w:rsidP="001463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 Отдел в сфере реализации полномочий в отношении территориальных общественных самоуправлений муниципального образования город Новотроицк:</w:t>
      </w:r>
    </w:p>
    <w:p w:rsidR="000F188F" w:rsidRDefault="000F188F" w:rsidP="00EA13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регистрирует устав территориального общественного самоуправления;</w:t>
      </w:r>
    </w:p>
    <w:p w:rsidR="000F188F" w:rsidRDefault="000F188F" w:rsidP="00EA13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ведет и хранит реестр</w:t>
      </w:r>
      <w:r w:rsidRPr="003C1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уставов территориальных общественных самоуправлений;</w:t>
      </w:r>
    </w:p>
    <w:p w:rsidR="000F188F" w:rsidRPr="00146329" w:rsidRDefault="000F188F" w:rsidP="00EA13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осуществляет методическое сопровождение деятельности территориального общественного самоуправления.».</w:t>
      </w:r>
    </w:p>
    <w:p w:rsidR="000F188F" w:rsidRPr="00146329" w:rsidRDefault="000F188F" w:rsidP="001C4229">
      <w:pPr>
        <w:ind w:firstLine="709"/>
        <w:jc w:val="both"/>
        <w:rPr>
          <w:bCs/>
          <w:sz w:val="28"/>
          <w:szCs w:val="28"/>
        </w:rPr>
      </w:pPr>
    </w:p>
    <w:p w:rsidR="000F188F" w:rsidRPr="001C4229" w:rsidRDefault="000F188F" w:rsidP="001C4229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Pr="001C4229">
        <w:rPr>
          <w:sz w:val="28"/>
        </w:rPr>
        <w:t>.</w:t>
      </w:r>
      <w:r>
        <w:rPr>
          <w:sz w:val="28"/>
        </w:rPr>
        <w:t xml:space="preserve"> </w:t>
      </w:r>
      <w:r w:rsidRPr="001C4229">
        <w:rPr>
          <w:sz w:val="28"/>
        </w:rPr>
        <w:t xml:space="preserve">Направить </w:t>
      </w:r>
      <w:r>
        <w:rPr>
          <w:sz w:val="28"/>
        </w:rPr>
        <w:t>настоящее</w:t>
      </w:r>
      <w:r w:rsidRPr="001C4229">
        <w:rPr>
          <w:sz w:val="28"/>
        </w:rPr>
        <w:t xml:space="preserve"> решение главе муниципального образования город Новотроицк </w:t>
      </w:r>
      <w:r>
        <w:rPr>
          <w:sz w:val="28"/>
        </w:rPr>
        <w:t>Араскину Ю.Г.</w:t>
      </w:r>
      <w:r w:rsidRPr="001C4229">
        <w:rPr>
          <w:sz w:val="28"/>
        </w:rPr>
        <w:t xml:space="preserve"> для официального опубликования</w:t>
      </w:r>
      <w:r>
        <w:rPr>
          <w:sz w:val="28"/>
        </w:rPr>
        <w:t xml:space="preserve"> (обнародования)</w:t>
      </w:r>
      <w:r w:rsidRPr="001C4229">
        <w:rPr>
          <w:sz w:val="28"/>
        </w:rPr>
        <w:t>.</w:t>
      </w:r>
    </w:p>
    <w:p w:rsidR="000F188F" w:rsidRPr="001C4229" w:rsidRDefault="000F188F" w:rsidP="001C42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C42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C4229">
        <w:rPr>
          <w:bCs/>
          <w:sz w:val="28"/>
          <w:szCs w:val="28"/>
        </w:rPr>
        <w:t xml:space="preserve">Контроль за исполнением настоящего решения возложить на </w:t>
      </w:r>
      <w:r w:rsidRPr="001C4229">
        <w:rPr>
          <w:sz w:val="28"/>
          <w:szCs w:val="28"/>
        </w:rPr>
        <w:t xml:space="preserve">главу муниципального образования город Новотроицк </w:t>
      </w:r>
      <w:r>
        <w:rPr>
          <w:sz w:val="28"/>
          <w:szCs w:val="28"/>
        </w:rPr>
        <w:t>Араскина Ю.Г.</w:t>
      </w:r>
      <w:r w:rsidRPr="001C4229">
        <w:rPr>
          <w:sz w:val="28"/>
          <w:szCs w:val="28"/>
        </w:rPr>
        <w:t xml:space="preserve"> и постоянную комиссию </w:t>
      </w:r>
      <w:r>
        <w:rPr>
          <w:sz w:val="28"/>
          <w:szCs w:val="28"/>
        </w:rPr>
        <w:t xml:space="preserve">городского Совета депутатов </w:t>
      </w:r>
      <w:r w:rsidRPr="001C4229">
        <w:rPr>
          <w:sz w:val="28"/>
          <w:szCs w:val="28"/>
        </w:rPr>
        <w:t>по мандатам, регламенту, депутатской этике, связи со средствами массовой информации, по вопросам законности и местному самоуправлению (</w:t>
      </w:r>
      <w:r>
        <w:rPr>
          <w:sz w:val="28"/>
          <w:szCs w:val="28"/>
        </w:rPr>
        <w:t>Меньшиков Д.А.</w:t>
      </w:r>
      <w:r w:rsidRPr="001C4229">
        <w:rPr>
          <w:sz w:val="28"/>
          <w:szCs w:val="28"/>
        </w:rPr>
        <w:t>).</w:t>
      </w:r>
    </w:p>
    <w:p w:rsidR="000F188F" w:rsidRPr="001C4229" w:rsidRDefault="000F188F" w:rsidP="001C422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1C422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1C4229">
        <w:rPr>
          <w:bCs/>
          <w:sz w:val="28"/>
          <w:szCs w:val="28"/>
        </w:rPr>
        <w:t>Решение вступает в силу со дня его подписания и подлежит официа</w:t>
      </w:r>
      <w:r>
        <w:rPr>
          <w:bCs/>
          <w:sz w:val="28"/>
          <w:szCs w:val="28"/>
        </w:rPr>
        <w:t xml:space="preserve">льному опубликованию в </w:t>
      </w:r>
      <w:r w:rsidRPr="001C4229">
        <w:rPr>
          <w:bCs/>
          <w:sz w:val="28"/>
          <w:szCs w:val="28"/>
        </w:rPr>
        <w:t>газете «Гвардеец труда».</w:t>
      </w:r>
    </w:p>
    <w:p w:rsidR="000F188F" w:rsidRPr="001C4229" w:rsidRDefault="000F188F" w:rsidP="001C4229">
      <w:pPr>
        <w:ind w:firstLine="709"/>
        <w:jc w:val="both"/>
        <w:rPr>
          <w:bCs/>
          <w:sz w:val="28"/>
          <w:szCs w:val="28"/>
        </w:rPr>
      </w:pPr>
    </w:p>
    <w:p w:rsidR="000F188F" w:rsidRPr="001C4229" w:rsidRDefault="000F188F" w:rsidP="003B71C4">
      <w:pPr>
        <w:ind w:firstLine="720"/>
        <w:jc w:val="both"/>
        <w:rPr>
          <w:bCs/>
          <w:sz w:val="28"/>
          <w:szCs w:val="28"/>
        </w:rPr>
      </w:pPr>
    </w:p>
    <w:p w:rsidR="000F188F" w:rsidRPr="001C4229" w:rsidRDefault="000F188F" w:rsidP="003B71C4">
      <w:pPr>
        <w:ind w:firstLine="720"/>
        <w:jc w:val="both"/>
        <w:rPr>
          <w:bCs/>
          <w:sz w:val="28"/>
          <w:szCs w:val="28"/>
        </w:rPr>
      </w:pPr>
    </w:p>
    <w:p w:rsidR="000F188F" w:rsidRDefault="000F188F" w:rsidP="008A24C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C4229">
        <w:rPr>
          <w:rFonts w:ascii="Times New Roman" w:hAnsi="Times New Roman" w:cs="Times New Roman"/>
          <w:sz w:val="28"/>
          <w:szCs w:val="28"/>
        </w:rPr>
        <w:t>Глава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229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0F188F" w:rsidRPr="001C4229" w:rsidRDefault="000F188F" w:rsidP="008A24C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C4229">
        <w:rPr>
          <w:rFonts w:ascii="Times New Roman" w:hAnsi="Times New Roman" w:cs="Times New Roman"/>
          <w:sz w:val="28"/>
          <w:szCs w:val="28"/>
        </w:rPr>
        <w:t>город Новотроицк</w:t>
      </w:r>
      <w:r w:rsidRPr="001C4229">
        <w:rPr>
          <w:rFonts w:ascii="Times New Roman" w:hAnsi="Times New Roman" w:cs="Times New Roman"/>
          <w:sz w:val="28"/>
          <w:szCs w:val="28"/>
        </w:rPr>
        <w:tab/>
      </w:r>
      <w:r w:rsidRPr="001C4229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1C4229">
        <w:rPr>
          <w:rFonts w:ascii="Times New Roman" w:hAnsi="Times New Roman" w:cs="Times New Roman"/>
          <w:sz w:val="28"/>
          <w:szCs w:val="28"/>
        </w:rPr>
        <w:tab/>
      </w:r>
      <w:r w:rsidRPr="001C4229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1C4229">
        <w:rPr>
          <w:rFonts w:ascii="Times New Roman" w:hAnsi="Times New Roman" w:cs="Times New Roman"/>
          <w:sz w:val="28"/>
          <w:szCs w:val="28"/>
        </w:rPr>
        <w:t>Ю.Г. Араскин</w:t>
      </w:r>
    </w:p>
    <w:p w:rsidR="000F188F" w:rsidRDefault="000F188F" w:rsidP="008A24C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188F" w:rsidRPr="001C4229" w:rsidRDefault="000F188F" w:rsidP="008A24C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188F" w:rsidRPr="001C4229" w:rsidRDefault="000F188F" w:rsidP="008A24C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188F" w:rsidRPr="001C4229" w:rsidRDefault="000F188F" w:rsidP="008A24C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C4229">
        <w:rPr>
          <w:rFonts w:ascii="Times New Roman" w:hAnsi="Times New Roman" w:cs="Times New Roman"/>
          <w:sz w:val="28"/>
          <w:szCs w:val="28"/>
        </w:rPr>
        <w:t xml:space="preserve">Председатель городского Совета </w:t>
      </w:r>
    </w:p>
    <w:p w:rsidR="000F188F" w:rsidRPr="001C4229" w:rsidRDefault="000F188F" w:rsidP="008A24C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C4229">
        <w:rPr>
          <w:rFonts w:ascii="Times New Roman" w:hAnsi="Times New Roman" w:cs="Times New Roman"/>
          <w:sz w:val="28"/>
          <w:szCs w:val="28"/>
        </w:rPr>
        <w:t xml:space="preserve">депутатов муниципального </w:t>
      </w:r>
    </w:p>
    <w:p w:rsidR="000F188F" w:rsidRDefault="000F188F" w:rsidP="00436FE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C4229">
        <w:rPr>
          <w:rFonts w:ascii="Times New Roman" w:hAnsi="Times New Roman" w:cs="Times New Roman"/>
          <w:sz w:val="28"/>
          <w:szCs w:val="28"/>
        </w:rPr>
        <w:t xml:space="preserve">образования город Новотроицк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1C4229">
        <w:rPr>
          <w:rFonts w:ascii="Times New Roman" w:hAnsi="Times New Roman" w:cs="Times New Roman"/>
          <w:sz w:val="28"/>
          <w:szCs w:val="28"/>
        </w:rPr>
        <w:t>А.А. Мезенцев</w:t>
      </w:r>
    </w:p>
    <w:p w:rsidR="000F188F" w:rsidRDefault="000F188F" w:rsidP="00627036">
      <w:pPr>
        <w:rPr>
          <w:sz w:val="28"/>
        </w:rPr>
      </w:pPr>
    </w:p>
    <w:p w:rsidR="000F188F" w:rsidRDefault="000F188F" w:rsidP="00627036">
      <w:pPr>
        <w:rPr>
          <w:sz w:val="28"/>
        </w:rPr>
      </w:pPr>
    </w:p>
    <w:p w:rsidR="000F188F" w:rsidRDefault="000F188F" w:rsidP="00627036">
      <w:pPr>
        <w:rPr>
          <w:sz w:val="28"/>
        </w:rPr>
      </w:pPr>
    </w:p>
    <w:p w:rsidR="000F188F" w:rsidRDefault="000F188F" w:rsidP="00627036">
      <w:pPr>
        <w:rPr>
          <w:sz w:val="28"/>
        </w:rPr>
      </w:pPr>
      <w:r>
        <w:rPr>
          <w:sz w:val="28"/>
        </w:rPr>
        <w:t>Верно</w:t>
      </w:r>
    </w:p>
    <w:p w:rsidR="000F188F" w:rsidRDefault="000F188F" w:rsidP="00627036">
      <w:pPr>
        <w:rPr>
          <w:sz w:val="28"/>
        </w:rPr>
      </w:pPr>
      <w:r>
        <w:rPr>
          <w:sz w:val="28"/>
        </w:rPr>
        <w:t>Специалист аппарата</w:t>
      </w:r>
    </w:p>
    <w:p w:rsidR="000F188F" w:rsidRDefault="000F188F" w:rsidP="00627036">
      <w:pPr>
        <w:rPr>
          <w:sz w:val="28"/>
          <w:szCs w:val="28"/>
        </w:rPr>
      </w:pPr>
      <w:r>
        <w:rPr>
          <w:sz w:val="28"/>
        </w:rPr>
        <w:t>городского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К.Н. Аверкин</w:t>
      </w:r>
    </w:p>
    <w:p w:rsidR="000F188F" w:rsidRPr="001C4229" w:rsidRDefault="000F188F" w:rsidP="00436FE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0F188F" w:rsidRPr="001C4229" w:rsidSect="001C4229">
      <w:headerReference w:type="even" r:id="rId10"/>
      <w:pgSz w:w="11906" w:h="16838"/>
      <w:pgMar w:top="709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88F" w:rsidRDefault="000F188F">
      <w:r>
        <w:separator/>
      </w:r>
    </w:p>
  </w:endnote>
  <w:endnote w:type="continuationSeparator" w:id="1">
    <w:p w:rsidR="000F188F" w:rsidRDefault="000F1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88F" w:rsidRDefault="000F188F">
      <w:r>
        <w:separator/>
      </w:r>
    </w:p>
  </w:footnote>
  <w:footnote w:type="continuationSeparator" w:id="1">
    <w:p w:rsidR="000F188F" w:rsidRDefault="000F18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88F" w:rsidRDefault="000F188F" w:rsidP="005213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188F" w:rsidRDefault="000F18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5295"/>
    <w:multiLevelType w:val="hybridMultilevel"/>
    <w:tmpl w:val="D0EC9444"/>
    <w:lvl w:ilvl="0" w:tplc="0638FED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0096"/>
    <w:rsid w:val="00007A13"/>
    <w:rsid w:val="0001541B"/>
    <w:rsid w:val="00027E93"/>
    <w:rsid w:val="00053391"/>
    <w:rsid w:val="00056AA4"/>
    <w:rsid w:val="00061920"/>
    <w:rsid w:val="0006369A"/>
    <w:rsid w:val="000A7E66"/>
    <w:rsid w:val="000B43C6"/>
    <w:rsid w:val="000B4F5B"/>
    <w:rsid w:val="000C0C1E"/>
    <w:rsid w:val="000C54F4"/>
    <w:rsid w:val="000E7E0F"/>
    <w:rsid w:val="000F188F"/>
    <w:rsid w:val="000F2C67"/>
    <w:rsid w:val="000F7744"/>
    <w:rsid w:val="00103CE5"/>
    <w:rsid w:val="00104E27"/>
    <w:rsid w:val="00123236"/>
    <w:rsid w:val="00133900"/>
    <w:rsid w:val="00134D40"/>
    <w:rsid w:val="00146329"/>
    <w:rsid w:val="00147AA0"/>
    <w:rsid w:val="00173F4D"/>
    <w:rsid w:val="00175723"/>
    <w:rsid w:val="0018045E"/>
    <w:rsid w:val="00193B6C"/>
    <w:rsid w:val="001A1F08"/>
    <w:rsid w:val="001A3806"/>
    <w:rsid w:val="001B5D9F"/>
    <w:rsid w:val="001C318A"/>
    <w:rsid w:val="001C4229"/>
    <w:rsid w:val="001E2B02"/>
    <w:rsid w:val="001E3ADF"/>
    <w:rsid w:val="001E5B4E"/>
    <w:rsid w:val="0020452A"/>
    <w:rsid w:val="002521A3"/>
    <w:rsid w:val="00255000"/>
    <w:rsid w:val="00264518"/>
    <w:rsid w:val="00264B61"/>
    <w:rsid w:val="00265E8E"/>
    <w:rsid w:val="00287670"/>
    <w:rsid w:val="00291F80"/>
    <w:rsid w:val="00292B7A"/>
    <w:rsid w:val="0029355D"/>
    <w:rsid w:val="002B7EF2"/>
    <w:rsid w:val="002C7E55"/>
    <w:rsid w:val="002E03DD"/>
    <w:rsid w:val="002E394E"/>
    <w:rsid w:val="002F02FF"/>
    <w:rsid w:val="003048BF"/>
    <w:rsid w:val="00327B14"/>
    <w:rsid w:val="00334559"/>
    <w:rsid w:val="00353502"/>
    <w:rsid w:val="00363745"/>
    <w:rsid w:val="003639B6"/>
    <w:rsid w:val="003769E7"/>
    <w:rsid w:val="00376EC3"/>
    <w:rsid w:val="00376F4A"/>
    <w:rsid w:val="003919C9"/>
    <w:rsid w:val="003A1954"/>
    <w:rsid w:val="003A54B0"/>
    <w:rsid w:val="003B712C"/>
    <w:rsid w:val="003B71C4"/>
    <w:rsid w:val="003C16C5"/>
    <w:rsid w:val="003C1F52"/>
    <w:rsid w:val="003D2241"/>
    <w:rsid w:val="003E63E4"/>
    <w:rsid w:val="003E7B84"/>
    <w:rsid w:val="003F666B"/>
    <w:rsid w:val="0040015D"/>
    <w:rsid w:val="004022F1"/>
    <w:rsid w:val="00412DB8"/>
    <w:rsid w:val="00426BFE"/>
    <w:rsid w:val="00430788"/>
    <w:rsid w:val="00431990"/>
    <w:rsid w:val="00432D94"/>
    <w:rsid w:val="00436D59"/>
    <w:rsid w:val="00436FE6"/>
    <w:rsid w:val="00452210"/>
    <w:rsid w:val="00454C2B"/>
    <w:rsid w:val="00463BA3"/>
    <w:rsid w:val="00481931"/>
    <w:rsid w:val="00492A1A"/>
    <w:rsid w:val="004A2ED8"/>
    <w:rsid w:val="004A4481"/>
    <w:rsid w:val="004C052F"/>
    <w:rsid w:val="004E0D22"/>
    <w:rsid w:val="004E38BC"/>
    <w:rsid w:val="004F51D8"/>
    <w:rsid w:val="005144C7"/>
    <w:rsid w:val="0052135A"/>
    <w:rsid w:val="00527109"/>
    <w:rsid w:val="00542EBE"/>
    <w:rsid w:val="0056140A"/>
    <w:rsid w:val="00562A53"/>
    <w:rsid w:val="00585807"/>
    <w:rsid w:val="005A4D75"/>
    <w:rsid w:val="005B0794"/>
    <w:rsid w:val="005B468A"/>
    <w:rsid w:val="005D5F63"/>
    <w:rsid w:val="005E3528"/>
    <w:rsid w:val="006033CF"/>
    <w:rsid w:val="00626958"/>
    <w:rsid w:val="00627036"/>
    <w:rsid w:val="00632874"/>
    <w:rsid w:val="00632CD9"/>
    <w:rsid w:val="00643640"/>
    <w:rsid w:val="00643685"/>
    <w:rsid w:val="0066201E"/>
    <w:rsid w:val="006777E9"/>
    <w:rsid w:val="00695858"/>
    <w:rsid w:val="006A3144"/>
    <w:rsid w:val="006A674F"/>
    <w:rsid w:val="006B34ED"/>
    <w:rsid w:val="006B62C7"/>
    <w:rsid w:val="006F200D"/>
    <w:rsid w:val="006F4260"/>
    <w:rsid w:val="0071272B"/>
    <w:rsid w:val="007165BB"/>
    <w:rsid w:val="00725F3A"/>
    <w:rsid w:val="00726593"/>
    <w:rsid w:val="007422E4"/>
    <w:rsid w:val="007432AF"/>
    <w:rsid w:val="00745BEB"/>
    <w:rsid w:val="00745DB4"/>
    <w:rsid w:val="00761504"/>
    <w:rsid w:val="007814E1"/>
    <w:rsid w:val="007828FE"/>
    <w:rsid w:val="0078371F"/>
    <w:rsid w:val="007864F9"/>
    <w:rsid w:val="00797CFE"/>
    <w:rsid w:val="007A5C6E"/>
    <w:rsid w:val="007B05F4"/>
    <w:rsid w:val="007B281E"/>
    <w:rsid w:val="007C16D0"/>
    <w:rsid w:val="007C1A7D"/>
    <w:rsid w:val="007C553A"/>
    <w:rsid w:val="007D4173"/>
    <w:rsid w:val="00821276"/>
    <w:rsid w:val="00842E4E"/>
    <w:rsid w:val="00846F2C"/>
    <w:rsid w:val="00880CB4"/>
    <w:rsid w:val="0089390F"/>
    <w:rsid w:val="00895FDA"/>
    <w:rsid w:val="008A0367"/>
    <w:rsid w:val="008A24C9"/>
    <w:rsid w:val="008A2A37"/>
    <w:rsid w:val="008A6992"/>
    <w:rsid w:val="008B02C3"/>
    <w:rsid w:val="008B21C3"/>
    <w:rsid w:val="008D687E"/>
    <w:rsid w:val="008E5BA6"/>
    <w:rsid w:val="008F4C72"/>
    <w:rsid w:val="008F5F2E"/>
    <w:rsid w:val="0090308A"/>
    <w:rsid w:val="009072AF"/>
    <w:rsid w:val="00912ECE"/>
    <w:rsid w:val="009266A2"/>
    <w:rsid w:val="00932EE8"/>
    <w:rsid w:val="0096258A"/>
    <w:rsid w:val="00972985"/>
    <w:rsid w:val="00985FED"/>
    <w:rsid w:val="009D2EA4"/>
    <w:rsid w:val="009E0D66"/>
    <w:rsid w:val="009F2CAB"/>
    <w:rsid w:val="00A04176"/>
    <w:rsid w:val="00A12EFF"/>
    <w:rsid w:val="00A148D0"/>
    <w:rsid w:val="00A35A8A"/>
    <w:rsid w:val="00A44865"/>
    <w:rsid w:val="00A51B67"/>
    <w:rsid w:val="00A65BA0"/>
    <w:rsid w:val="00AA3695"/>
    <w:rsid w:val="00AA6787"/>
    <w:rsid w:val="00AA7DA9"/>
    <w:rsid w:val="00AA7DD4"/>
    <w:rsid w:val="00AB588E"/>
    <w:rsid w:val="00AF3A7E"/>
    <w:rsid w:val="00B01800"/>
    <w:rsid w:val="00B37CBC"/>
    <w:rsid w:val="00B5324A"/>
    <w:rsid w:val="00B769A7"/>
    <w:rsid w:val="00B825F1"/>
    <w:rsid w:val="00B94D7D"/>
    <w:rsid w:val="00BA28FE"/>
    <w:rsid w:val="00BA7505"/>
    <w:rsid w:val="00BB2307"/>
    <w:rsid w:val="00BB72BF"/>
    <w:rsid w:val="00BC0096"/>
    <w:rsid w:val="00BC20C3"/>
    <w:rsid w:val="00BD0703"/>
    <w:rsid w:val="00C20514"/>
    <w:rsid w:val="00C20A71"/>
    <w:rsid w:val="00C212EE"/>
    <w:rsid w:val="00C213FE"/>
    <w:rsid w:val="00C26B3C"/>
    <w:rsid w:val="00C43FCB"/>
    <w:rsid w:val="00C455EB"/>
    <w:rsid w:val="00C87EC4"/>
    <w:rsid w:val="00CB043E"/>
    <w:rsid w:val="00CB2B43"/>
    <w:rsid w:val="00CB75ED"/>
    <w:rsid w:val="00CC5F2A"/>
    <w:rsid w:val="00CD38C2"/>
    <w:rsid w:val="00CD7555"/>
    <w:rsid w:val="00D1077E"/>
    <w:rsid w:val="00D13F0A"/>
    <w:rsid w:val="00D21942"/>
    <w:rsid w:val="00D33411"/>
    <w:rsid w:val="00D33C3E"/>
    <w:rsid w:val="00D57B5E"/>
    <w:rsid w:val="00D77DFF"/>
    <w:rsid w:val="00D90776"/>
    <w:rsid w:val="00D952CD"/>
    <w:rsid w:val="00DA56F2"/>
    <w:rsid w:val="00DB7D38"/>
    <w:rsid w:val="00DD4B06"/>
    <w:rsid w:val="00DD5878"/>
    <w:rsid w:val="00E102AA"/>
    <w:rsid w:val="00E41E29"/>
    <w:rsid w:val="00E60388"/>
    <w:rsid w:val="00E67502"/>
    <w:rsid w:val="00E91256"/>
    <w:rsid w:val="00E97ACF"/>
    <w:rsid w:val="00EA13DB"/>
    <w:rsid w:val="00EA5A87"/>
    <w:rsid w:val="00EB6AA6"/>
    <w:rsid w:val="00EB6F5F"/>
    <w:rsid w:val="00EE57CA"/>
    <w:rsid w:val="00EE6CC8"/>
    <w:rsid w:val="00EF36F3"/>
    <w:rsid w:val="00F01399"/>
    <w:rsid w:val="00F0704F"/>
    <w:rsid w:val="00F13121"/>
    <w:rsid w:val="00F207DF"/>
    <w:rsid w:val="00F22024"/>
    <w:rsid w:val="00F37ED3"/>
    <w:rsid w:val="00F508B0"/>
    <w:rsid w:val="00F50E35"/>
    <w:rsid w:val="00F6027F"/>
    <w:rsid w:val="00F758AE"/>
    <w:rsid w:val="00F75EBC"/>
    <w:rsid w:val="00F8280E"/>
    <w:rsid w:val="00FD02B9"/>
    <w:rsid w:val="00FF1564"/>
    <w:rsid w:val="00FF39E2"/>
    <w:rsid w:val="00FF3D09"/>
    <w:rsid w:val="00FF5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5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6F5F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6F5F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6F5F"/>
    <w:pPr>
      <w:keepNext/>
      <w:ind w:left="2832"/>
      <w:outlineLvl w:val="2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0D6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E38BC"/>
    <w:rPr>
      <w:rFonts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E38BC"/>
    <w:rPr>
      <w:rFonts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BC009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F15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D60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327B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0D60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7B1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A24C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A24C9"/>
    <w:rPr>
      <w:sz w:val="24"/>
    </w:rPr>
  </w:style>
  <w:style w:type="paragraph" w:customStyle="1" w:styleId="a">
    <w:name w:val="Знак"/>
    <w:basedOn w:val="Normal"/>
    <w:uiPriority w:val="99"/>
    <w:rsid w:val="008A24C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1C4229"/>
  </w:style>
  <w:style w:type="character" w:styleId="Hyperlink">
    <w:name w:val="Hyperlink"/>
    <w:basedOn w:val="DefaultParagraphFont"/>
    <w:uiPriority w:val="99"/>
    <w:rsid w:val="001C422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92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E4356E4928299A343A6DFD6E36F51D756D244CD38D4F72996867675D089BCA6BA91741A5F87FC6V3j9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15BAB041287628323B0424E2FF8685EA2D7B0B382981D07ED86FBA8D1CEA6B6B60DEAE98D0CE3D381FF7t9c6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413</Words>
  <Characters>2358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решению</dc:title>
  <dc:subject/>
  <dc:creator>Ежова</dc:creator>
  <cp:keywords/>
  <dc:description/>
  <cp:lastModifiedBy>1</cp:lastModifiedBy>
  <cp:revision>5</cp:revision>
  <cp:lastPrinted>2017-06-29T05:09:00Z</cp:lastPrinted>
  <dcterms:created xsi:type="dcterms:W3CDTF">2017-06-28T03:37:00Z</dcterms:created>
  <dcterms:modified xsi:type="dcterms:W3CDTF">2017-06-29T05:30:00Z</dcterms:modified>
</cp:coreProperties>
</file>