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03B" w:rsidRDefault="0031103B" w:rsidP="007F0054">
      <w:pPr>
        <w:jc w:val="center"/>
        <w:rPr>
          <w:snapToGrid w:val="0"/>
          <w:sz w:val="20"/>
        </w:rPr>
      </w:pPr>
      <w:r w:rsidRPr="006F0BD5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50.25pt;visibility:visible">
            <v:imagedata r:id="rId7" o:title=""/>
          </v:shape>
        </w:pict>
      </w:r>
    </w:p>
    <w:p w:rsidR="0031103B" w:rsidRDefault="0031103B" w:rsidP="007F0054">
      <w:pPr>
        <w:rPr>
          <w:snapToGrid w:val="0"/>
          <w:sz w:val="12"/>
        </w:rPr>
      </w:pPr>
    </w:p>
    <w:p w:rsidR="0031103B" w:rsidRDefault="0031103B" w:rsidP="007F0054">
      <w:pPr>
        <w:pStyle w:val="Heading1"/>
        <w:jc w:val="center"/>
      </w:pPr>
      <w:r>
        <w:t>Городской Совет депутатов</w:t>
      </w:r>
    </w:p>
    <w:p w:rsidR="0031103B" w:rsidRDefault="0031103B" w:rsidP="007F0054">
      <w:pPr>
        <w:pStyle w:val="Heading1"/>
        <w:jc w:val="center"/>
      </w:pPr>
      <w:r>
        <w:t>муниципального образования город Новотроицк</w:t>
      </w:r>
    </w:p>
    <w:p w:rsidR="0031103B" w:rsidRDefault="0031103B" w:rsidP="007F0054">
      <w:pPr>
        <w:pStyle w:val="Heading2"/>
      </w:pPr>
      <w:r>
        <w:t>Оренбургской области</w:t>
      </w:r>
    </w:p>
    <w:p w:rsidR="0031103B" w:rsidRDefault="0031103B" w:rsidP="007F0054">
      <w:pPr>
        <w:pStyle w:val="Heading2"/>
      </w:pPr>
      <w:r>
        <w:t>пятого созыва</w:t>
      </w:r>
    </w:p>
    <w:p w:rsidR="0031103B" w:rsidRDefault="0031103B" w:rsidP="007F0054">
      <w:pPr>
        <w:pStyle w:val="Heading3"/>
        <w:ind w:left="0"/>
        <w:jc w:val="center"/>
        <w:rPr>
          <w:sz w:val="32"/>
        </w:rPr>
      </w:pPr>
      <w:r>
        <w:rPr>
          <w:sz w:val="32"/>
        </w:rPr>
        <w:t>РЕШЕНИЕ</w:t>
      </w:r>
    </w:p>
    <w:p w:rsidR="0031103B" w:rsidRDefault="0031103B">
      <w:pPr>
        <w:jc w:val="center"/>
        <w:rPr>
          <w:sz w:val="12"/>
        </w:rPr>
      </w:pPr>
    </w:p>
    <w:p w:rsidR="0031103B" w:rsidRDefault="0031103B">
      <w:pPr>
        <w:jc w:val="center"/>
        <w:rPr>
          <w:sz w:val="16"/>
        </w:rPr>
      </w:pPr>
      <w:r>
        <w:rPr>
          <w:noProof/>
        </w:rPr>
        <w:pict>
          <v:line id="_x0000_s1026" style="position:absolute;left:0;text-align:left;z-index:251658240" from="-3.15pt,5.2pt" to="478.85pt,5.2pt" strokeweight="1.5pt"/>
        </w:pict>
      </w:r>
    </w:p>
    <w:p w:rsidR="0031103B" w:rsidRPr="008F1716" w:rsidRDefault="0031103B" w:rsidP="00BF4A5B">
      <w:pPr>
        <w:shd w:val="clear" w:color="auto" w:fill="FFFFFF"/>
        <w:rPr>
          <w:color w:val="000000"/>
          <w:spacing w:val="-5"/>
          <w:sz w:val="29"/>
          <w:szCs w:val="29"/>
        </w:rPr>
      </w:pPr>
      <w:r>
        <w:rPr>
          <w:b/>
          <w:bCs/>
          <w:sz w:val="28"/>
          <w:szCs w:val="28"/>
        </w:rPr>
        <w:t xml:space="preserve">Принято на двадцать третьем заседании </w:t>
      </w:r>
    </w:p>
    <w:p w:rsidR="0031103B" w:rsidRDefault="0031103B" w:rsidP="00BF4A5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Совета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25 апреля 2017 года</w:t>
      </w:r>
    </w:p>
    <w:p w:rsidR="0031103B" w:rsidRPr="00500412" w:rsidRDefault="0031103B" w:rsidP="00BF4A5B">
      <w:pPr>
        <w:shd w:val="clear" w:color="auto" w:fill="FFFFFF"/>
        <w:rPr>
          <w:b/>
          <w:bCs/>
          <w:sz w:val="16"/>
          <w:szCs w:val="16"/>
        </w:rPr>
      </w:pPr>
    </w:p>
    <w:p w:rsidR="0031103B" w:rsidRDefault="0031103B" w:rsidP="00BF4A5B">
      <w:pPr>
        <w:shd w:val="clear" w:color="auto" w:fill="FFFFFF"/>
        <w:rPr>
          <w:b/>
          <w:bCs/>
          <w:sz w:val="16"/>
          <w:szCs w:val="16"/>
        </w:rPr>
      </w:pPr>
    </w:p>
    <w:p w:rsidR="0031103B" w:rsidRDefault="0031103B" w:rsidP="00BF4A5B">
      <w:pPr>
        <w:shd w:val="clear" w:color="auto" w:fill="FFFFFF"/>
        <w:rPr>
          <w:b/>
          <w:bCs/>
          <w:sz w:val="16"/>
          <w:szCs w:val="16"/>
        </w:rPr>
      </w:pPr>
    </w:p>
    <w:p w:rsidR="0031103B" w:rsidRPr="00500412" w:rsidRDefault="0031103B" w:rsidP="00BF4A5B">
      <w:pPr>
        <w:shd w:val="clear" w:color="auto" w:fill="FFFFFF"/>
        <w:rPr>
          <w:b/>
          <w:bCs/>
          <w:sz w:val="16"/>
          <w:szCs w:val="16"/>
        </w:rPr>
      </w:pPr>
    </w:p>
    <w:p w:rsidR="0031103B" w:rsidRPr="00500412" w:rsidRDefault="0031103B" w:rsidP="00BF4A5B">
      <w:pPr>
        <w:shd w:val="clear" w:color="auto" w:fill="FFFFFF"/>
        <w:rPr>
          <w:b/>
          <w:bCs/>
          <w:sz w:val="16"/>
          <w:szCs w:val="16"/>
        </w:rPr>
      </w:pPr>
    </w:p>
    <w:p w:rsidR="0031103B" w:rsidRPr="009A6D19" w:rsidRDefault="0031103B" w:rsidP="009A6D19">
      <w:pPr>
        <w:ind w:left="-180" w:firstLine="180"/>
        <w:rPr>
          <w:b/>
          <w:bCs/>
          <w:sz w:val="28"/>
          <w:szCs w:val="28"/>
          <w:u w:val="single"/>
        </w:rPr>
      </w:pPr>
      <w:bookmarkStart w:id="0" w:name="OLE_LINK3"/>
      <w:r>
        <w:rPr>
          <w:b/>
          <w:bCs/>
          <w:sz w:val="28"/>
          <w:szCs w:val="28"/>
          <w:u w:val="single"/>
        </w:rPr>
        <w:t>27</w:t>
      </w:r>
      <w:r w:rsidRPr="005B468A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апреля 2017</w:t>
      </w:r>
      <w:r w:rsidRPr="005B468A">
        <w:rPr>
          <w:b/>
          <w:bCs/>
          <w:sz w:val="28"/>
          <w:szCs w:val="28"/>
          <w:u w:val="single"/>
        </w:rPr>
        <w:t xml:space="preserve"> года</w:t>
      </w:r>
      <w:r>
        <w:rPr>
          <w:b/>
          <w:bCs/>
          <w:sz w:val="28"/>
          <w:szCs w:val="28"/>
          <w:u w:val="single"/>
        </w:rPr>
        <w:t xml:space="preserve"> </w:t>
      </w:r>
      <w:r w:rsidRPr="005B468A">
        <w:rPr>
          <w:b/>
          <w:bCs/>
          <w:sz w:val="28"/>
          <w:szCs w:val="28"/>
          <w:u w:val="single"/>
        </w:rPr>
        <w:t xml:space="preserve">№ </w:t>
      </w:r>
      <w:r>
        <w:rPr>
          <w:b/>
          <w:bCs/>
          <w:sz w:val="28"/>
          <w:szCs w:val="28"/>
          <w:u w:val="single"/>
        </w:rPr>
        <w:t>2</w:t>
      </w:r>
      <w:bookmarkEnd w:id="0"/>
      <w:r>
        <w:rPr>
          <w:b/>
          <w:bCs/>
          <w:sz w:val="28"/>
          <w:szCs w:val="28"/>
          <w:u w:val="single"/>
        </w:rPr>
        <w:t>58</w:t>
      </w:r>
    </w:p>
    <w:p w:rsidR="0031103B" w:rsidRDefault="0031103B" w:rsidP="00A01557">
      <w:pPr>
        <w:ind w:left="-180"/>
        <w:rPr>
          <w:b/>
          <w:bCs/>
          <w:sz w:val="12"/>
        </w:rPr>
      </w:pPr>
    </w:p>
    <w:p w:rsidR="0031103B" w:rsidRPr="009117BC" w:rsidRDefault="0031103B" w:rsidP="00BF4A5B">
      <w:pPr>
        <w:tabs>
          <w:tab w:val="left" w:pos="3686"/>
        </w:tabs>
        <w:ind w:right="5195"/>
        <w:jc w:val="both"/>
        <w:rPr>
          <w:sz w:val="28"/>
          <w:szCs w:val="28"/>
        </w:rPr>
      </w:pPr>
      <w:r w:rsidRPr="009117BC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итогового Списка избранных депутатов </w:t>
      </w:r>
      <w:r w:rsidRPr="009117BC">
        <w:rPr>
          <w:sz w:val="28"/>
          <w:szCs w:val="28"/>
        </w:rPr>
        <w:t>Молодежной</w:t>
      </w:r>
      <w:r>
        <w:rPr>
          <w:sz w:val="28"/>
          <w:szCs w:val="28"/>
        </w:rPr>
        <w:t xml:space="preserve"> </w:t>
      </w:r>
      <w:r w:rsidRPr="009117BC">
        <w:rPr>
          <w:sz w:val="28"/>
          <w:szCs w:val="28"/>
        </w:rPr>
        <w:t>палаты</w:t>
      </w:r>
      <w:r>
        <w:rPr>
          <w:sz w:val="28"/>
          <w:szCs w:val="28"/>
        </w:rPr>
        <w:t xml:space="preserve"> </w:t>
      </w:r>
      <w:r w:rsidRPr="009117BC">
        <w:rPr>
          <w:sz w:val="28"/>
          <w:szCs w:val="28"/>
        </w:rPr>
        <w:t>муниципального образования город Новотроицк</w:t>
      </w:r>
      <w:r>
        <w:rPr>
          <w:sz w:val="28"/>
          <w:szCs w:val="28"/>
        </w:rPr>
        <w:t xml:space="preserve"> четвертого созыва</w:t>
      </w:r>
      <w:r w:rsidRPr="009117BC">
        <w:rPr>
          <w:sz w:val="28"/>
          <w:szCs w:val="28"/>
        </w:rPr>
        <w:t xml:space="preserve"> </w:t>
      </w:r>
    </w:p>
    <w:p w:rsidR="0031103B" w:rsidRDefault="0031103B" w:rsidP="009117BC">
      <w:pPr>
        <w:pStyle w:val="List"/>
        <w:numPr>
          <w:ilvl w:val="0"/>
          <w:numId w:val="0"/>
        </w:numPr>
        <w:spacing w:before="0" w:after="0"/>
        <w:rPr>
          <w:sz w:val="28"/>
          <w:szCs w:val="28"/>
          <w:lang w:eastAsia="en-US"/>
        </w:rPr>
      </w:pPr>
    </w:p>
    <w:p w:rsidR="0031103B" w:rsidRPr="009117BC" w:rsidRDefault="0031103B" w:rsidP="009117BC">
      <w:pPr>
        <w:pStyle w:val="List"/>
        <w:numPr>
          <w:ilvl w:val="0"/>
          <w:numId w:val="0"/>
        </w:numPr>
        <w:spacing w:before="0" w:after="0"/>
        <w:rPr>
          <w:sz w:val="28"/>
          <w:szCs w:val="28"/>
          <w:lang w:eastAsia="en-US"/>
        </w:rPr>
      </w:pPr>
    </w:p>
    <w:p w:rsidR="0031103B" w:rsidRPr="009117BC" w:rsidRDefault="0031103B" w:rsidP="00E5779C">
      <w:pPr>
        <w:pStyle w:val="BodyTextIndent2"/>
        <w:spacing w:after="0" w:line="240" w:lineRule="auto"/>
        <w:ind w:left="0" w:firstLine="708"/>
        <w:jc w:val="both"/>
        <w:rPr>
          <w:sz w:val="28"/>
          <w:szCs w:val="28"/>
        </w:rPr>
      </w:pPr>
      <w:r w:rsidRPr="009117BC">
        <w:rPr>
          <w:sz w:val="28"/>
          <w:szCs w:val="28"/>
        </w:rPr>
        <w:t xml:space="preserve">В соответствии с Законом Оренбургской области от 16 ноября 2012 года </w:t>
      </w:r>
      <w:r>
        <w:rPr>
          <w:sz w:val="28"/>
          <w:szCs w:val="28"/>
        </w:rPr>
        <w:t xml:space="preserve"> </w:t>
      </w:r>
      <w:r w:rsidRPr="009117BC">
        <w:rPr>
          <w:sz w:val="28"/>
          <w:szCs w:val="28"/>
        </w:rPr>
        <w:t xml:space="preserve">№ 1210/350-V-ОЗ «О деятельности органов молодежного самоуправления в Оренбургской области», </w:t>
      </w:r>
      <w:r>
        <w:rPr>
          <w:sz w:val="28"/>
          <w:szCs w:val="28"/>
        </w:rPr>
        <w:t>Положением «О Молодежной палате муниципального образования город Новотроицк», утвержденным  решением городского Совета депутатов муниципального образования город Новотроицк от 02 апреля               2015 года № 656</w:t>
      </w:r>
      <w:r w:rsidRPr="00AF037F">
        <w:rPr>
          <w:sz w:val="28"/>
          <w:szCs w:val="28"/>
        </w:rPr>
        <w:t>,</w:t>
      </w:r>
      <w:r w:rsidRPr="009117BC">
        <w:rPr>
          <w:sz w:val="28"/>
          <w:szCs w:val="28"/>
        </w:rPr>
        <w:t xml:space="preserve"> руководствуясь статьей 2</w:t>
      </w:r>
      <w:r>
        <w:rPr>
          <w:sz w:val="28"/>
          <w:szCs w:val="28"/>
        </w:rPr>
        <w:t>3</w:t>
      </w:r>
      <w:r w:rsidRPr="009117BC">
        <w:rPr>
          <w:sz w:val="28"/>
          <w:szCs w:val="28"/>
        </w:rPr>
        <w:t xml:space="preserve"> Устава муниципального образования город Новотроицк Оренбургской области,</w:t>
      </w:r>
      <w:r>
        <w:rPr>
          <w:sz w:val="28"/>
          <w:szCs w:val="28"/>
        </w:rPr>
        <w:t xml:space="preserve"> </w:t>
      </w:r>
      <w:r w:rsidRPr="009117BC">
        <w:rPr>
          <w:sz w:val="28"/>
          <w:szCs w:val="28"/>
        </w:rPr>
        <w:t>городской Совет депутатов РЕШИЛ:</w:t>
      </w:r>
    </w:p>
    <w:p w:rsidR="0031103B" w:rsidRPr="001415A0" w:rsidRDefault="0031103B" w:rsidP="00E5779C">
      <w:pPr>
        <w:ind w:firstLine="708"/>
        <w:jc w:val="both"/>
        <w:rPr>
          <w:bCs/>
          <w:sz w:val="28"/>
          <w:szCs w:val="28"/>
        </w:rPr>
      </w:pPr>
      <w:r w:rsidRPr="009117BC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итоговый Список избранных депутатов </w:t>
      </w:r>
      <w:r w:rsidRPr="009117BC">
        <w:rPr>
          <w:sz w:val="28"/>
          <w:szCs w:val="28"/>
        </w:rPr>
        <w:t xml:space="preserve">Молодежной палаты </w:t>
      </w:r>
      <w:r w:rsidRPr="001415A0">
        <w:rPr>
          <w:sz w:val="28"/>
          <w:szCs w:val="28"/>
        </w:rPr>
        <w:t>муниципального образования город Новотроицк четвертого созыва (приложение).</w:t>
      </w:r>
    </w:p>
    <w:p w:rsidR="0031103B" w:rsidRPr="001415A0" w:rsidRDefault="0031103B" w:rsidP="00E5779C">
      <w:pPr>
        <w:pStyle w:val="BodyText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415A0">
        <w:rPr>
          <w:sz w:val="28"/>
          <w:szCs w:val="28"/>
        </w:rPr>
        <w:t>Контроль за исполнением настоящего решения возложить на постоянную комиссию 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  (Меньшиков Д.А.).</w:t>
      </w:r>
    </w:p>
    <w:p w:rsidR="0031103B" w:rsidRDefault="0031103B" w:rsidP="00E5779C">
      <w:pPr>
        <w:pStyle w:val="BodyText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415A0">
        <w:rPr>
          <w:sz w:val="28"/>
          <w:szCs w:val="28"/>
        </w:rPr>
        <w:t>Решение вступает в силу</w:t>
      </w:r>
      <w:r w:rsidRPr="00857FAA">
        <w:rPr>
          <w:sz w:val="28"/>
          <w:szCs w:val="28"/>
        </w:rPr>
        <w:t xml:space="preserve"> </w:t>
      </w:r>
      <w:r>
        <w:rPr>
          <w:sz w:val="28"/>
          <w:szCs w:val="28"/>
        </w:rPr>
        <w:t>со дня его подписания и подлежит официальному опубликованию в газете «Гвардеец труда»</w:t>
      </w:r>
      <w:r w:rsidRPr="00857FAA">
        <w:rPr>
          <w:sz w:val="28"/>
          <w:szCs w:val="28"/>
        </w:rPr>
        <w:t>.</w:t>
      </w:r>
    </w:p>
    <w:p w:rsidR="0031103B" w:rsidRDefault="0031103B" w:rsidP="00A01557">
      <w:pPr>
        <w:jc w:val="both"/>
        <w:rPr>
          <w:sz w:val="28"/>
          <w:szCs w:val="28"/>
        </w:rPr>
      </w:pPr>
      <w:bookmarkStart w:id="1" w:name="OLE_LINK1"/>
    </w:p>
    <w:p w:rsidR="0031103B" w:rsidRDefault="0031103B" w:rsidP="00A01557">
      <w:pPr>
        <w:jc w:val="both"/>
        <w:rPr>
          <w:sz w:val="28"/>
          <w:szCs w:val="28"/>
        </w:rPr>
      </w:pPr>
      <w:r w:rsidRPr="00857FAA">
        <w:rPr>
          <w:sz w:val="28"/>
          <w:szCs w:val="28"/>
        </w:rPr>
        <w:t>Председатель городского</w:t>
      </w:r>
      <w:r>
        <w:rPr>
          <w:sz w:val="28"/>
          <w:szCs w:val="28"/>
        </w:rPr>
        <w:t xml:space="preserve"> </w:t>
      </w:r>
      <w:r w:rsidRPr="00857FAA">
        <w:rPr>
          <w:sz w:val="28"/>
          <w:szCs w:val="28"/>
        </w:rPr>
        <w:t xml:space="preserve">Совета </w:t>
      </w:r>
    </w:p>
    <w:p w:rsidR="0031103B" w:rsidRPr="00857FAA" w:rsidRDefault="0031103B" w:rsidP="00A01557">
      <w:pPr>
        <w:jc w:val="both"/>
        <w:rPr>
          <w:sz w:val="28"/>
          <w:szCs w:val="28"/>
        </w:rPr>
      </w:pPr>
      <w:r w:rsidRPr="00857FAA">
        <w:rPr>
          <w:sz w:val="28"/>
          <w:szCs w:val="28"/>
        </w:rPr>
        <w:t xml:space="preserve">депутатов муниципального </w:t>
      </w:r>
    </w:p>
    <w:p w:rsidR="0031103B" w:rsidRDefault="0031103B" w:rsidP="00A01557">
      <w:pPr>
        <w:jc w:val="both"/>
        <w:rPr>
          <w:sz w:val="28"/>
          <w:szCs w:val="28"/>
        </w:rPr>
      </w:pPr>
      <w:r w:rsidRPr="00857FAA">
        <w:rPr>
          <w:sz w:val="28"/>
          <w:szCs w:val="28"/>
        </w:rPr>
        <w:t xml:space="preserve">образования город Новотроицк                                                   </w:t>
      </w:r>
      <w:r>
        <w:rPr>
          <w:sz w:val="28"/>
          <w:szCs w:val="28"/>
        </w:rPr>
        <w:t xml:space="preserve">        </w:t>
      </w:r>
      <w:r w:rsidRPr="00857FAA">
        <w:rPr>
          <w:sz w:val="28"/>
          <w:szCs w:val="28"/>
        </w:rPr>
        <w:t xml:space="preserve"> А.А. Мезенцев</w:t>
      </w:r>
      <w:bookmarkEnd w:id="1"/>
    </w:p>
    <w:p w:rsidR="0031103B" w:rsidRDefault="0031103B" w:rsidP="009A6D19">
      <w:pPr>
        <w:rPr>
          <w:sz w:val="28"/>
        </w:rPr>
      </w:pPr>
    </w:p>
    <w:p w:rsidR="0031103B" w:rsidRDefault="0031103B" w:rsidP="009A6D19">
      <w:pPr>
        <w:rPr>
          <w:sz w:val="28"/>
        </w:rPr>
      </w:pPr>
      <w:r>
        <w:rPr>
          <w:sz w:val="28"/>
        </w:rPr>
        <w:t>Верно</w:t>
      </w:r>
    </w:p>
    <w:p w:rsidR="0031103B" w:rsidRDefault="0031103B" w:rsidP="009A6D19">
      <w:pPr>
        <w:rPr>
          <w:sz w:val="28"/>
        </w:rPr>
      </w:pPr>
      <w:r>
        <w:rPr>
          <w:sz w:val="28"/>
        </w:rPr>
        <w:t>Специалист аппарата</w:t>
      </w:r>
    </w:p>
    <w:p w:rsidR="0031103B" w:rsidRDefault="0031103B" w:rsidP="009A6D19">
      <w:pPr>
        <w:rPr>
          <w:sz w:val="28"/>
          <w:szCs w:val="28"/>
        </w:rPr>
      </w:pPr>
      <w:r>
        <w:rPr>
          <w:sz w:val="28"/>
        </w:rPr>
        <w:t>городского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К.Н. Аверкин</w:t>
      </w:r>
    </w:p>
    <w:p w:rsidR="0031103B" w:rsidRDefault="0031103B" w:rsidP="00463D82">
      <w:pPr>
        <w:rPr>
          <w:sz w:val="28"/>
          <w:szCs w:val="28"/>
        </w:rPr>
      </w:pPr>
    </w:p>
    <w:p w:rsidR="0031103B" w:rsidRDefault="0031103B" w:rsidP="00463D82">
      <w:pPr>
        <w:rPr>
          <w:sz w:val="28"/>
          <w:szCs w:val="28"/>
        </w:rPr>
      </w:pPr>
    </w:p>
    <w:tbl>
      <w:tblPr>
        <w:tblW w:w="0" w:type="auto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20"/>
      </w:tblGrid>
      <w:tr w:rsidR="0031103B" w:rsidRPr="00101505" w:rsidTr="00FE5C98"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</w:tcPr>
          <w:p w:rsidR="0031103B" w:rsidRPr="00FE5C98" w:rsidRDefault="0031103B" w:rsidP="008F6984">
            <w:pPr>
              <w:rPr>
                <w:sz w:val="28"/>
                <w:szCs w:val="28"/>
              </w:rPr>
            </w:pPr>
          </w:p>
          <w:p w:rsidR="0031103B" w:rsidRPr="00FE5C98" w:rsidRDefault="0031103B" w:rsidP="008F6984">
            <w:pPr>
              <w:rPr>
                <w:sz w:val="28"/>
                <w:szCs w:val="28"/>
              </w:rPr>
            </w:pPr>
          </w:p>
          <w:p w:rsidR="0031103B" w:rsidRPr="00FE5C98" w:rsidRDefault="0031103B" w:rsidP="008F6984">
            <w:pPr>
              <w:rPr>
                <w:sz w:val="28"/>
                <w:szCs w:val="28"/>
              </w:rPr>
            </w:pPr>
            <w:r w:rsidRPr="00FE5C98">
              <w:rPr>
                <w:sz w:val="28"/>
                <w:szCs w:val="28"/>
              </w:rPr>
              <w:t>Приложение к решению городского Совета депутатов 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FE5C98">
              <w:rPr>
                <w:sz w:val="28"/>
                <w:szCs w:val="28"/>
              </w:rPr>
              <w:t>образования  город Новотроицк</w:t>
            </w:r>
          </w:p>
          <w:p w:rsidR="0031103B" w:rsidRPr="009A6D19" w:rsidRDefault="0031103B" w:rsidP="009A6D19">
            <w:pPr>
              <w:ind w:left="-180" w:firstLine="18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27 апреля</w:t>
            </w:r>
            <w:r w:rsidRPr="009A6D19">
              <w:rPr>
                <w:bCs/>
                <w:sz w:val="28"/>
                <w:szCs w:val="28"/>
              </w:rPr>
              <w:t xml:space="preserve"> 2017 года № 258</w:t>
            </w:r>
          </w:p>
        </w:tc>
      </w:tr>
    </w:tbl>
    <w:p w:rsidR="0031103B" w:rsidRDefault="0031103B" w:rsidP="00463D82">
      <w:pPr>
        <w:tabs>
          <w:tab w:val="left" w:pos="708"/>
          <w:tab w:val="left" w:pos="1416"/>
          <w:tab w:val="left" w:pos="2124"/>
          <w:tab w:val="left" w:pos="7717"/>
        </w:tabs>
        <w:rPr>
          <w:sz w:val="28"/>
          <w:szCs w:val="28"/>
        </w:rPr>
      </w:pPr>
    </w:p>
    <w:p w:rsidR="0031103B" w:rsidRDefault="0031103B" w:rsidP="00463D82">
      <w:pPr>
        <w:tabs>
          <w:tab w:val="left" w:pos="708"/>
          <w:tab w:val="left" w:pos="1416"/>
          <w:tab w:val="left" w:pos="2124"/>
          <w:tab w:val="left" w:pos="7717"/>
        </w:tabs>
        <w:rPr>
          <w:sz w:val="28"/>
          <w:szCs w:val="28"/>
        </w:rPr>
      </w:pPr>
    </w:p>
    <w:p w:rsidR="0031103B" w:rsidRPr="007844F2" w:rsidRDefault="0031103B" w:rsidP="00463D82">
      <w:pPr>
        <w:tabs>
          <w:tab w:val="left" w:pos="2055"/>
        </w:tabs>
        <w:jc w:val="center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Итоговый </w:t>
      </w:r>
      <w:r w:rsidRPr="007844F2">
        <w:rPr>
          <w:rFonts w:eastAsia="MS Mincho"/>
          <w:sz w:val="28"/>
          <w:szCs w:val="28"/>
        </w:rPr>
        <w:t>Список</w:t>
      </w:r>
      <w:r>
        <w:rPr>
          <w:rFonts w:eastAsia="MS Mincho"/>
          <w:sz w:val="28"/>
          <w:szCs w:val="28"/>
        </w:rPr>
        <w:t xml:space="preserve"> </w:t>
      </w:r>
      <w:r w:rsidRPr="007844F2">
        <w:rPr>
          <w:rFonts w:eastAsia="MS Mincho"/>
          <w:sz w:val="28"/>
          <w:szCs w:val="28"/>
        </w:rPr>
        <w:t xml:space="preserve">избранных </w:t>
      </w:r>
      <w:r>
        <w:rPr>
          <w:rFonts w:eastAsia="MS Mincho"/>
          <w:sz w:val="28"/>
          <w:szCs w:val="28"/>
        </w:rPr>
        <w:t>депутатов</w:t>
      </w:r>
      <w:r w:rsidRPr="007844F2">
        <w:rPr>
          <w:rFonts w:eastAsia="MS Mincho"/>
          <w:sz w:val="28"/>
          <w:szCs w:val="28"/>
        </w:rPr>
        <w:t xml:space="preserve"> Молодежной палаты</w:t>
      </w:r>
    </w:p>
    <w:p w:rsidR="0031103B" w:rsidRDefault="0031103B" w:rsidP="00463D82">
      <w:pPr>
        <w:tabs>
          <w:tab w:val="left" w:pos="2055"/>
        </w:tabs>
        <w:jc w:val="center"/>
        <w:rPr>
          <w:rFonts w:eastAsia="MS Mincho"/>
          <w:sz w:val="28"/>
          <w:szCs w:val="28"/>
        </w:rPr>
      </w:pPr>
      <w:r w:rsidRPr="007844F2">
        <w:rPr>
          <w:rFonts w:eastAsia="MS Mincho"/>
          <w:sz w:val="28"/>
          <w:szCs w:val="28"/>
        </w:rPr>
        <w:t xml:space="preserve">муниципального образования город Новотроицк </w:t>
      </w:r>
      <w:r>
        <w:rPr>
          <w:rFonts w:eastAsia="MS Mincho"/>
          <w:sz w:val="28"/>
          <w:szCs w:val="28"/>
        </w:rPr>
        <w:t>четвертого</w:t>
      </w:r>
      <w:r w:rsidRPr="007844F2">
        <w:rPr>
          <w:rFonts w:eastAsia="MS Mincho"/>
          <w:sz w:val="28"/>
          <w:szCs w:val="28"/>
        </w:rPr>
        <w:t xml:space="preserve"> созыва</w:t>
      </w:r>
    </w:p>
    <w:p w:rsidR="0031103B" w:rsidRPr="007844F2" w:rsidRDefault="0031103B" w:rsidP="00463D82">
      <w:pPr>
        <w:tabs>
          <w:tab w:val="left" w:pos="2055"/>
        </w:tabs>
        <w:jc w:val="center"/>
        <w:rPr>
          <w:rFonts w:eastAsia="MS Mincho"/>
          <w:sz w:val="28"/>
          <w:szCs w:val="28"/>
        </w:rPr>
      </w:pPr>
      <w:r w:rsidRPr="007844F2">
        <w:rPr>
          <w:rFonts w:eastAsia="MS Mincho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4253"/>
        <w:gridCol w:w="4643"/>
      </w:tblGrid>
      <w:tr w:rsidR="0031103B" w:rsidRPr="007844F2" w:rsidTr="002C0876">
        <w:trPr>
          <w:trHeight w:val="597"/>
        </w:trPr>
        <w:tc>
          <w:tcPr>
            <w:tcW w:w="675" w:type="dxa"/>
            <w:vAlign w:val="center"/>
          </w:tcPr>
          <w:p w:rsidR="0031103B" w:rsidRPr="007844F2" w:rsidRDefault="0031103B" w:rsidP="008F6984">
            <w:pPr>
              <w:tabs>
                <w:tab w:val="left" w:pos="2055"/>
              </w:tabs>
              <w:jc w:val="center"/>
              <w:rPr>
                <w:sz w:val="28"/>
                <w:szCs w:val="28"/>
              </w:rPr>
            </w:pPr>
            <w:r w:rsidRPr="007844F2">
              <w:rPr>
                <w:sz w:val="28"/>
                <w:szCs w:val="28"/>
              </w:rPr>
              <w:t>№</w:t>
            </w:r>
          </w:p>
        </w:tc>
        <w:tc>
          <w:tcPr>
            <w:tcW w:w="4253" w:type="dxa"/>
            <w:vAlign w:val="center"/>
          </w:tcPr>
          <w:p w:rsidR="0031103B" w:rsidRPr="007844F2" w:rsidRDefault="0031103B" w:rsidP="008F6984">
            <w:pPr>
              <w:tabs>
                <w:tab w:val="left" w:pos="2055"/>
              </w:tabs>
              <w:jc w:val="center"/>
              <w:rPr>
                <w:sz w:val="28"/>
                <w:szCs w:val="28"/>
              </w:rPr>
            </w:pPr>
            <w:r w:rsidRPr="007844F2">
              <w:rPr>
                <w:sz w:val="28"/>
                <w:szCs w:val="28"/>
              </w:rPr>
              <w:t>Ф.И.О.</w:t>
            </w:r>
          </w:p>
        </w:tc>
        <w:tc>
          <w:tcPr>
            <w:tcW w:w="4643" w:type="dxa"/>
            <w:vAlign w:val="center"/>
          </w:tcPr>
          <w:p w:rsidR="0031103B" w:rsidRPr="007844F2" w:rsidRDefault="0031103B" w:rsidP="008F6984">
            <w:pPr>
              <w:tabs>
                <w:tab w:val="left" w:pos="2055"/>
              </w:tabs>
              <w:ind w:left="34"/>
              <w:jc w:val="center"/>
              <w:rPr>
                <w:sz w:val="28"/>
                <w:szCs w:val="28"/>
              </w:rPr>
            </w:pPr>
            <w:r w:rsidRPr="007844F2">
              <w:rPr>
                <w:sz w:val="28"/>
                <w:szCs w:val="28"/>
              </w:rPr>
              <w:t>Организация</w:t>
            </w:r>
          </w:p>
        </w:tc>
      </w:tr>
      <w:tr w:rsidR="0031103B" w:rsidRPr="007844F2" w:rsidTr="00DB16FF">
        <w:trPr>
          <w:trHeight w:val="920"/>
        </w:trPr>
        <w:tc>
          <w:tcPr>
            <w:tcW w:w="675" w:type="dxa"/>
            <w:vAlign w:val="center"/>
          </w:tcPr>
          <w:p w:rsidR="0031103B" w:rsidRPr="007844F2" w:rsidRDefault="0031103B" w:rsidP="00463D82">
            <w:pPr>
              <w:numPr>
                <w:ilvl w:val="0"/>
                <w:numId w:val="4"/>
              </w:numPr>
              <w:tabs>
                <w:tab w:val="left" w:pos="205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31103B" w:rsidRPr="007844F2" w:rsidRDefault="0031103B" w:rsidP="008F6984">
            <w:pPr>
              <w:rPr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>Янтимиров Богдан Сергеевич</w:t>
            </w:r>
          </w:p>
        </w:tc>
        <w:tc>
          <w:tcPr>
            <w:tcW w:w="4643" w:type="dxa"/>
            <w:vAlign w:val="center"/>
          </w:tcPr>
          <w:p w:rsidR="0031103B" w:rsidRPr="007844F2" w:rsidRDefault="0031103B" w:rsidP="008F6984">
            <w:pPr>
              <w:ind w:left="34" w:right="-126"/>
              <w:rPr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>Всероссийская общественная организация «Молодая Гвардия Единой России»</w:t>
            </w:r>
          </w:p>
        </w:tc>
      </w:tr>
      <w:tr w:rsidR="0031103B" w:rsidRPr="007844F2" w:rsidTr="00DB16FF">
        <w:trPr>
          <w:trHeight w:val="920"/>
        </w:trPr>
        <w:tc>
          <w:tcPr>
            <w:tcW w:w="675" w:type="dxa"/>
            <w:vAlign w:val="center"/>
          </w:tcPr>
          <w:p w:rsidR="0031103B" w:rsidRPr="007844F2" w:rsidRDefault="0031103B" w:rsidP="00463D82">
            <w:pPr>
              <w:numPr>
                <w:ilvl w:val="0"/>
                <w:numId w:val="4"/>
              </w:numPr>
              <w:tabs>
                <w:tab w:val="left" w:pos="205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31103B" w:rsidRPr="007844F2" w:rsidRDefault="0031103B" w:rsidP="008F6984">
            <w:pPr>
              <w:rPr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>Павлов Егор Сергеевич</w:t>
            </w:r>
          </w:p>
        </w:tc>
        <w:tc>
          <w:tcPr>
            <w:tcW w:w="4643" w:type="dxa"/>
            <w:vAlign w:val="center"/>
          </w:tcPr>
          <w:p w:rsidR="0031103B" w:rsidRPr="007844F2" w:rsidRDefault="0031103B" w:rsidP="008F6984">
            <w:pPr>
              <w:ind w:left="34" w:right="-126"/>
              <w:rPr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>Всероссийская общественная организация «Молодая Гвардия Единой России»</w:t>
            </w:r>
          </w:p>
        </w:tc>
      </w:tr>
      <w:tr w:rsidR="0031103B" w:rsidRPr="007844F2" w:rsidTr="00DB16FF">
        <w:trPr>
          <w:trHeight w:val="920"/>
        </w:trPr>
        <w:tc>
          <w:tcPr>
            <w:tcW w:w="675" w:type="dxa"/>
            <w:vAlign w:val="center"/>
          </w:tcPr>
          <w:p w:rsidR="0031103B" w:rsidRPr="007844F2" w:rsidRDefault="0031103B" w:rsidP="00463D82">
            <w:pPr>
              <w:numPr>
                <w:ilvl w:val="0"/>
                <w:numId w:val="4"/>
              </w:numPr>
              <w:tabs>
                <w:tab w:val="left" w:pos="205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31103B" w:rsidRPr="007844F2" w:rsidRDefault="0031103B" w:rsidP="008F6984">
            <w:pPr>
              <w:rPr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 xml:space="preserve">Судакова Татьяна Владимировна </w:t>
            </w:r>
          </w:p>
        </w:tc>
        <w:tc>
          <w:tcPr>
            <w:tcW w:w="4643" w:type="dxa"/>
            <w:vAlign w:val="center"/>
          </w:tcPr>
          <w:p w:rsidR="0031103B" w:rsidRPr="007844F2" w:rsidRDefault="0031103B" w:rsidP="008F6984">
            <w:pPr>
              <w:ind w:left="34" w:right="-126"/>
              <w:rPr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>Всероссийская общественная организация «Молодая Гвардия Единой России»</w:t>
            </w:r>
          </w:p>
        </w:tc>
      </w:tr>
      <w:tr w:rsidR="0031103B" w:rsidRPr="007844F2" w:rsidTr="00DB16FF">
        <w:trPr>
          <w:trHeight w:val="920"/>
        </w:trPr>
        <w:tc>
          <w:tcPr>
            <w:tcW w:w="675" w:type="dxa"/>
            <w:vAlign w:val="center"/>
          </w:tcPr>
          <w:p w:rsidR="0031103B" w:rsidRPr="007844F2" w:rsidRDefault="0031103B" w:rsidP="00463D82">
            <w:pPr>
              <w:numPr>
                <w:ilvl w:val="0"/>
                <w:numId w:val="4"/>
              </w:numPr>
              <w:tabs>
                <w:tab w:val="left" w:pos="205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31103B" w:rsidRPr="007844F2" w:rsidRDefault="0031103B" w:rsidP="008F6984">
            <w:pPr>
              <w:rPr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>Матвеев Максим Дмитриевич</w:t>
            </w:r>
          </w:p>
        </w:tc>
        <w:tc>
          <w:tcPr>
            <w:tcW w:w="4643" w:type="dxa"/>
            <w:vAlign w:val="center"/>
          </w:tcPr>
          <w:p w:rsidR="0031103B" w:rsidRPr="007844F2" w:rsidRDefault="0031103B" w:rsidP="00AF0C96">
            <w:pPr>
              <w:tabs>
                <w:tab w:val="left" w:pos="2055"/>
              </w:tabs>
              <w:ind w:left="34"/>
              <w:rPr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>Новотроицкое местное отделение о</w:t>
            </w:r>
            <w:r w:rsidRPr="007844F2">
              <w:rPr>
                <w:color w:val="000000"/>
                <w:sz w:val="28"/>
                <w:szCs w:val="28"/>
                <w:shd w:val="clear" w:color="auto" w:fill="FFFFFF"/>
              </w:rPr>
              <w:t xml:space="preserve">бщероссийской общественной молодежной организации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7844F2">
              <w:rPr>
                <w:color w:val="000000"/>
                <w:sz w:val="28"/>
                <w:szCs w:val="28"/>
                <w:shd w:val="clear" w:color="auto" w:fill="FFFFFF"/>
              </w:rPr>
              <w:t>Ленинский коммунистический союз молодежи Российской Федерации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31103B" w:rsidRPr="007844F2" w:rsidTr="00DB16FF">
        <w:trPr>
          <w:trHeight w:val="750"/>
        </w:trPr>
        <w:tc>
          <w:tcPr>
            <w:tcW w:w="675" w:type="dxa"/>
            <w:vAlign w:val="center"/>
          </w:tcPr>
          <w:p w:rsidR="0031103B" w:rsidRPr="007844F2" w:rsidRDefault="0031103B" w:rsidP="00463D82">
            <w:pPr>
              <w:numPr>
                <w:ilvl w:val="0"/>
                <w:numId w:val="4"/>
              </w:numPr>
              <w:tabs>
                <w:tab w:val="left" w:pos="205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31103B" w:rsidRPr="007844F2" w:rsidRDefault="0031103B" w:rsidP="008F6984">
            <w:pPr>
              <w:rPr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>Дремов Андрей Олегович</w:t>
            </w:r>
          </w:p>
        </w:tc>
        <w:tc>
          <w:tcPr>
            <w:tcW w:w="4643" w:type="dxa"/>
            <w:vAlign w:val="center"/>
          </w:tcPr>
          <w:p w:rsidR="0031103B" w:rsidRPr="007844F2" w:rsidRDefault="0031103B" w:rsidP="008F6984">
            <w:pPr>
              <w:ind w:left="34"/>
              <w:rPr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>Молодёжное движение «НЕКСТ-поколение будущего»</w:t>
            </w:r>
          </w:p>
        </w:tc>
      </w:tr>
      <w:tr w:rsidR="0031103B" w:rsidRPr="007844F2" w:rsidTr="00DB16FF">
        <w:trPr>
          <w:trHeight w:val="704"/>
        </w:trPr>
        <w:tc>
          <w:tcPr>
            <w:tcW w:w="675" w:type="dxa"/>
            <w:vAlign w:val="center"/>
          </w:tcPr>
          <w:p w:rsidR="0031103B" w:rsidRPr="007844F2" w:rsidRDefault="0031103B" w:rsidP="00463D82">
            <w:pPr>
              <w:numPr>
                <w:ilvl w:val="0"/>
                <w:numId w:val="4"/>
              </w:numPr>
              <w:tabs>
                <w:tab w:val="left" w:pos="205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31103B" w:rsidRPr="007844F2" w:rsidRDefault="0031103B" w:rsidP="008F6984">
            <w:pPr>
              <w:rPr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>Семко Роман Александрович</w:t>
            </w:r>
          </w:p>
        </w:tc>
        <w:tc>
          <w:tcPr>
            <w:tcW w:w="4643" w:type="dxa"/>
            <w:vAlign w:val="center"/>
          </w:tcPr>
          <w:p w:rsidR="0031103B" w:rsidRPr="007844F2" w:rsidRDefault="0031103B" w:rsidP="008F6984">
            <w:pPr>
              <w:tabs>
                <w:tab w:val="left" w:pos="2055"/>
              </w:tabs>
              <w:ind w:left="34"/>
              <w:rPr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>Молодёжное автомобильное движение «SMOTRA»</w:t>
            </w:r>
          </w:p>
        </w:tc>
      </w:tr>
      <w:tr w:rsidR="0031103B" w:rsidRPr="007844F2" w:rsidTr="00DB16FF">
        <w:trPr>
          <w:trHeight w:val="687"/>
        </w:trPr>
        <w:tc>
          <w:tcPr>
            <w:tcW w:w="675" w:type="dxa"/>
            <w:vAlign w:val="center"/>
          </w:tcPr>
          <w:p w:rsidR="0031103B" w:rsidRPr="007844F2" w:rsidRDefault="0031103B" w:rsidP="00463D82">
            <w:pPr>
              <w:numPr>
                <w:ilvl w:val="0"/>
                <w:numId w:val="4"/>
              </w:numPr>
              <w:tabs>
                <w:tab w:val="left" w:pos="205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31103B" w:rsidRPr="007844F2" w:rsidRDefault="0031103B" w:rsidP="008F6984">
            <w:pPr>
              <w:ind w:right="-176"/>
              <w:rPr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>Рожнов Константин Владимирович</w:t>
            </w:r>
          </w:p>
        </w:tc>
        <w:tc>
          <w:tcPr>
            <w:tcW w:w="4643" w:type="dxa"/>
            <w:vAlign w:val="center"/>
          </w:tcPr>
          <w:p w:rsidR="0031103B" w:rsidRPr="007844F2" w:rsidRDefault="0031103B" w:rsidP="008F6984">
            <w:pPr>
              <w:tabs>
                <w:tab w:val="left" w:pos="2055"/>
              </w:tabs>
              <w:ind w:left="34"/>
              <w:rPr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>Молодёжное автомобильное движение «SMOTRA»</w:t>
            </w:r>
          </w:p>
        </w:tc>
      </w:tr>
      <w:tr w:rsidR="0031103B" w:rsidRPr="007844F2" w:rsidTr="00DB16FF">
        <w:trPr>
          <w:trHeight w:val="710"/>
        </w:trPr>
        <w:tc>
          <w:tcPr>
            <w:tcW w:w="675" w:type="dxa"/>
            <w:vAlign w:val="center"/>
          </w:tcPr>
          <w:p w:rsidR="0031103B" w:rsidRPr="007844F2" w:rsidRDefault="0031103B" w:rsidP="00463D82">
            <w:pPr>
              <w:numPr>
                <w:ilvl w:val="0"/>
                <w:numId w:val="4"/>
              </w:numPr>
              <w:tabs>
                <w:tab w:val="left" w:pos="205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31103B" w:rsidRPr="007844F2" w:rsidRDefault="0031103B" w:rsidP="008F6984">
            <w:pPr>
              <w:rPr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>Деулина Татьяна Сергеевна</w:t>
            </w:r>
          </w:p>
        </w:tc>
        <w:tc>
          <w:tcPr>
            <w:tcW w:w="4643" w:type="dxa"/>
            <w:vAlign w:val="center"/>
          </w:tcPr>
          <w:p w:rsidR="0031103B" w:rsidRPr="007844F2" w:rsidRDefault="0031103B" w:rsidP="008F6984">
            <w:pPr>
              <w:ind w:left="34" w:right="-86"/>
              <w:rPr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>Студенческий совет НФ НИТУ «МИСиС»</w:t>
            </w:r>
          </w:p>
        </w:tc>
      </w:tr>
      <w:tr w:rsidR="0031103B" w:rsidRPr="007844F2" w:rsidTr="00DB16FF">
        <w:trPr>
          <w:trHeight w:val="706"/>
        </w:trPr>
        <w:tc>
          <w:tcPr>
            <w:tcW w:w="675" w:type="dxa"/>
            <w:vAlign w:val="center"/>
          </w:tcPr>
          <w:p w:rsidR="0031103B" w:rsidRPr="007844F2" w:rsidRDefault="0031103B" w:rsidP="00463D82">
            <w:pPr>
              <w:numPr>
                <w:ilvl w:val="0"/>
                <w:numId w:val="4"/>
              </w:numPr>
              <w:tabs>
                <w:tab w:val="left" w:pos="205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31103B" w:rsidRPr="007844F2" w:rsidRDefault="0031103B" w:rsidP="008F6984">
            <w:pPr>
              <w:rPr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>Агандева Елена Игоревна</w:t>
            </w:r>
          </w:p>
        </w:tc>
        <w:tc>
          <w:tcPr>
            <w:tcW w:w="4643" w:type="dxa"/>
            <w:vAlign w:val="center"/>
          </w:tcPr>
          <w:p w:rsidR="0031103B" w:rsidRPr="007844F2" w:rsidRDefault="0031103B" w:rsidP="008F6984">
            <w:pPr>
              <w:ind w:left="34"/>
              <w:rPr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>Студенческий совет НФ НИТУ «МИСиС»</w:t>
            </w:r>
          </w:p>
        </w:tc>
      </w:tr>
      <w:tr w:rsidR="0031103B" w:rsidRPr="007844F2" w:rsidTr="00DB16FF">
        <w:trPr>
          <w:trHeight w:val="689"/>
        </w:trPr>
        <w:tc>
          <w:tcPr>
            <w:tcW w:w="675" w:type="dxa"/>
            <w:vAlign w:val="center"/>
          </w:tcPr>
          <w:p w:rsidR="0031103B" w:rsidRPr="007844F2" w:rsidRDefault="0031103B" w:rsidP="00463D82">
            <w:pPr>
              <w:numPr>
                <w:ilvl w:val="0"/>
                <w:numId w:val="4"/>
              </w:numPr>
              <w:tabs>
                <w:tab w:val="left" w:pos="205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31103B" w:rsidRPr="007844F2" w:rsidRDefault="0031103B" w:rsidP="008F6984">
            <w:pPr>
              <w:rPr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>Перчаткин Константин Сергеевич</w:t>
            </w:r>
          </w:p>
        </w:tc>
        <w:tc>
          <w:tcPr>
            <w:tcW w:w="4643" w:type="dxa"/>
            <w:vAlign w:val="center"/>
          </w:tcPr>
          <w:p w:rsidR="0031103B" w:rsidRPr="007844F2" w:rsidRDefault="0031103B" w:rsidP="008F6984">
            <w:pPr>
              <w:ind w:left="34"/>
              <w:rPr>
                <w:bCs/>
                <w:iCs/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>Студенческий совет ГАПОУ «НПК»</w:t>
            </w:r>
          </w:p>
        </w:tc>
      </w:tr>
      <w:tr w:rsidR="0031103B" w:rsidRPr="007844F2" w:rsidTr="00DB16FF">
        <w:trPr>
          <w:trHeight w:val="699"/>
        </w:trPr>
        <w:tc>
          <w:tcPr>
            <w:tcW w:w="675" w:type="dxa"/>
            <w:vAlign w:val="center"/>
          </w:tcPr>
          <w:p w:rsidR="0031103B" w:rsidRPr="007844F2" w:rsidRDefault="0031103B" w:rsidP="00463D82">
            <w:pPr>
              <w:numPr>
                <w:ilvl w:val="0"/>
                <w:numId w:val="4"/>
              </w:numPr>
              <w:tabs>
                <w:tab w:val="left" w:pos="2055"/>
              </w:tabs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31103B" w:rsidRPr="007844F2" w:rsidRDefault="0031103B" w:rsidP="008F6984">
            <w:pPr>
              <w:rPr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>Пручай Виталий Иванович</w:t>
            </w:r>
          </w:p>
        </w:tc>
        <w:tc>
          <w:tcPr>
            <w:tcW w:w="4643" w:type="dxa"/>
            <w:vAlign w:val="center"/>
          </w:tcPr>
          <w:p w:rsidR="0031103B" w:rsidRPr="007844F2" w:rsidRDefault="0031103B" w:rsidP="008F6984">
            <w:pPr>
              <w:ind w:left="34"/>
              <w:rPr>
                <w:sz w:val="28"/>
                <w:szCs w:val="28"/>
              </w:rPr>
            </w:pPr>
            <w:r w:rsidRPr="007844F2">
              <w:rPr>
                <w:color w:val="000000"/>
                <w:sz w:val="28"/>
                <w:szCs w:val="28"/>
              </w:rPr>
              <w:t>Студенческий совет ГАПОУ «НПК»</w:t>
            </w:r>
          </w:p>
        </w:tc>
      </w:tr>
    </w:tbl>
    <w:p w:rsidR="0031103B" w:rsidRPr="00463D82" w:rsidRDefault="0031103B" w:rsidP="00FD19A2">
      <w:pPr>
        <w:tabs>
          <w:tab w:val="left" w:pos="2697"/>
        </w:tabs>
      </w:pPr>
    </w:p>
    <w:sectPr w:rsidR="0031103B" w:rsidRPr="00463D82" w:rsidSect="00E5779C">
      <w:headerReference w:type="even" r:id="rId8"/>
      <w:pgSz w:w="11906" w:h="16838"/>
      <w:pgMar w:top="360" w:right="707" w:bottom="125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03B" w:rsidRDefault="0031103B">
      <w:r>
        <w:separator/>
      </w:r>
    </w:p>
  </w:endnote>
  <w:endnote w:type="continuationSeparator" w:id="1">
    <w:p w:rsidR="0031103B" w:rsidRDefault="00311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03B" w:rsidRDefault="0031103B">
      <w:r>
        <w:separator/>
      </w:r>
    </w:p>
  </w:footnote>
  <w:footnote w:type="continuationSeparator" w:id="1">
    <w:p w:rsidR="0031103B" w:rsidRDefault="00311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03B" w:rsidRDefault="0031103B" w:rsidP="00D41D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1103B" w:rsidRDefault="0031103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208F0"/>
    <w:multiLevelType w:val="singleLevel"/>
    <w:tmpl w:val="87CACFAA"/>
    <w:lvl w:ilvl="0">
      <w:start w:val="1"/>
      <w:numFmt w:val="bullet"/>
      <w:pStyle w:val="Lis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">
    <w:nsid w:val="671552DC"/>
    <w:multiLevelType w:val="hybridMultilevel"/>
    <w:tmpl w:val="F454CC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7124DDE"/>
    <w:multiLevelType w:val="hybridMultilevel"/>
    <w:tmpl w:val="BDA88984"/>
    <w:lvl w:ilvl="0" w:tplc="12D859BA">
      <w:start w:val="1"/>
      <w:numFmt w:val="decimal"/>
      <w:lvlText w:val="%1."/>
      <w:lvlJc w:val="left"/>
      <w:pPr>
        <w:ind w:left="-49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6952"/>
    <w:rsid w:val="000300BF"/>
    <w:rsid w:val="00033EA4"/>
    <w:rsid w:val="00036312"/>
    <w:rsid w:val="00042888"/>
    <w:rsid w:val="00061947"/>
    <w:rsid w:val="00082280"/>
    <w:rsid w:val="00086405"/>
    <w:rsid w:val="000A5573"/>
    <w:rsid w:val="000B3AE7"/>
    <w:rsid w:val="000C14E3"/>
    <w:rsid w:val="000C2598"/>
    <w:rsid w:val="000D1F80"/>
    <w:rsid w:val="00101505"/>
    <w:rsid w:val="00102066"/>
    <w:rsid w:val="00105F90"/>
    <w:rsid w:val="001415A0"/>
    <w:rsid w:val="00141A8C"/>
    <w:rsid w:val="00142E3F"/>
    <w:rsid w:val="00162AC4"/>
    <w:rsid w:val="00176555"/>
    <w:rsid w:val="00186D1B"/>
    <w:rsid w:val="001B3CB7"/>
    <w:rsid w:val="001C3A65"/>
    <w:rsid w:val="001C4C96"/>
    <w:rsid w:val="001C6BA8"/>
    <w:rsid w:val="001D00F6"/>
    <w:rsid w:val="001D6A7A"/>
    <w:rsid w:val="001F6B0A"/>
    <w:rsid w:val="00232ADC"/>
    <w:rsid w:val="00233BE4"/>
    <w:rsid w:val="00236A7C"/>
    <w:rsid w:val="00253EAD"/>
    <w:rsid w:val="00253EDB"/>
    <w:rsid w:val="00292CFE"/>
    <w:rsid w:val="002A38A4"/>
    <w:rsid w:val="002B363A"/>
    <w:rsid w:val="002B5E5F"/>
    <w:rsid w:val="002C0876"/>
    <w:rsid w:val="002D6A84"/>
    <w:rsid w:val="002F3F0E"/>
    <w:rsid w:val="0031103B"/>
    <w:rsid w:val="0031408D"/>
    <w:rsid w:val="0032151D"/>
    <w:rsid w:val="00321EFF"/>
    <w:rsid w:val="00341234"/>
    <w:rsid w:val="00364191"/>
    <w:rsid w:val="00372B51"/>
    <w:rsid w:val="00376141"/>
    <w:rsid w:val="00381FBD"/>
    <w:rsid w:val="00383775"/>
    <w:rsid w:val="00386B84"/>
    <w:rsid w:val="00395361"/>
    <w:rsid w:val="003A5842"/>
    <w:rsid w:val="003A6210"/>
    <w:rsid w:val="003B4990"/>
    <w:rsid w:val="003C17A3"/>
    <w:rsid w:val="003C1CB4"/>
    <w:rsid w:val="003E0DA0"/>
    <w:rsid w:val="003F0AEC"/>
    <w:rsid w:val="003F4DBA"/>
    <w:rsid w:val="003F52BC"/>
    <w:rsid w:val="0041000D"/>
    <w:rsid w:val="004308B5"/>
    <w:rsid w:val="00434360"/>
    <w:rsid w:val="00453D2E"/>
    <w:rsid w:val="00461D98"/>
    <w:rsid w:val="00463D82"/>
    <w:rsid w:val="004C519F"/>
    <w:rsid w:val="004D0B37"/>
    <w:rsid w:val="004E1565"/>
    <w:rsid w:val="00500412"/>
    <w:rsid w:val="005053F9"/>
    <w:rsid w:val="005055CC"/>
    <w:rsid w:val="005271A2"/>
    <w:rsid w:val="0053431E"/>
    <w:rsid w:val="00577695"/>
    <w:rsid w:val="005956EF"/>
    <w:rsid w:val="00596CB1"/>
    <w:rsid w:val="005A0465"/>
    <w:rsid w:val="005A676C"/>
    <w:rsid w:val="005B2C0D"/>
    <w:rsid w:val="005B468A"/>
    <w:rsid w:val="005D0AB4"/>
    <w:rsid w:val="005E7DB8"/>
    <w:rsid w:val="005F6700"/>
    <w:rsid w:val="00617060"/>
    <w:rsid w:val="006410BA"/>
    <w:rsid w:val="00660AEC"/>
    <w:rsid w:val="00667322"/>
    <w:rsid w:val="0068351B"/>
    <w:rsid w:val="006A15FE"/>
    <w:rsid w:val="006A58CF"/>
    <w:rsid w:val="006C7BDF"/>
    <w:rsid w:val="006D3A51"/>
    <w:rsid w:val="006F0BD5"/>
    <w:rsid w:val="006F172B"/>
    <w:rsid w:val="0072077D"/>
    <w:rsid w:val="00742A23"/>
    <w:rsid w:val="00755E44"/>
    <w:rsid w:val="007844F2"/>
    <w:rsid w:val="00787531"/>
    <w:rsid w:val="0079131F"/>
    <w:rsid w:val="00793CA0"/>
    <w:rsid w:val="007967F4"/>
    <w:rsid w:val="007A2E3A"/>
    <w:rsid w:val="007B4114"/>
    <w:rsid w:val="007B6EEF"/>
    <w:rsid w:val="007C06EA"/>
    <w:rsid w:val="007C6033"/>
    <w:rsid w:val="007D1FD1"/>
    <w:rsid w:val="007D23C1"/>
    <w:rsid w:val="007D3BF8"/>
    <w:rsid w:val="007E0AAA"/>
    <w:rsid w:val="007F0054"/>
    <w:rsid w:val="007F5457"/>
    <w:rsid w:val="00813B68"/>
    <w:rsid w:val="008154B5"/>
    <w:rsid w:val="00820C54"/>
    <w:rsid w:val="00832C70"/>
    <w:rsid w:val="0083489F"/>
    <w:rsid w:val="00855722"/>
    <w:rsid w:val="00857FAA"/>
    <w:rsid w:val="00867380"/>
    <w:rsid w:val="008729BD"/>
    <w:rsid w:val="00873C9B"/>
    <w:rsid w:val="008750A2"/>
    <w:rsid w:val="00882177"/>
    <w:rsid w:val="008A4392"/>
    <w:rsid w:val="008C7686"/>
    <w:rsid w:val="008E03B9"/>
    <w:rsid w:val="008E08D9"/>
    <w:rsid w:val="008F1716"/>
    <w:rsid w:val="008F6984"/>
    <w:rsid w:val="00900A9D"/>
    <w:rsid w:val="0090782B"/>
    <w:rsid w:val="009117BC"/>
    <w:rsid w:val="0091371B"/>
    <w:rsid w:val="00932A4A"/>
    <w:rsid w:val="00952B73"/>
    <w:rsid w:val="00964515"/>
    <w:rsid w:val="009739EF"/>
    <w:rsid w:val="00983867"/>
    <w:rsid w:val="00987923"/>
    <w:rsid w:val="009A0611"/>
    <w:rsid w:val="009A6D19"/>
    <w:rsid w:val="009D7940"/>
    <w:rsid w:val="009E160C"/>
    <w:rsid w:val="009E388D"/>
    <w:rsid w:val="009E5BDC"/>
    <w:rsid w:val="009F1559"/>
    <w:rsid w:val="00A01557"/>
    <w:rsid w:val="00A12227"/>
    <w:rsid w:val="00A13603"/>
    <w:rsid w:val="00A15335"/>
    <w:rsid w:val="00A24BA3"/>
    <w:rsid w:val="00A34346"/>
    <w:rsid w:val="00A54C16"/>
    <w:rsid w:val="00A7673B"/>
    <w:rsid w:val="00A8135D"/>
    <w:rsid w:val="00AA4780"/>
    <w:rsid w:val="00AA7E0D"/>
    <w:rsid w:val="00AC03EA"/>
    <w:rsid w:val="00AD1CD6"/>
    <w:rsid w:val="00AD2F54"/>
    <w:rsid w:val="00AE69F8"/>
    <w:rsid w:val="00AF037F"/>
    <w:rsid w:val="00AF0C96"/>
    <w:rsid w:val="00AF7B13"/>
    <w:rsid w:val="00B00A1E"/>
    <w:rsid w:val="00B10DD9"/>
    <w:rsid w:val="00B14339"/>
    <w:rsid w:val="00B161B3"/>
    <w:rsid w:val="00B37592"/>
    <w:rsid w:val="00B602FD"/>
    <w:rsid w:val="00B7133D"/>
    <w:rsid w:val="00B92EE6"/>
    <w:rsid w:val="00BB2265"/>
    <w:rsid w:val="00BC0C68"/>
    <w:rsid w:val="00BD390D"/>
    <w:rsid w:val="00BE03B2"/>
    <w:rsid w:val="00BE0B1E"/>
    <w:rsid w:val="00BF1036"/>
    <w:rsid w:val="00BF2BD2"/>
    <w:rsid w:val="00BF4A5B"/>
    <w:rsid w:val="00C116F5"/>
    <w:rsid w:val="00C42A53"/>
    <w:rsid w:val="00C63BA0"/>
    <w:rsid w:val="00C7602F"/>
    <w:rsid w:val="00C76B5A"/>
    <w:rsid w:val="00C9031B"/>
    <w:rsid w:val="00CA6172"/>
    <w:rsid w:val="00CC7A7B"/>
    <w:rsid w:val="00CD2B41"/>
    <w:rsid w:val="00CE5C53"/>
    <w:rsid w:val="00D05053"/>
    <w:rsid w:val="00D10AAF"/>
    <w:rsid w:val="00D27A45"/>
    <w:rsid w:val="00D357D0"/>
    <w:rsid w:val="00D414DE"/>
    <w:rsid w:val="00D41D57"/>
    <w:rsid w:val="00D53893"/>
    <w:rsid w:val="00D63DA7"/>
    <w:rsid w:val="00D706C5"/>
    <w:rsid w:val="00DB16FF"/>
    <w:rsid w:val="00DB5F9B"/>
    <w:rsid w:val="00DB7CEB"/>
    <w:rsid w:val="00DC7E87"/>
    <w:rsid w:val="00DD26A7"/>
    <w:rsid w:val="00DD2793"/>
    <w:rsid w:val="00DE5E97"/>
    <w:rsid w:val="00E03BFA"/>
    <w:rsid w:val="00E3704C"/>
    <w:rsid w:val="00E376CE"/>
    <w:rsid w:val="00E4453C"/>
    <w:rsid w:val="00E56DB8"/>
    <w:rsid w:val="00E5779C"/>
    <w:rsid w:val="00E62AC6"/>
    <w:rsid w:val="00E73361"/>
    <w:rsid w:val="00E81C80"/>
    <w:rsid w:val="00EA47B2"/>
    <w:rsid w:val="00EB703F"/>
    <w:rsid w:val="00EC56C2"/>
    <w:rsid w:val="00EE0FD1"/>
    <w:rsid w:val="00EF26C0"/>
    <w:rsid w:val="00F119F7"/>
    <w:rsid w:val="00F21A78"/>
    <w:rsid w:val="00F26952"/>
    <w:rsid w:val="00F30A76"/>
    <w:rsid w:val="00F35CB1"/>
    <w:rsid w:val="00F37748"/>
    <w:rsid w:val="00F42114"/>
    <w:rsid w:val="00F603E6"/>
    <w:rsid w:val="00F613CB"/>
    <w:rsid w:val="00F621C6"/>
    <w:rsid w:val="00F65AD8"/>
    <w:rsid w:val="00F75DCD"/>
    <w:rsid w:val="00F77EDB"/>
    <w:rsid w:val="00F85947"/>
    <w:rsid w:val="00F859FC"/>
    <w:rsid w:val="00FA4F17"/>
    <w:rsid w:val="00FB6BC6"/>
    <w:rsid w:val="00FC53D6"/>
    <w:rsid w:val="00FD083B"/>
    <w:rsid w:val="00FD19A2"/>
    <w:rsid w:val="00FD508A"/>
    <w:rsid w:val="00FE5C98"/>
    <w:rsid w:val="00FF1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7F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967F4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967F4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967F4"/>
    <w:pPr>
      <w:keepNext/>
      <w:ind w:left="2832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967F4"/>
    <w:pPr>
      <w:keepNext/>
      <w:ind w:left="-180"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2CF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92CF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92CFE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92CFE"/>
    <w:rPr>
      <w:rFonts w:ascii="Calibri" w:hAnsi="Calibri" w:cs="Times New Roman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7967F4"/>
    <w:pPr>
      <w:ind w:left="-18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92CFE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821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2CFE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BE03B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92CFE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E03B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B2C0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92CFE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86D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92CFE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186D1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92CFE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186D1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92CFE"/>
    <w:rPr>
      <w:rFonts w:cs="Times New Roman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186D1B"/>
    <w:rPr>
      <w:rFonts w:ascii="Verdana" w:hAnsi="Verdana" w:cs="Verdana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813B6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92CFE"/>
    <w:rPr>
      <w:rFonts w:cs="Times New Roman"/>
      <w:sz w:val="16"/>
      <w:szCs w:val="16"/>
    </w:rPr>
  </w:style>
  <w:style w:type="paragraph" w:customStyle="1" w:styleId="a">
    <w:name w:val="Знак"/>
    <w:basedOn w:val="Normal"/>
    <w:uiPriority w:val="99"/>
    <w:rsid w:val="00F35C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List">
    <w:name w:val="List"/>
    <w:basedOn w:val="Normal"/>
    <w:uiPriority w:val="99"/>
    <w:rsid w:val="00B14339"/>
    <w:pPr>
      <w:numPr>
        <w:numId w:val="1"/>
      </w:numPr>
      <w:spacing w:before="40" w:after="40"/>
      <w:jc w:val="both"/>
    </w:pPr>
  </w:style>
  <w:style w:type="paragraph" w:styleId="ListParagraph">
    <w:name w:val="List Paragraph"/>
    <w:basedOn w:val="Normal"/>
    <w:uiPriority w:val="99"/>
    <w:qFormat/>
    <w:rsid w:val="005E7D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463D8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75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41;&#1051;&#1040;&#1053;&#1050;&#1048;\&#1056;&#1045;&#1064;&#1045;&#1053;&#1048;&#104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70</TotalTime>
  <Pages>3</Pages>
  <Words>430</Words>
  <Characters>2454</Characters>
  <Application>Microsoft Office Outlook</Application>
  <DocSecurity>0</DocSecurity>
  <Lines>0</Lines>
  <Paragraphs>0</Paragraphs>
  <ScaleCrop>false</ScaleCrop>
  <Company>Escape Ltd.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28</cp:revision>
  <cp:lastPrinted>2017-04-25T09:39:00Z</cp:lastPrinted>
  <dcterms:created xsi:type="dcterms:W3CDTF">2017-04-06T08:46:00Z</dcterms:created>
  <dcterms:modified xsi:type="dcterms:W3CDTF">2017-05-02T03:23:00Z</dcterms:modified>
</cp:coreProperties>
</file>