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CF" w:rsidRDefault="002249CF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 w:rsidRPr="00B5766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" style="width:34.8pt;height:51.6pt;visibility:visible" filled="t" fillcolor="black">
            <v:imagedata r:id="rId4" o:title=""/>
          </v:shape>
        </w:pict>
      </w:r>
    </w:p>
    <w:p w:rsidR="002249CF" w:rsidRDefault="002249CF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2249CF" w:rsidRDefault="002249CF" w:rsidP="00D80C7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НОВОТРОИЦК</w:t>
      </w:r>
    </w:p>
    <w:p w:rsidR="002249CF" w:rsidRDefault="002249CF" w:rsidP="00D80C7C">
      <w:pPr>
        <w:jc w:val="center"/>
        <w:rPr>
          <w:b/>
          <w:sz w:val="28"/>
          <w:szCs w:val="28"/>
        </w:rPr>
      </w:pPr>
    </w:p>
    <w:p w:rsidR="002249CF" w:rsidRDefault="002249CF" w:rsidP="00D80C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2249CF" w:rsidRDefault="002249CF" w:rsidP="00D80C7C">
      <w:pPr>
        <w:jc w:val="center"/>
        <w:rPr>
          <w:sz w:val="28"/>
          <w:szCs w:val="28"/>
        </w:rPr>
      </w:pPr>
    </w:p>
    <w:p w:rsidR="002249CF" w:rsidRDefault="002249CF" w:rsidP="00D80C7C">
      <w:pPr>
        <w:rPr>
          <w:sz w:val="28"/>
          <w:szCs w:val="28"/>
        </w:rPr>
      </w:pPr>
      <w:r>
        <w:rPr>
          <w:sz w:val="28"/>
          <w:szCs w:val="28"/>
        </w:rPr>
        <w:t xml:space="preserve">17.06.2020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 Новотроицк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№ 793-п</w:t>
      </w:r>
    </w:p>
    <w:p w:rsidR="002249CF" w:rsidRDefault="002249CF" w:rsidP="00D80C7C"/>
    <w:p w:rsidR="002249CF" w:rsidRDefault="002249CF" w:rsidP="00D80C7C"/>
    <w:p w:rsidR="002249CF" w:rsidRDefault="002249CF" w:rsidP="00D80C7C"/>
    <w:p w:rsidR="002249CF" w:rsidRDefault="002249CF" w:rsidP="00AB3E6E">
      <w:pPr>
        <w:jc w:val="center"/>
        <w:rPr>
          <w:sz w:val="27"/>
          <w:szCs w:val="27"/>
        </w:rPr>
      </w:pPr>
      <w:r>
        <w:rPr>
          <w:sz w:val="28"/>
          <w:szCs w:val="28"/>
        </w:rPr>
        <w:t>О внесении изменений</w:t>
      </w:r>
      <w:r w:rsidRPr="00AB3E6E">
        <w:rPr>
          <w:sz w:val="27"/>
          <w:szCs w:val="27"/>
        </w:rPr>
        <w:t xml:space="preserve"> </w:t>
      </w:r>
      <w:r w:rsidRPr="00920F66">
        <w:rPr>
          <w:sz w:val="27"/>
          <w:szCs w:val="27"/>
        </w:rPr>
        <w:t xml:space="preserve">в </w:t>
      </w:r>
      <w:r>
        <w:rPr>
          <w:sz w:val="27"/>
          <w:szCs w:val="27"/>
        </w:rPr>
        <w:t>поста</w:t>
      </w:r>
      <w:r w:rsidRPr="00920F66">
        <w:rPr>
          <w:sz w:val="27"/>
          <w:szCs w:val="27"/>
        </w:rPr>
        <w:t>новление администрации</w:t>
      </w:r>
      <w:r>
        <w:rPr>
          <w:sz w:val="27"/>
          <w:szCs w:val="27"/>
        </w:rPr>
        <w:t xml:space="preserve"> </w:t>
      </w:r>
    </w:p>
    <w:p w:rsidR="002249CF" w:rsidRPr="00920F66" w:rsidRDefault="002249CF" w:rsidP="00AB3E6E">
      <w:pPr>
        <w:jc w:val="center"/>
        <w:rPr>
          <w:sz w:val="27"/>
          <w:szCs w:val="27"/>
        </w:rPr>
      </w:pPr>
      <w:r>
        <w:rPr>
          <w:sz w:val="27"/>
          <w:szCs w:val="27"/>
        </w:rPr>
        <w:t>муни</w:t>
      </w:r>
      <w:r w:rsidRPr="00920F66">
        <w:rPr>
          <w:sz w:val="27"/>
          <w:szCs w:val="27"/>
        </w:rPr>
        <w:t>ципального образования город</w:t>
      </w:r>
      <w:r>
        <w:rPr>
          <w:sz w:val="27"/>
          <w:szCs w:val="27"/>
        </w:rPr>
        <w:t xml:space="preserve"> Новотроицк  от 05.03.2020 № 314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</w:p>
    <w:p w:rsidR="002249CF" w:rsidRDefault="002249CF" w:rsidP="0085068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«Об образовании р</w:t>
      </w:r>
      <w:r>
        <w:rPr>
          <w:bCs/>
          <w:sz w:val="28"/>
          <w:szCs w:val="28"/>
        </w:rPr>
        <w:t xml:space="preserve">абочей группы по оперативному решению вопросов, связанных с подготовкой  проведения общероссийского голосования по  вопросу одобрения изменений в Конституцию Российской Федерации </w:t>
      </w:r>
    </w:p>
    <w:p w:rsidR="002249CF" w:rsidRPr="00B606AB" w:rsidRDefault="002249CF" w:rsidP="00E37A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</w:p>
    <w:p w:rsidR="002249CF" w:rsidRPr="00B606AB" w:rsidRDefault="002249CF" w:rsidP="00AC2B38">
      <w:pPr>
        <w:jc w:val="both"/>
        <w:rPr>
          <w:sz w:val="28"/>
          <w:szCs w:val="28"/>
        </w:rPr>
      </w:pPr>
    </w:p>
    <w:p w:rsidR="002249CF" w:rsidRDefault="002249CF" w:rsidP="000F6302">
      <w:pPr>
        <w:jc w:val="both"/>
        <w:rPr>
          <w:sz w:val="28"/>
          <w:szCs w:val="28"/>
        </w:rPr>
      </w:pPr>
      <w:r w:rsidRPr="00B606AB">
        <w:rPr>
          <w:sz w:val="28"/>
          <w:szCs w:val="28"/>
        </w:rPr>
        <w:tab/>
      </w:r>
    </w:p>
    <w:p w:rsidR="002249CF" w:rsidRDefault="002249CF" w:rsidP="000F63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распоряжением Президента Российской Федерации от 14.02.2020 № 32-рп «Об организации подготовки проведения</w:t>
      </w:r>
      <w:r w:rsidRPr="003A45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общероссийского голосования по  вопросу одобрения изменений в Конституцию Российской Федерации»</w:t>
      </w:r>
      <w:r>
        <w:rPr>
          <w:sz w:val="28"/>
          <w:szCs w:val="28"/>
        </w:rPr>
        <w:t>, постановлением Правительства Оренбургской области от 20.02.2020 № 107-пп «О мерах</w:t>
      </w:r>
      <w:r w:rsidRPr="000F63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оказанию содействия избирательным комиссиям в подготовке проведения общероссийского голосования по вопросу одобрения изменений в Конституцию Российской Федерации на территории Оренбургской области», </w:t>
      </w:r>
      <w:r w:rsidRPr="00B606AB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:rsidR="002249CF" w:rsidRDefault="002249CF" w:rsidP="007021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4912D6">
        <w:rPr>
          <w:sz w:val="28"/>
          <w:szCs w:val="28"/>
        </w:rPr>
        <w:t>Внести  в постановление администрации муниципального</w:t>
      </w:r>
      <w:r>
        <w:rPr>
          <w:sz w:val="28"/>
          <w:szCs w:val="28"/>
        </w:rPr>
        <w:t xml:space="preserve">             </w:t>
      </w:r>
      <w:r w:rsidRPr="004912D6">
        <w:rPr>
          <w:sz w:val="28"/>
          <w:szCs w:val="28"/>
        </w:rPr>
        <w:t xml:space="preserve"> образования город Новотроицк  от </w:t>
      </w:r>
      <w:r>
        <w:rPr>
          <w:sz w:val="27"/>
          <w:szCs w:val="27"/>
        </w:rPr>
        <w:t xml:space="preserve"> 05.03.2020 № 314</w:t>
      </w:r>
      <w:r w:rsidRPr="00920F66">
        <w:rPr>
          <w:sz w:val="27"/>
          <w:szCs w:val="27"/>
        </w:rPr>
        <w:t>-п</w:t>
      </w:r>
      <w:r>
        <w:rPr>
          <w:sz w:val="27"/>
          <w:szCs w:val="27"/>
        </w:rPr>
        <w:t xml:space="preserve">  </w:t>
      </w:r>
      <w:r>
        <w:rPr>
          <w:sz w:val="28"/>
          <w:szCs w:val="28"/>
        </w:rPr>
        <w:t>«Об образовании р</w:t>
      </w:r>
      <w:r>
        <w:rPr>
          <w:bCs/>
          <w:sz w:val="28"/>
          <w:szCs w:val="28"/>
        </w:rPr>
        <w:t xml:space="preserve">абочей группы по оперативному решению вопросов, связанных с подготовкой  проведения общероссийского голосования по  вопросу одобрения изменений в Конституцию Российской Федерации на территории </w:t>
      </w:r>
      <w:r w:rsidRPr="00B606AB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(далее – постановление) </w:t>
      </w:r>
      <w:r>
        <w:rPr>
          <w:sz w:val="28"/>
          <w:szCs w:val="28"/>
        </w:rPr>
        <w:t>следующие изменения</w:t>
      </w:r>
      <w:r w:rsidRPr="004912D6">
        <w:rPr>
          <w:sz w:val="28"/>
          <w:szCs w:val="28"/>
        </w:rPr>
        <w:t>:</w:t>
      </w:r>
    </w:p>
    <w:p w:rsidR="002249CF" w:rsidRDefault="002249CF" w:rsidP="007021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bookmarkStart w:id="0" w:name="_GoBack"/>
      <w:bookmarkEnd w:id="0"/>
      <w:r>
        <w:rPr>
          <w:sz w:val="28"/>
          <w:szCs w:val="28"/>
        </w:rPr>
        <w:t xml:space="preserve"> В приложении № 2</w:t>
      </w:r>
      <w:r w:rsidRPr="00702160">
        <w:rPr>
          <w:rStyle w:val="Strong"/>
          <w:b w:val="0"/>
          <w:sz w:val="28"/>
          <w:szCs w:val="28"/>
        </w:rPr>
        <w:t xml:space="preserve"> </w:t>
      </w:r>
      <w:r w:rsidRPr="004912D6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в разделе «Члены рабочей группы» (далее – раздел) слова «Бахарева Галина Васильевна» заменить на слова «Сидорова Евгения Валерьевна»; раздел дополнить текстом следующего содержания: «Маслов Евгений Владимирович, управляющий директор АО «</w:t>
      </w:r>
      <w:smartTag w:uri="urn:schemas-microsoft-com:office:smarttags" w:element="PersonName">
        <w:smartTagPr>
          <w:attr w:name="ProductID" w:val="Уральская Сталь"/>
        </w:smartTagPr>
        <w:r>
          <w:rPr>
            <w:sz w:val="28"/>
            <w:szCs w:val="28"/>
          </w:rPr>
          <w:t>Уральская Сталь</w:t>
        </w:r>
      </w:smartTag>
      <w:r>
        <w:rPr>
          <w:sz w:val="28"/>
          <w:szCs w:val="28"/>
        </w:rPr>
        <w:t>» (по согласованию); Измалкин Василий Иванович, генеральный директор АО «Новотроицкий завод хромовых соединений (по согласованию); Морозов Константин Михайлович, генеральный директор ООО «Южно-уральская Горно-перерабатывающая Компания» (по согласованию)».</w:t>
      </w:r>
    </w:p>
    <w:p w:rsidR="002249CF" w:rsidRPr="00BC145F" w:rsidRDefault="002249CF" w:rsidP="00BC145F">
      <w:pPr>
        <w:pStyle w:val="BodyTextIndent3"/>
        <w:tabs>
          <w:tab w:val="left" w:pos="637"/>
        </w:tabs>
        <w:spacing w:after="0"/>
        <w:ind w:left="0" w:hanging="89"/>
        <w:jc w:val="both"/>
        <w:rPr>
          <w:sz w:val="28"/>
          <w:szCs w:val="28"/>
          <w:lang/>
        </w:rPr>
      </w:pPr>
      <w:r>
        <w:rPr>
          <w:bCs/>
          <w:color w:val="000000"/>
          <w:sz w:val="28"/>
          <w:szCs w:val="28"/>
        </w:rPr>
        <w:t xml:space="preserve">          </w:t>
      </w:r>
      <w:r>
        <w:rPr>
          <w:bCs/>
          <w:color w:val="000000"/>
          <w:sz w:val="28"/>
          <w:szCs w:val="28"/>
          <w:lang/>
        </w:rPr>
        <w:t>2</w:t>
      </w:r>
      <w:r>
        <w:rPr>
          <w:bCs/>
          <w:color w:val="000000"/>
          <w:sz w:val="28"/>
          <w:szCs w:val="28"/>
        </w:rPr>
        <w:t xml:space="preserve">. </w:t>
      </w:r>
      <w:r w:rsidRPr="00B606AB">
        <w:rPr>
          <w:bCs/>
          <w:color w:val="000000"/>
          <w:sz w:val="28"/>
          <w:szCs w:val="28"/>
        </w:rPr>
        <w:t xml:space="preserve">Отделу </w:t>
      </w:r>
      <w:r>
        <w:rPr>
          <w:bCs/>
          <w:color w:val="000000"/>
          <w:sz w:val="28"/>
          <w:szCs w:val="28"/>
        </w:rPr>
        <w:t xml:space="preserve">   </w:t>
      </w:r>
      <w:r w:rsidRPr="00B606AB">
        <w:rPr>
          <w:bCs/>
          <w:color w:val="000000"/>
          <w:sz w:val="28"/>
          <w:szCs w:val="28"/>
        </w:rPr>
        <w:t xml:space="preserve">по </w:t>
      </w:r>
      <w:r>
        <w:rPr>
          <w:bCs/>
          <w:color w:val="000000"/>
          <w:sz w:val="28"/>
          <w:szCs w:val="28"/>
        </w:rPr>
        <w:t xml:space="preserve">   </w:t>
      </w:r>
      <w:r w:rsidRPr="00B606AB">
        <w:rPr>
          <w:bCs/>
          <w:color w:val="000000"/>
          <w:sz w:val="28"/>
          <w:szCs w:val="28"/>
        </w:rPr>
        <w:t xml:space="preserve">связям </w:t>
      </w:r>
      <w:r>
        <w:rPr>
          <w:bCs/>
          <w:color w:val="000000"/>
          <w:sz w:val="28"/>
          <w:szCs w:val="28"/>
        </w:rPr>
        <w:t xml:space="preserve">   </w:t>
      </w:r>
      <w:r w:rsidRPr="00B606AB">
        <w:rPr>
          <w:bCs/>
          <w:color w:val="000000"/>
          <w:sz w:val="28"/>
          <w:szCs w:val="28"/>
        </w:rPr>
        <w:t>с</w:t>
      </w:r>
      <w:r>
        <w:rPr>
          <w:bCs/>
          <w:color w:val="000000"/>
          <w:sz w:val="28"/>
          <w:szCs w:val="28"/>
        </w:rPr>
        <w:t xml:space="preserve"> </w:t>
      </w:r>
      <w:r w:rsidRPr="00B606A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</w:t>
      </w:r>
      <w:r w:rsidRPr="00B606AB">
        <w:rPr>
          <w:bCs/>
          <w:color w:val="000000"/>
          <w:sz w:val="28"/>
          <w:szCs w:val="28"/>
        </w:rPr>
        <w:t>общественностью</w:t>
      </w:r>
      <w:r>
        <w:rPr>
          <w:bCs/>
          <w:color w:val="000000"/>
          <w:sz w:val="28"/>
          <w:szCs w:val="28"/>
        </w:rPr>
        <w:t xml:space="preserve">  </w:t>
      </w:r>
      <w:r w:rsidRPr="00B606AB">
        <w:rPr>
          <w:bCs/>
          <w:color w:val="000000"/>
          <w:sz w:val="28"/>
          <w:szCs w:val="28"/>
        </w:rPr>
        <w:t xml:space="preserve"> администрации муниципального образования город Новотроицк (</w:t>
      </w:r>
      <w:r>
        <w:rPr>
          <w:bCs/>
          <w:color w:val="000000"/>
          <w:sz w:val="28"/>
          <w:szCs w:val="28"/>
        </w:rPr>
        <w:t>Куниртаева А.Р.</w:t>
      </w:r>
      <w:r w:rsidRPr="00B606AB">
        <w:rPr>
          <w:bCs/>
          <w:color w:val="000000"/>
          <w:sz w:val="28"/>
          <w:szCs w:val="28"/>
        </w:rPr>
        <w:t xml:space="preserve">) обеспечить </w:t>
      </w:r>
      <w:r>
        <w:rPr>
          <w:sz w:val="28"/>
          <w:szCs w:val="28"/>
        </w:rPr>
        <w:t>опубликова</w:t>
      </w:r>
      <w:r>
        <w:rPr>
          <w:sz w:val="28"/>
          <w:szCs w:val="28"/>
          <w:lang/>
        </w:rPr>
        <w:t xml:space="preserve">ние </w:t>
      </w:r>
      <w:r w:rsidRPr="00BC145F">
        <w:rPr>
          <w:sz w:val="28"/>
          <w:szCs w:val="28"/>
        </w:rPr>
        <w:t>настоя</w:t>
      </w:r>
      <w:r>
        <w:rPr>
          <w:sz w:val="28"/>
          <w:szCs w:val="28"/>
        </w:rPr>
        <w:t>ще</w:t>
      </w:r>
      <w:r>
        <w:rPr>
          <w:sz w:val="28"/>
          <w:szCs w:val="28"/>
          <w:lang/>
        </w:rPr>
        <w:t>го</w:t>
      </w:r>
      <w:r>
        <w:rPr>
          <w:sz w:val="28"/>
          <w:szCs w:val="28"/>
        </w:rPr>
        <w:t xml:space="preserve">   постановлени</w:t>
      </w:r>
      <w:r>
        <w:rPr>
          <w:sz w:val="28"/>
          <w:szCs w:val="28"/>
          <w:lang/>
        </w:rPr>
        <w:t>я</w:t>
      </w:r>
      <w:r w:rsidRPr="00BC14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 газете   «Гвардеец труда» </w:t>
      </w:r>
      <w:r w:rsidRPr="00BC145F">
        <w:rPr>
          <w:sz w:val="28"/>
          <w:szCs w:val="28"/>
        </w:rPr>
        <w:t>и  разместить  на официальном сайте администрации муниципальног</w:t>
      </w:r>
      <w:r>
        <w:rPr>
          <w:sz w:val="28"/>
          <w:szCs w:val="28"/>
        </w:rPr>
        <w:t xml:space="preserve">о образования город Новотроицк </w:t>
      </w:r>
      <w:r w:rsidRPr="00BC145F">
        <w:rPr>
          <w:sz w:val="28"/>
          <w:szCs w:val="28"/>
        </w:rPr>
        <w:t xml:space="preserve"> в  сети  «Интернет».</w:t>
      </w:r>
      <w:r>
        <w:rPr>
          <w:sz w:val="28"/>
          <w:szCs w:val="28"/>
          <w:lang/>
        </w:rPr>
        <w:t xml:space="preserve"> </w:t>
      </w:r>
    </w:p>
    <w:p w:rsidR="002249CF" w:rsidRPr="00B606AB" w:rsidRDefault="002249CF" w:rsidP="00D80C7C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3. </w:t>
      </w: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-  руководителя аппарата Мацвая Ю.Н. </w:t>
      </w:r>
    </w:p>
    <w:p w:rsidR="002249CF" w:rsidRPr="00B606AB" w:rsidRDefault="002249CF" w:rsidP="00D80C7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4</w:t>
      </w:r>
      <w:r w:rsidRPr="00B606AB">
        <w:rPr>
          <w:bCs/>
          <w:color w:val="000000"/>
          <w:sz w:val="28"/>
          <w:szCs w:val="28"/>
        </w:rPr>
        <w:t xml:space="preserve">. Постановление вступает в силу </w:t>
      </w:r>
      <w:r>
        <w:rPr>
          <w:bCs/>
          <w:color w:val="000000"/>
          <w:sz w:val="28"/>
          <w:szCs w:val="28"/>
        </w:rPr>
        <w:t xml:space="preserve">с даты его подписания и подлежит опубликованию </w:t>
      </w:r>
      <w:r>
        <w:rPr>
          <w:sz w:val="28"/>
          <w:szCs w:val="28"/>
        </w:rPr>
        <w:t>в  газете   «Гвардеец труда</w:t>
      </w:r>
      <w:r w:rsidRPr="00BC145F">
        <w:rPr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r w:rsidRPr="00BC145F">
        <w:rPr>
          <w:bCs/>
          <w:sz w:val="28"/>
          <w:szCs w:val="28"/>
        </w:rPr>
        <w:t xml:space="preserve"> </w:t>
      </w:r>
    </w:p>
    <w:p w:rsidR="002249CF" w:rsidRDefault="002249CF" w:rsidP="00D80C7C">
      <w:pPr>
        <w:pStyle w:val="BodyText2"/>
        <w:rPr>
          <w:szCs w:val="28"/>
        </w:rPr>
      </w:pPr>
    </w:p>
    <w:p w:rsidR="002249CF" w:rsidRDefault="002249CF" w:rsidP="00D80C7C">
      <w:pPr>
        <w:pStyle w:val="BodyText2"/>
        <w:rPr>
          <w:szCs w:val="28"/>
        </w:rPr>
      </w:pPr>
    </w:p>
    <w:p w:rsidR="002249CF" w:rsidRDefault="002249CF" w:rsidP="00D80C7C">
      <w:pPr>
        <w:pStyle w:val="BodyText2"/>
        <w:rPr>
          <w:szCs w:val="28"/>
        </w:rPr>
      </w:pPr>
    </w:p>
    <w:p w:rsidR="002249CF" w:rsidRPr="00B606AB" w:rsidRDefault="002249CF" w:rsidP="00D80C7C">
      <w:pPr>
        <w:pStyle w:val="BodyText2"/>
        <w:rPr>
          <w:szCs w:val="28"/>
        </w:rPr>
      </w:pPr>
      <w:r>
        <w:rPr>
          <w:szCs w:val="28"/>
        </w:rPr>
        <w:t xml:space="preserve">Глава </w:t>
      </w:r>
      <w:r w:rsidRPr="00B606AB">
        <w:rPr>
          <w:szCs w:val="28"/>
        </w:rPr>
        <w:t xml:space="preserve">муниципального образования </w:t>
      </w:r>
    </w:p>
    <w:p w:rsidR="002249CF" w:rsidRDefault="002249CF" w:rsidP="00980298">
      <w:pPr>
        <w:pStyle w:val="BodyText2"/>
        <w:rPr>
          <w:szCs w:val="28"/>
        </w:rPr>
      </w:pPr>
      <w:r w:rsidRPr="00B606AB">
        <w:rPr>
          <w:szCs w:val="28"/>
        </w:rPr>
        <w:t>город Новотроицк</w:t>
      </w:r>
      <w:r>
        <w:rPr>
          <w:szCs w:val="28"/>
        </w:rPr>
        <w:t xml:space="preserve">                                                                               Д.В. Буфетов</w:t>
      </w: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p w:rsidR="002249CF" w:rsidRDefault="002249CF" w:rsidP="00736460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526"/>
        <w:gridCol w:w="8045"/>
      </w:tblGrid>
      <w:tr w:rsidR="002249CF" w:rsidTr="00B106A3">
        <w:tc>
          <w:tcPr>
            <w:tcW w:w="1526" w:type="dxa"/>
          </w:tcPr>
          <w:p w:rsidR="002249CF" w:rsidRPr="00B106A3" w:rsidRDefault="002249CF" w:rsidP="00B106A3">
            <w:pPr>
              <w:jc w:val="both"/>
              <w:rPr>
                <w:sz w:val="28"/>
                <w:szCs w:val="28"/>
              </w:rPr>
            </w:pPr>
            <w:r w:rsidRPr="00B106A3">
              <w:rPr>
                <w:sz w:val="28"/>
                <w:szCs w:val="28"/>
              </w:rPr>
              <w:t>Разослано:</w:t>
            </w:r>
          </w:p>
        </w:tc>
        <w:tc>
          <w:tcPr>
            <w:tcW w:w="8045" w:type="dxa"/>
          </w:tcPr>
          <w:p w:rsidR="002249CF" w:rsidRPr="00B106A3" w:rsidRDefault="002249CF" w:rsidP="00B106A3">
            <w:pPr>
              <w:jc w:val="both"/>
              <w:rPr>
                <w:sz w:val="28"/>
                <w:szCs w:val="28"/>
              </w:rPr>
            </w:pPr>
            <w:r w:rsidRPr="00B106A3">
              <w:rPr>
                <w:sz w:val="28"/>
                <w:szCs w:val="28"/>
              </w:rPr>
              <w:t>Мацваю Ю.Н., Агаповой Н.И., Зайцевой И.А., Куниртаевой А.Р., ТИК г. Новотроицка, членам рабочей группы, в дело.</w:t>
            </w:r>
          </w:p>
          <w:p w:rsidR="002249CF" w:rsidRPr="00B106A3" w:rsidRDefault="002249CF" w:rsidP="00B106A3">
            <w:pPr>
              <w:jc w:val="both"/>
              <w:rPr>
                <w:sz w:val="28"/>
                <w:szCs w:val="28"/>
              </w:rPr>
            </w:pPr>
          </w:p>
        </w:tc>
      </w:tr>
    </w:tbl>
    <w:p w:rsidR="002249CF" w:rsidRPr="00DE703A" w:rsidRDefault="002249CF" w:rsidP="00DE703A">
      <w:pPr>
        <w:jc w:val="both"/>
        <w:rPr>
          <w:sz w:val="28"/>
          <w:szCs w:val="28"/>
        </w:rPr>
      </w:pPr>
      <w:smartTag w:uri="urn:schemas-microsoft-com:office:smarttags" w:element="PersonName">
        <w:r w:rsidRPr="00DE703A">
          <w:rPr>
            <w:sz w:val="28"/>
            <w:szCs w:val="28"/>
          </w:rPr>
          <w:t>Агапова Надежда Ивановна</w:t>
        </w:r>
      </w:smartTag>
      <w:r w:rsidRPr="00DE703A">
        <w:rPr>
          <w:sz w:val="28"/>
          <w:szCs w:val="28"/>
        </w:rPr>
        <w:t>, протокольный отдел, начальник</w:t>
      </w:r>
    </w:p>
    <w:p w:rsidR="002249CF" w:rsidRPr="00DE703A" w:rsidRDefault="002249CF" w:rsidP="00DE703A">
      <w:pPr>
        <w:jc w:val="both"/>
        <w:rPr>
          <w:sz w:val="28"/>
          <w:szCs w:val="28"/>
          <w:lang w:eastAsia="en-US"/>
        </w:rPr>
      </w:pPr>
      <w:r w:rsidRPr="00DE703A">
        <w:rPr>
          <w:sz w:val="28"/>
          <w:szCs w:val="28"/>
        </w:rPr>
        <w:t xml:space="preserve">(3537) 64-42-68; </w:t>
      </w:r>
      <w:r w:rsidRPr="00DE703A">
        <w:rPr>
          <w:sz w:val="28"/>
          <w:szCs w:val="28"/>
          <w:lang w:val="en-US"/>
        </w:rPr>
        <w:t>inform</w:t>
      </w:r>
      <w:r w:rsidRPr="00DE703A">
        <w:rPr>
          <w:sz w:val="28"/>
          <w:szCs w:val="28"/>
        </w:rPr>
        <w:t>@</w:t>
      </w:r>
      <w:r w:rsidRPr="00DE703A">
        <w:rPr>
          <w:sz w:val="28"/>
          <w:szCs w:val="28"/>
          <w:lang w:val="en-US"/>
        </w:rPr>
        <w:t>acc</w:t>
      </w:r>
      <w:r w:rsidRPr="00DE703A">
        <w:rPr>
          <w:sz w:val="28"/>
          <w:szCs w:val="28"/>
        </w:rPr>
        <w:t>-</w:t>
      </w:r>
      <w:r w:rsidRPr="00DE703A">
        <w:rPr>
          <w:sz w:val="28"/>
          <w:szCs w:val="28"/>
          <w:lang w:val="en-US"/>
        </w:rPr>
        <w:t>kom</w:t>
      </w:r>
      <w:r w:rsidRPr="00DE703A">
        <w:rPr>
          <w:sz w:val="28"/>
          <w:szCs w:val="28"/>
        </w:rPr>
        <w:t>.</w:t>
      </w:r>
      <w:r w:rsidRPr="00DE703A">
        <w:rPr>
          <w:sz w:val="28"/>
          <w:szCs w:val="28"/>
          <w:lang w:val="en-US"/>
        </w:rPr>
        <w:t>ru</w:t>
      </w:r>
    </w:p>
    <w:p w:rsidR="002249CF" w:rsidRDefault="002249CF" w:rsidP="007A23A8">
      <w:pPr>
        <w:tabs>
          <w:tab w:val="left" w:pos="1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экз.                      </w:t>
      </w:r>
    </w:p>
    <w:p w:rsidR="002249CF" w:rsidRDefault="002249CF" w:rsidP="00971AAC">
      <w:pPr>
        <w:ind w:left="4956"/>
        <w:jc w:val="both"/>
        <w:rPr>
          <w:sz w:val="28"/>
          <w:szCs w:val="28"/>
        </w:rPr>
      </w:pPr>
    </w:p>
    <w:sectPr w:rsidR="002249CF" w:rsidSect="009C52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7DB"/>
    <w:rsid w:val="00007D8E"/>
    <w:rsid w:val="000206A7"/>
    <w:rsid w:val="000308BC"/>
    <w:rsid w:val="00031DE1"/>
    <w:rsid w:val="00032710"/>
    <w:rsid w:val="00052D38"/>
    <w:rsid w:val="0005513B"/>
    <w:rsid w:val="00055238"/>
    <w:rsid w:val="00061953"/>
    <w:rsid w:val="00064C70"/>
    <w:rsid w:val="00082289"/>
    <w:rsid w:val="0009270B"/>
    <w:rsid w:val="000933FA"/>
    <w:rsid w:val="00094F2F"/>
    <w:rsid w:val="000A0466"/>
    <w:rsid w:val="000A136B"/>
    <w:rsid w:val="000B17DB"/>
    <w:rsid w:val="000C5EC1"/>
    <w:rsid w:val="000D685B"/>
    <w:rsid w:val="000E00DE"/>
    <w:rsid w:val="000E0AB4"/>
    <w:rsid w:val="000F6302"/>
    <w:rsid w:val="000F6942"/>
    <w:rsid w:val="001134D6"/>
    <w:rsid w:val="00134642"/>
    <w:rsid w:val="001529B2"/>
    <w:rsid w:val="00161694"/>
    <w:rsid w:val="00164EE4"/>
    <w:rsid w:val="00167B48"/>
    <w:rsid w:val="00173BCA"/>
    <w:rsid w:val="00182DB0"/>
    <w:rsid w:val="00196BD5"/>
    <w:rsid w:val="001A0A09"/>
    <w:rsid w:val="001A33B2"/>
    <w:rsid w:val="001A5022"/>
    <w:rsid w:val="001B00BD"/>
    <w:rsid w:val="001B11E9"/>
    <w:rsid w:val="001D6BD2"/>
    <w:rsid w:val="001F4138"/>
    <w:rsid w:val="001F54E9"/>
    <w:rsid w:val="00211D6B"/>
    <w:rsid w:val="002241CB"/>
    <w:rsid w:val="0022473C"/>
    <w:rsid w:val="002249CF"/>
    <w:rsid w:val="0025458F"/>
    <w:rsid w:val="0026152C"/>
    <w:rsid w:val="00262006"/>
    <w:rsid w:val="0027193E"/>
    <w:rsid w:val="002721D4"/>
    <w:rsid w:val="00281422"/>
    <w:rsid w:val="0028167E"/>
    <w:rsid w:val="002978FB"/>
    <w:rsid w:val="002A2332"/>
    <w:rsid w:val="002A3147"/>
    <w:rsid w:val="002B7A92"/>
    <w:rsid w:val="002C290D"/>
    <w:rsid w:val="002C3E00"/>
    <w:rsid w:val="002D2AA1"/>
    <w:rsid w:val="002D40C7"/>
    <w:rsid w:val="002E52F4"/>
    <w:rsid w:val="003139FA"/>
    <w:rsid w:val="0033391C"/>
    <w:rsid w:val="0033613B"/>
    <w:rsid w:val="003411A0"/>
    <w:rsid w:val="0035448F"/>
    <w:rsid w:val="00355BF7"/>
    <w:rsid w:val="003632CF"/>
    <w:rsid w:val="0037003C"/>
    <w:rsid w:val="003A45E3"/>
    <w:rsid w:val="003A5794"/>
    <w:rsid w:val="003B3DBB"/>
    <w:rsid w:val="003B7B73"/>
    <w:rsid w:val="003C6D4D"/>
    <w:rsid w:val="003E3014"/>
    <w:rsid w:val="003E48DA"/>
    <w:rsid w:val="003F75E2"/>
    <w:rsid w:val="00410A4E"/>
    <w:rsid w:val="00421298"/>
    <w:rsid w:val="00433941"/>
    <w:rsid w:val="00443DBD"/>
    <w:rsid w:val="00444A1F"/>
    <w:rsid w:val="00452092"/>
    <w:rsid w:val="004734AE"/>
    <w:rsid w:val="00480284"/>
    <w:rsid w:val="00483408"/>
    <w:rsid w:val="004847E4"/>
    <w:rsid w:val="004912D6"/>
    <w:rsid w:val="004A0D55"/>
    <w:rsid w:val="004A5F99"/>
    <w:rsid w:val="004C1107"/>
    <w:rsid w:val="004E22DB"/>
    <w:rsid w:val="004E354F"/>
    <w:rsid w:val="0050302F"/>
    <w:rsid w:val="00504101"/>
    <w:rsid w:val="005048B6"/>
    <w:rsid w:val="005158F0"/>
    <w:rsid w:val="00521810"/>
    <w:rsid w:val="0053479F"/>
    <w:rsid w:val="00536B46"/>
    <w:rsid w:val="005627BE"/>
    <w:rsid w:val="0057029F"/>
    <w:rsid w:val="00580155"/>
    <w:rsid w:val="00586F01"/>
    <w:rsid w:val="00590AE5"/>
    <w:rsid w:val="00590F87"/>
    <w:rsid w:val="005A52EE"/>
    <w:rsid w:val="005B7C12"/>
    <w:rsid w:val="005D5598"/>
    <w:rsid w:val="005D716E"/>
    <w:rsid w:val="005E4092"/>
    <w:rsid w:val="00610762"/>
    <w:rsid w:val="00611345"/>
    <w:rsid w:val="00612584"/>
    <w:rsid w:val="0064210B"/>
    <w:rsid w:val="00644B46"/>
    <w:rsid w:val="00657355"/>
    <w:rsid w:val="00663465"/>
    <w:rsid w:val="00663A43"/>
    <w:rsid w:val="006751EB"/>
    <w:rsid w:val="006759F3"/>
    <w:rsid w:val="006912EE"/>
    <w:rsid w:val="00694143"/>
    <w:rsid w:val="006A3BBA"/>
    <w:rsid w:val="006A4EE1"/>
    <w:rsid w:val="006B2596"/>
    <w:rsid w:val="006C773D"/>
    <w:rsid w:val="006D6780"/>
    <w:rsid w:val="006E065A"/>
    <w:rsid w:val="006E1F60"/>
    <w:rsid w:val="006E5053"/>
    <w:rsid w:val="006E6DE3"/>
    <w:rsid w:val="00700565"/>
    <w:rsid w:val="00702160"/>
    <w:rsid w:val="00713D15"/>
    <w:rsid w:val="00715FF0"/>
    <w:rsid w:val="007206A3"/>
    <w:rsid w:val="00723061"/>
    <w:rsid w:val="00727486"/>
    <w:rsid w:val="00736460"/>
    <w:rsid w:val="007610FD"/>
    <w:rsid w:val="00767F8F"/>
    <w:rsid w:val="00782731"/>
    <w:rsid w:val="00783029"/>
    <w:rsid w:val="007A23A8"/>
    <w:rsid w:val="007A5D73"/>
    <w:rsid w:val="007B04F3"/>
    <w:rsid w:val="007B68D0"/>
    <w:rsid w:val="007C0757"/>
    <w:rsid w:val="007C4E9F"/>
    <w:rsid w:val="007D2050"/>
    <w:rsid w:val="007D2FF6"/>
    <w:rsid w:val="007F24EB"/>
    <w:rsid w:val="007F4FB1"/>
    <w:rsid w:val="00806F2B"/>
    <w:rsid w:val="008150F1"/>
    <w:rsid w:val="0081549A"/>
    <w:rsid w:val="008266F2"/>
    <w:rsid w:val="00834018"/>
    <w:rsid w:val="00837CC9"/>
    <w:rsid w:val="0084362D"/>
    <w:rsid w:val="00850685"/>
    <w:rsid w:val="00860562"/>
    <w:rsid w:val="00861C8E"/>
    <w:rsid w:val="008861B1"/>
    <w:rsid w:val="008A587B"/>
    <w:rsid w:val="008B3DD6"/>
    <w:rsid w:val="008C7B38"/>
    <w:rsid w:val="008D3691"/>
    <w:rsid w:val="008E03C1"/>
    <w:rsid w:val="008E043E"/>
    <w:rsid w:val="008E5D95"/>
    <w:rsid w:val="0090172C"/>
    <w:rsid w:val="00911067"/>
    <w:rsid w:val="00920F66"/>
    <w:rsid w:val="00920F91"/>
    <w:rsid w:val="0092564A"/>
    <w:rsid w:val="00932F09"/>
    <w:rsid w:val="00936FFF"/>
    <w:rsid w:val="00940926"/>
    <w:rsid w:val="00942A83"/>
    <w:rsid w:val="00942F7A"/>
    <w:rsid w:val="00947388"/>
    <w:rsid w:val="0094775B"/>
    <w:rsid w:val="00950AF6"/>
    <w:rsid w:val="0096167E"/>
    <w:rsid w:val="00962B4C"/>
    <w:rsid w:val="00965204"/>
    <w:rsid w:val="00971AAC"/>
    <w:rsid w:val="00980298"/>
    <w:rsid w:val="009917F2"/>
    <w:rsid w:val="00992318"/>
    <w:rsid w:val="009A241C"/>
    <w:rsid w:val="009B5009"/>
    <w:rsid w:val="009C52E2"/>
    <w:rsid w:val="009C793D"/>
    <w:rsid w:val="009D0F45"/>
    <w:rsid w:val="009E1AE3"/>
    <w:rsid w:val="009F491D"/>
    <w:rsid w:val="00A0213A"/>
    <w:rsid w:val="00A03581"/>
    <w:rsid w:val="00A2216D"/>
    <w:rsid w:val="00A24743"/>
    <w:rsid w:val="00A41211"/>
    <w:rsid w:val="00A42D30"/>
    <w:rsid w:val="00A44BB4"/>
    <w:rsid w:val="00A508C5"/>
    <w:rsid w:val="00A64FB3"/>
    <w:rsid w:val="00A7694F"/>
    <w:rsid w:val="00A77B34"/>
    <w:rsid w:val="00AA3841"/>
    <w:rsid w:val="00AA485A"/>
    <w:rsid w:val="00AA7D53"/>
    <w:rsid w:val="00AB3E6E"/>
    <w:rsid w:val="00AB4EB9"/>
    <w:rsid w:val="00AC2B38"/>
    <w:rsid w:val="00AC7EC9"/>
    <w:rsid w:val="00AF65D4"/>
    <w:rsid w:val="00B05795"/>
    <w:rsid w:val="00B106A3"/>
    <w:rsid w:val="00B11DA7"/>
    <w:rsid w:val="00B46609"/>
    <w:rsid w:val="00B5258B"/>
    <w:rsid w:val="00B53FB1"/>
    <w:rsid w:val="00B57669"/>
    <w:rsid w:val="00B606AB"/>
    <w:rsid w:val="00B628F6"/>
    <w:rsid w:val="00B64B7A"/>
    <w:rsid w:val="00B671F9"/>
    <w:rsid w:val="00B825D0"/>
    <w:rsid w:val="00B93DE0"/>
    <w:rsid w:val="00BA1358"/>
    <w:rsid w:val="00BC145F"/>
    <w:rsid w:val="00BC498F"/>
    <w:rsid w:val="00BD0A08"/>
    <w:rsid w:val="00BD3B52"/>
    <w:rsid w:val="00BD3EA2"/>
    <w:rsid w:val="00BD6386"/>
    <w:rsid w:val="00BE07DB"/>
    <w:rsid w:val="00BE7915"/>
    <w:rsid w:val="00BF6438"/>
    <w:rsid w:val="00BF72CF"/>
    <w:rsid w:val="00C232FC"/>
    <w:rsid w:val="00C25518"/>
    <w:rsid w:val="00C32C68"/>
    <w:rsid w:val="00C32F40"/>
    <w:rsid w:val="00C35DAA"/>
    <w:rsid w:val="00C45259"/>
    <w:rsid w:val="00C55A05"/>
    <w:rsid w:val="00C561F9"/>
    <w:rsid w:val="00C5752C"/>
    <w:rsid w:val="00C64789"/>
    <w:rsid w:val="00C72947"/>
    <w:rsid w:val="00C843D3"/>
    <w:rsid w:val="00C91609"/>
    <w:rsid w:val="00CA18D2"/>
    <w:rsid w:val="00CA67A4"/>
    <w:rsid w:val="00CC0A21"/>
    <w:rsid w:val="00CC5FDD"/>
    <w:rsid w:val="00CD39F6"/>
    <w:rsid w:val="00CD4D3B"/>
    <w:rsid w:val="00CE2969"/>
    <w:rsid w:val="00D24FF1"/>
    <w:rsid w:val="00D32FDB"/>
    <w:rsid w:val="00D36413"/>
    <w:rsid w:val="00D370C1"/>
    <w:rsid w:val="00D41C05"/>
    <w:rsid w:val="00D42EEE"/>
    <w:rsid w:val="00D53B09"/>
    <w:rsid w:val="00D57ECF"/>
    <w:rsid w:val="00D80C7C"/>
    <w:rsid w:val="00D80D15"/>
    <w:rsid w:val="00D90357"/>
    <w:rsid w:val="00D94932"/>
    <w:rsid w:val="00DA52A6"/>
    <w:rsid w:val="00DA5408"/>
    <w:rsid w:val="00DB1473"/>
    <w:rsid w:val="00DB5929"/>
    <w:rsid w:val="00DB5EAF"/>
    <w:rsid w:val="00DB6B23"/>
    <w:rsid w:val="00DC2435"/>
    <w:rsid w:val="00DD0030"/>
    <w:rsid w:val="00DD22D6"/>
    <w:rsid w:val="00DE4138"/>
    <w:rsid w:val="00DE666C"/>
    <w:rsid w:val="00DE703A"/>
    <w:rsid w:val="00DF2561"/>
    <w:rsid w:val="00DF42C5"/>
    <w:rsid w:val="00E03C4F"/>
    <w:rsid w:val="00E11497"/>
    <w:rsid w:val="00E12185"/>
    <w:rsid w:val="00E1346C"/>
    <w:rsid w:val="00E24208"/>
    <w:rsid w:val="00E26BB3"/>
    <w:rsid w:val="00E37A75"/>
    <w:rsid w:val="00E404E5"/>
    <w:rsid w:val="00E506DA"/>
    <w:rsid w:val="00E51248"/>
    <w:rsid w:val="00E74DE9"/>
    <w:rsid w:val="00E8638B"/>
    <w:rsid w:val="00E95B91"/>
    <w:rsid w:val="00EA3388"/>
    <w:rsid w:val="00EA478A"/>
    <w:rsid w:val="00EA6D8C"/>
    <w:rsid w:val="00EB5829"/>
    <w:rsid w:val="00EC1C97"/>
    <w:rsid w:val="00EC3102"/>
    <w:rsid w:val="00ED4018"/>
    <w:rsid w:val="00EE1B4E"/>
    <w:rsid w:val="00EE37C5"/>
    <w:rsid w:val="00EF4551"/>
    <w:rsid w:val="00EF7F65"/>
    <w:rsid w:val="00F0284F"/>
    <w:rsid w:val="00F03F25"/>
    <w:rsid w:val="00F05814"/>
    <w:rsid w:val="00F337A9"/>
    <w:rsid w:val="00F42637"/>
    <w:rsid w:val="00F670C0"/>
    <w:rsid w:val="00F7684C"/>
    <w:rsid w:val="00F80B31"/>
    <w:rsid w:val="00F936FA"/>
    <w:rsid w:val="00FA3304"/>
    <w:rsid w:val="00FA67AD"/>
    <w:rsid w:val="00FB1C00"/>
    <w:rsid w:val="00FB6768"/>
    <w:rsid w:val="00FB7409"/>
    <w:rsid w:val="00FD1E49"/>
    <w:rsid w:val="00FD31B6"/>
    <w:rsid w:val="00FD6014"/>
    <w:rsid w:val="00FD6135"/>
    <w:rsid w:val="00FD7479"/>
    <w:rsid w:val="00FE38ED"/>
    <w:rsid w:val="00FF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C7C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694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7694F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D80C7C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80C7C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D80C7C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80C7C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80C7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80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99"/>
    <w:qFormat/>
    <w:rsid w:val="00D80C7C"/>
    <w:rPr>
      <w:rFonts w:cs="Times New Roman"/>
      <w:b/>
      <w:bCs/>
    </w:rPr>
  </w:style>
  <w:style w:type="paragraph" w:customStyle="1" w:styleId="ConsPlusNormal">
    <w:name w:val="ConsPlusNormal"/>
    <w:uiPriority w:val="99"/>
    <w:rsid w:val="00D80C7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83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3029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DB14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semiHidden/>
    <w:rsid w:val="00BC14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C145F"/>
    <w:rPr>
      <w:rFonts w:ascii="Times New Roman" w:hAnsi="Times New Roman" w:cs="Times New Roman"/>
      <w:sz w:val="16"/>
      <w:szCs w:val="16"/>
      <w:lang/>
    </w:rPr>
  </w:style>
  <w:style w:type="paragraph" w:styleId="BodyTextIndent">
    <w:name w:val="Body Text Indent"/>
    <w:basedOn w:val="Normal"/>
    <w:link w:val="BodyTextIndentChar"/>
    <w:uiPriority w:val="99"/>
    <w:semiHidden/>
    <w:rsid w:val="00A769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7694F"/>
    <w:rPr>
      <w:rFonts w:ascii="Times New Roman" w:hAnsi="Times New Roman" w:cs="Times New Roman"/>
      <w:sz w:val="24"/>
      <w:szCs w:val="24"/>
      <w:lang w:eastAsia="ru-RU"/>
    </w:rPr>
  </w:style>
  <w:style w:type="paragraph" w:styleId="E-mailSignature">
    <w:name w:val="E-mail Signature"/>
    <w:basedOn w:val="Normal"/>
    <w:link w:val="E-mailSignatureChar"/>
    <w:uiPriority w:val="99"/>
    <w:rsid w:val="00BD3B52"/>
    <w:rPr>
      <w:rFonts w:eastAsia="Calibri"/>
    </w:rPr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BD3B5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2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5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5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5186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83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185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5184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5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5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25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251848">
                                          <w:marLeft w:val="0"/>
                                          <w:marRight w:val="48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251865">
                                              <w:marLeft w:val="30"/>
                                              <w:marRight w:val="15"/>
                                              <w:marTop w:val="1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251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5184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5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5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5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4439</TotalTime>
  <Pages>2</Pages>
  <Words>470</Words>
  <Characters>2681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ghukovaek</cp:lastModifiedBy>
  <cp:revision>238</cp:revision>
  <cp:lastPrinted>2020-06-15T10:54:00Z</cp:lastPrinted>
  <dcterms:created xsi:type="dcterms:W3CDTF">2016-07-14T14:03:00Z</dcterms:created>
  <dcterms:modified xsi:type="dcterms:W3CDTF">2020-06-22T06:54:00Z</dcterms:modified>
</cp:coreProperties>
</file>