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D33" w:rsidRPr="00857F2F" w:rsidRDefault="00996D33" w:rsidP="00A05D07">
      <w:pPr>
        <w:tabs>
          <w:tab w:val="left" w:pos="4320"/>
        </w:tabs>
        <w:jc w:val="center"/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2" o:spid="_x0000_s1026" type="#_x0000_t75" alt="Герб" style="position:absolute;left:0;text-align:left;margin-left:221.5pt;margin-top:-9.1pt;width:35pt;height:52pt;z-index:251658240;visibility:visible" filled="t" fillcolor="black">
            <v:imagedata r:id="rId4" o:title=""/>
          </v:shape>
        </w:pict>
      </w:r>
    </w:p>
    <w:p w:rsidR="00996D33" w:rsidRPr="00A05D07" w:rsidRDefault="00996D33" w:rsidP="00A05D07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996D33" w:rsidRPr="00A05D07" w:rsidRDefault="00996D33" w:rsidP="00A05D07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996D33" w:rsidRPr="00A05D07" w:rsidRDefault="00996D33" w:rsidP="00A05D07">
      <w:pPr>
        <w:tabs>
          <w:tab w:val="left" w:pos="4320"/>
        </w:tabs>
        <w:jc w:val="center"/>
        <w:rPr>
          <w:b/>
          <w:sz w:val="28"/>
          <w:szCs w:val="28"/>
        </w:rPr>
      </w:pPr>
      <w:r w:rsidRPr="00A05D07">
        <w:rPr>
          <w:b/>
          <w:sz w:val="28"/>
          <w:szCs w:val="28"/>
        </w:rPr>
        <w:t>АДМИНИСТРАЦИЯ МУНИЦИПАЛЬНОГО ОБРАЗОВАНИЯ</w:t>
      </w:r>
    </w:p>
    <w:p w:rsidR="00996D33" w:rsidRPr="00A05D07" w:rsidRDefault="00996D33" w:rsidP="00A05D07">
      <w:pPr>
        <w:tabs>
          <w:tab w:val="left" w:pos="4320"/>
        </w:tabs>
        <w:jc w:val="center"/>
        <w:rPr>
          <w:b/>
          <w:sz w:val="28"/>
          <w:szCs w:val="28"/>
        </w:rPr>
      </w:pPr>
      <w:r w:rsidRPr="00A05D07">
        <w:rPr>
          <w:b/>
          <w:sz w:val="28"/>
          <w:szCs w:val="28"/>
        </w:rPr>
        <w:t>ГОРОД НОВОТРОИЦК ОРЕНБУРГСКОЙ  ОБЛАСТИ</w:t>
      </w:r>
    </w:p>
    <w:p w:rsidR="00996D33" w:rsidRPr="00A05D07" w:rsidRDefault="00996D33" w:rsidP="00A05D07">
      <w:pPr>
        <w:jc w:val="center"/>
        <w:rPr>
          <w:b/>
          <w:sz w:val="28"/>
          <w:szCs w:val="28"/>
        </w:rPr>
      </w:pPr>
    </w:p>
    <w:p w:rsidR="00996D33" w:rsidRPr="00A05D07" w:rsidRDefault="00996D33" w:rsidP="00A05D07">
      <w:pPr>
        <w:jc w:val="center"/>
        <w:rPr>
          <w:b/>
          <w:sz w:val="32"/>
          <w:szCs w:val="32"/>
        </w:rPr>
      </w:pPr>
      <w:r w:rsidRPr="00A05D07">
        <w:rPr>
          <w:b/>
          <w:sz w:val="32"/>
          <w:szCs w:val="32"/>
        </w:rPr>
        <w:t>П О С Т А Н О В Л Е Н И Е</w:t>
      </w:r>
    </w:p>
    <w:p w:rsidR="00996D33" w:rsidRPr="00A05D07" w:rsidRDefault="00996D33" w:rsidP="00A05D07">
      <w:pPr>
        <w:jc w:val="center"/>
        <w:rPr>
          <w:sz w:val="28"/>
          <w:szCs w:val="28"/>
        </w:rPr>
      </w:pPr>
    </w:p>
    <w:p w:rsidR="00996D33" w:rsidRPr="00A05D07" w:rsidRDefault="00996D33" w:rsidP="00A05D07">
      <w:pPr>
        <w:rPr>
          <w:sz w:val="28"/>
          <w:szCs w:val="28"/>
        </w:rPr>
      </w:pPr>
      <w:r>
        <w:rPr>
          <w:sz w:val="28"/>
          <w:szCs w:val="28"/>
        </w:rPr>
        <w:t>18.06.2019</w:t>
      </w:r>
      <w:r w:rsidRPr="00A05D07">
        <w:rPr>
          <w:sz w:val="28"/>
          <w:szCs w:val="28"/>
        </w:rPr>
        <w:tab/>
      </w:r>
      <w:r w:rsidRPr="00A05D07">
        <w:rPr>
          <w:sz w:val="28"/>
          <w:szCs w:val="28"/>
        </w:rPr>
        <w:tab/>
      </w:r>
      <w:r>
        <w:rPr>
          <w:sz w:val="28"/>
          <w:szCs w:val="28"/>
        </w:rPr>
        <w:t xml:space="preserve">          </w:t>
      </w:r>
      <w:r w:rsidRPr="00A05D0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</w:t>
      </w:r>
      <w:r w:rsidRPr="00A05D07">
        <w:rPr>
          <w:sz w:val="28"/>
          <w:szCs w:val="28"/>
        </w:rPr>
        <w:t xml:space="preserve"> г. Новотроицк</w:t>
      </w:r>
      <w:r w:rsidRPr="00A05D07">
        <w:rPr>
          <w:sz w:val="28"/>
          <w:szCs w:val="28"/>
        </w:rPr>
        <w:tab/>
      </w:r>
      <w:r w:rsidRPr="00A05D07">
        <w:rPr>
          <w:sz w:val="28"/>
          <w:szCs w:val="28"/>
        </w:rPr>
        <w:tab/>
      </w:r>
      <w:r w:rsidRPr="00A05D07">
        <w:rPr>
          <w:sz w:val="28"/>
          <w:szCs w:val="28"/>
        </w:rPr>
        <w:tab/>
      </w: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  <w:t xml:space="preserve">        № 932-п</w:t>
      </w:r>
    </w:p>
    <w:p w:rsidR="00996D33" w:rsidRPr="00A05D07" w:rsidRDefault="00996D33" w:rsidP="00A05D07">
      <w:pPr>
        <w:jc w:val="center"/>
        <w:rPr>
          <w:sz w:val="22"/>
          <w:szCs w:val="22"/>
        </w:rPr>
      </w:pPr>
    </w:p>
    <w:p w:rsidR="00996D33" w:rsidRDefault="00996D33" w:rsidP="00857F2F">
      <w:pPr>
        <w:jc w:val="center"/>
        <w:rPr>
          <w:kern w:val="36"/>
          <w:sz w:val="28"/>
          <w:szCs w:val="28"/>
        </w:rPr>
      </w:pPr>
    </w:p>
    <w:p w:rsidR="00996D33" w:rsidRDefault="00996D33" w:rsidP="00857F2F">
      <w:pPr>
        <w:jc w:val="center"/>
        <w:rPr>
          <w:sz w:val="28"/>
          <w:szCs w:val="28"/>
        </w:rPr>
      </w:pPr>
      <w:r>
        <w:rPr>
          <w:kern w:val="36"/>
          <w:sz w:val="28"/>
          <w:szCs w:val="28"/>
        </w:rPr>
        <w:t xml:space="preserve">Об определении перечня </w:t>
      </w:r>
      <w:r w:rsidRPr="00857F2F">
        <w:rPr>
          <w:sz w:val="28"/>
          <w:szCs w:val="28"/>
        </w:rPr>
        <w:t xml:space="preserve">помещений, </w:t>
      </w:r>
    </w:p>
    <w:p w:rsidR="00996D33" w:rsidRDefault="00996D33" w:rsidP="00C05F53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Pr="00857F2F">
        <w:rPr>
          <w:sz w:val="28"/>
          <w:szCs w:val="28"/>
        </w:rPr>
        <w:t>редоставляемых</w:t>
      </w:r>
      <w:r>
        <w:rPr>
          <w:sz w:val="28"/>
          <w:szCs w:val="28"/>
        </w:rPr>
        <w:t xml:space="preserve"> </w:t>
      </w:r>
      <w:r w:rsidRPr="00857F2F">
        <w:rPr>
          <w:sz w:val="28"/>
          <w:szCs w:val="28"/>
        </w:rPr>
        <w:t xml:space="preserve">для проведения агитационных </w:t>
      </w:r>
      <w:r>
        <w:rPr>
          <w:sz w:val="28"/>
          <w:szCs w:val="28"/>
        </w:rPr>
        <w:t xml:space="preserve">публичных </w:t>
      </w:r>
    </w:p>
    <w:p w:rsidR="00996D33" w:rsidRDefault="00996D33" w:rsidP="00C05F53">
      <w:pPr>
        <w:jc w:val="center"/>
        <w:rPr>
          <w:bCs/>
          <w:sz w:val="28"/>
          <w:szCs w:val="28"/>
        </w:rPr>
      </w:pPr>
      <w:r>
        <w:rPr>
          <w:sz w:val="28"/>
          <w:szCs w:val="28"/>
        </w:rPr>
        <w:t>мероприятий с избирателями</w:t>
      </w:r>
      <w:r>
        <w:rPr>
          <w:bCs/>
          <w:sz w:val="28"/>
          <w:szCs w:val="28"/>
        </w:rPr>
        <w:t xml:space="preserve">, </w:t>
      </w:r>
      <w:r w:rsidRPr="00C05F53">
        <w:rPr>
          <w:bCs/>
          <w:sz w:val="28"/>
          <w:szCs w:val="28"/>
        </w:rPr>
        <w:t xml:space="preserve">в период проведения выборов </w:t>
      </w:r>
    </w:p>
    <w:p w:rsidR="00996D33" w:rsidRPr="00C05F53" w:rsidRDefault="00996D33" w:rsidP="00C05F53">
      <w:pPr>
        <w:jc w:val="center"/>
        <w:rPr>
          <w:rFonts w:ascii="Cambria" w:hAnsi="Cambria"/>
          <w:b/>
          <w:color w:val="365F91"/>
          <w:sz w:val="28"/>
          <w:szCs w:val="28"/>
        </w:rPr>
      </w:pPr>
      <w:r w:rsidRPr="00C05F53">
        <w:rPr>
          <w:bCs/>
          <w:sz w:val="28"/>
          <w:szCs w:val="28"/>
        </w:rPr>
        <w:t>Губернатора Оренбургской области</w:t>
      </w:r>
      <w:r w:rsidRPr="00C05F53">
        <w:rPr>
          <w:rFonts w:ascii="Cambria" w:hAnsi="Cambria"/>
          <w:b/>
          <w:bCs/>
          <w:sz w:val="28"/>
          <w:szCs w:val="28"/>
        </w:rPr>
        <w:t xml:space="preserve">  </w:t>
      </w:r>
    </w:p>
    <w:p w:rsidR="00996D33" w:rsidRPr="00A166E5" w:rsidRDefault="00996D33" w:rsidP="00A166E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96D33" w:rsidRPr="00A05D07" w:rsidRDefault="00996D33" w:rsidP="00A05D07"/>
    <w:p w:rsidR="00996D33" w:rsidRDefault="00996D33" w:rsidP="00C05F53">
      <w:pPr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ab/>
      </w:r>
      <w:r>
        <w:rPr>
          <w:sz w:val="28"/>
          <w:szCs w:val="28"/>
        </w:rPr>
        <w:t>В соответствии с Федеральным</w:t>
      </w:r>
      <w:r w:rsidRPr="00B606AB">
        <w:rPr>
          <w:sz w:val="28"/>
          <w:szCs w:val="28"/>
        </w:rPr>
        <w:t xml:space="preserve"> за</w:t>
      </w:r>
      <w:r>
        <w:rPr>
          <w:sz w:val="28"/>
          <w:szCs w:val="28"/>
        </w:rPr>
        <w:t xml:space="preserve">коном от 12 июня </w:t>
      </w:r>
      <w:r w:rsidRPr="00B606AB">
        <w:rPr>
          <w:sz w:val="28"/>
          <w:szCs w:val="28"/>
        </w:rPr>
        <w:t>2002 года № 67-ФЗ «Об основных гарантиях избирательных прав и права на участие в референдуме граждан Российской Федера</w:t>
      </w:r>
      <w:r>
        <w:rPr>
          <w:sz w:val="28"/>
          <w:szCs w:val="28"/>
        </w:rPr>
        <w:t>ции», Законом Оренбургской  области от 25 июня 2019 года № 883/250-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-ОЗ «О выборах Губернатора Оренбургской области», </w:t>
      </w:r>
      <w:r w:rsidRPr="00B606AB">
        <w:rPr>
          <w:sz w:val="28"/>
          <w:szCs w:val="28"/>
        </w:rPr>
        <w:t>руководствуясь статьями 28, 38 Устава муниципального образования город Новотроицк Оренбургской области:</w:t>
      </w:r>
    </w:p>
    <w:p w:rsidR="00996D33" w:rsidRDefault="00996D33" w:rsidP="00EF7CE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Определить перечень помещений, находящихся в муниципальной собственности муниципального образования город Новотроицк,  предоставляемых для проведения зарегистрированными кандидатами агитационных публичных мероприятий с избирателями в форме собраний  при подготовке к проведению выборов Губернатора Оренбургской области согласно приложению № 1.</w:t>
      </w:r>
    </w:p>
    <w:p w:rsidR="00996D33" w:rsidRDefault="00996D33" w:rsidP="00C05F5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Помещения предоставлять на безвозмездной основе на основании заявки на предоставление помещения (далее – заявка) по установленной форме согласно приложению № 2.</w:t>
      </w:r>
    </w:p>
    <w:p w:rsidR="00996D33" w:rsidRDefault="00996D33" w:rsidP="00A05D0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 Рекомендовать предоставлять помещения по заявкам:</w:t>
      </w:r>
    </w:p>
    <w:p w:rsidR="00996D33" w:rsidRDefault="00996D33" w:rsidP="00A05D0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3.1. Директору муниципального казенного учреждения «Административно-хозяйственный центр муниципального образования город Новотроицк» Мельникову В.П. - помещение конференц-зала в здании администрации муниципального образования город Новотроицк по адресу: ул. Советская, дом 80 (далее – муниципальное помещение);</w:t>
      </w:r>
    </w:p>
    <w:p w:rsidR="00996D33" w:rsidRDefault="00996D33" w:rsidP="00A05D0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3.2. Директору муниципального автономного учреждения культуры «Дворец культуры металлургов города Новотроицка» (далее – муниципальное учреждение № 1) Шеиной С.В., директору муниципального автономного учреждения культуры «Молодежный центр» (далее - муниципальное учреждение № 2) Щербакову С.В. -  помещения в зданиях муниципальных учреждений № 1 и № 2.</w:t>
      </w:r>
    </w:p>
    <w:p w:rsidR="00996D33" w:rsidRPr="00526A05" w:rsidRDefault="00996D33" w:rsidP="0030559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 Рекомендовать Шеиной С.В., Щербакову С.В., Мельникову В.П. предоставлять помещения по заявкам и направлять в территориальную избирательную комиссию г. Новотроицка (далее – ТИК) в установленные действующим законодательством сроки уведомления, подготовленные по установленной форме (далее – уведомление) согласно приложению № 3, предварительно согласовав их с заместителем главы муниципального образования город Новотроицк - руководителем аппарата Мацваем Ю.Н.   </w:t>
      </w:r>
    </w:p>
    <w:p w:rsidR="00996D33" w:rsidRDefault="00996D33" w:rsidP="00A05D07">
      <w:pPr>
        <w:pStyle w:val="BodyTextIndent3"/>
        <w:tabs>
          <w:tab w:val="left" w:pos="637"/>
        </w:tabs>
        <w:spacing w:after="0"/>
        <w:ind w:left="-91" w:right="-61" w:hanging="89"/>
        <w:jc w:val="both"/>
        <w:rPr>
          <w:sz w:val="26"/>
          <w:szCs w:val="26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/>
        </w:rPr>
        <w:t>5</w:t>
      </w:r>
      <w:r>
        <w:rPr>
          <w:sz w:val="28"/>
          <w:szCs w:val="28"/>
        </w:rPr>
        <w:t xml:space="preserve">. Отделу     по     связям      с     общественностью     администрации        муниципального     образования       город    Новотроицк   </w:t>
      </w:r>
      <w:r>
        <w:rPr>
          <w:sz w:val="28"/>
          <w:szCs w:val="28"/>
          <w:lang/>
        </w:rPr>
        <w:t>(Куниртаева А.Р.</w:t>
      </w:r>
      <w:r>
        <w:rPr>
          <w:sz w:val="28"/>
          <w:szCs w:val="28"/>
        </w:rPr>
        <w:t xml:space="preserve">) </w:t>
      </w:r>
      <w:r>
        <w:rPr>
          <w:sz w:val="28"/>
          <w:szCs w:val="28"/>
          <w:lang/>
        </w:rPr>
        <w:t xml:space="preserve">организовать </w:t>
      </w:r>
      <w:r>
        <w:rPr>
          <w:sz w:val="28"/>
          <w:szCs w:val="28"/>
        </w:rPr>
        <w:t>опубликова</w:t>
      </w:r>
      <w:r>
        <w:rPr>
          <w:sz w:val="28"/>
          <w:szCs w:val="28"/>
          <w:lang/>
        </w:rPr>
        <w:t>ние</w:t>
      </w:r>
      <w:r>
        <w:rPr>
          <w:sz w:val="28"/>
          <w:szCs w:val="28"/>
        </w:rPr>
        <w:t xml:space="preserve">   настояще</w:t>
      </w:r>
      <w:r>
        <w:rPr>
          <w:sz w:val="28"/>
          <w:szCs w:val="28"/>
          <w:lang/>
        </w:rPr>
        <w:t>го</w:t>
      </w:r>
      <w:r>
        <w:rPr>
          <w:sz w:val="28"/>
          <w:szCs w:val="28"/>
        </w:rPr>
        <w:t xml:space="preserve">   постановлени</w:t>
      </w:r>
      <w:r>
        <w:rPr>
          <w:sz w:val="28"/>
          <w:szCs w:val="28"/>
          <w:lang/>
        </w:rPr>
        <w:t>я</w:t>
      </w:r>
      <w:r>
        <w:rPr>
          <w:sz w:val="28"/>
          <w:szCs w:val="28"/>
        </w:rPr>
        <w:t xml:space="preserve">   в  газете   «Гвардеец труда»  и  разместить</w:t>
      </w:r>
      <w:r>
        <w:rPr>
          <w:sz w:val="28"/>
          <w:szCs w:val="28"/>
          <w:lang/>
        </w:rPr>
        <w:t xml:space="preserve"> </w:t>
      </w:r>
      <w:r>
        <w:rPr>
          <w:sz w:val="28"/>
          <w:szCs w:val="28"/>
        </w:rPr>
        <w:t>на официальном сайте администрации муниципального образования город Новотроицк  в  сети  «Интернет».</w:t>
      </w:r>
    </w:p>
    <w:p w:rsidR="00996D33" w:rsidRDefault="00996D33" w:rsidP="00A05D07">
      <w:pPr>
        <w:pStyle w:val="Body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6. Контроль за исполнением данного постановления возложить на заместителя главы муниципального образования город Новотроицк - руководителя аппарата Мацвая Ю.Н. </w:t>
      </w:r>
    </w:p>
    <w:p w:rsidR="00996D33" w:rsidRDefault="00996D33" w:rsidP="00AA4EFD">
      <w:pPr>
        <w:pStyle w:val="Body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7. Постановление вступает в силу со дня его подписания и подлежит опубликованию в газете «Гвардеец труда».</w:t>
      </w:r>
    </w:p>
    <w:p w:rsidR="00996D33" w:rsidRDefault="00996D33" w:rsidP="00AA4EFD">
      <w:pPr>
        <w:pStyle w:val="BodyText"/>
        <w:rPr>
          <w:rFonts w:ascii="Times New Roman" w:hAnsi="Times New Roman" w:cs="Times New Roman"/>
          <w:sz w:val="28"/>
          <w:szCs w:val="28"/>
        </w:rPr>
      </w:pPr>
    </w:p>
    <w:p w:rsidR="00996D33" w:rsidRDefault="00996D33" w:rsidP="00AA4EFD">
      <w:pPr>
        <w:pStyle w:val="BodyText"/>
        <w:rPr>
          <w:rFonts w:ascii="Times New Roman" w:hAnsi="Times New Roman" w:cs="Times New Roman"/>
          <w:sz w:val="28"/>
          <w:szCs w:val="28"/>
        </w:rPr>
      </w:pPr>
    </w:p>
    <w:p w:rsidR="00996D33" w:rsidRPr="00AA4EFD" w:rsidRDefault="00996D33" w:rsidP="00AA4EFD">
      <w:pPr>
        <w:pStyle w:val="BodyText"/>
        <w:rPr>
          <w:rFonts w:ascii="Times New Roman" w:hAnsi="Times New Roman" w:cs="Times New Roman"/>
          <w:sz w:val="28"/>
          <w:szCs w:val="28"/>
        </w:rPr>
      </w:pPr>
    </w:p>
    <w:p w:rsidR="00996D33" w:rsidRPr="00A05D07" w:rsidRDefault="00996D33" w:rsidP="00A05D07">
      <w:pPr>
        <w:rPr>
          <w:sz w:val="28"/>
        </w:rPr>
      </w:pPr>
      <w:r>
        <w:rPr>
          <w:sz w:val="28"/>
        </w:rPr>
        <w:t xml:space="preserve">Глава </w:t>
      </w:r>
      <w:r w:rsidRPr="00A05D07">
        <w:rPr>
          <w:sz w:val="28"/>
        </w:rPr>
        <w:t>муниципального образования</w:t>
      </w:r>
    </w:p>
    <w:p w:rsidR="00996D33" w:rsidRPr="00A05D07" w:rsidRDefault="00996D33" w:rsidP="00A05D07">
      <w:pPr>
        <w:rPr>
          <w:sz w:val="28"/>
        </w:rPr>
      </w:pPr>
      <w:r w:rsidRPr="00A05D07">
        <w:rPr>
          <w:sz w:val="28"/>
        </w:rPr>
        <w:t>город Новотроицк</w:t>
      </w:r>
      <w:r>
        <w:rPr>
          <w:sz w:val="28"/>
        </w:rPr>
        <w:t xml:space="preserve">                                                                               Д.В. Буфетов</w:t>
      </w:r>
    </w:p>
    <w:p w:rsidR="00996D33" w:rsidRPr="00A05D07" w:rsidRDefault="00996D33" w:rsidP="00A05D07">
      <w:pPr>
        <w:rPr>
          <w:sz w:val="28"/>
        </w:rPr>
      </w:pPr>
    </w:p>
    <w:p w:rsidR="00996D33" w:rsidRDefault="00996D33" w:rsidP="00A05D07">
      <w:pPr>
        <w:rPr>
          <w:sz w:val="28"/>
        </w:rPr>
      </w:pPr>
    </w:p>
    <w:p w:rsidR="00996D33" w:rsidRDefault="00996D33" w:rsidP="00A05D07">
      <w:pPr>
        <w:rPr>
          <w:sz w:val="28"/>
        </w:rPr>
      </w:pPr>
    </w:p>
    <w:p w:rsidR="00996D33" w:rsidRDefault="00996D33" w:rsidP="00A05D07">
      <w:pPr>
        <w:rPr>
          <w:sz w:val="28"/>
        </w:rPr>
      </w:pPr>
    </w:p>
    <w:p w:rsidR="00996D33" w:rsidRDefault="00996D33" w:rsidP="00A05D07">
      <w:pPr>
        <w:rPr>
          <w:sz w:val="28"/>
        </w:rPr>
      </w:pPr>
    </w:p>
    <w:p w:rsidR="00996D33" w:rsidRDefault="00996D33" w:rsidP="00A05D07">
      <w:pPr>
        <w:rPr>
          <w:sz w:val="28"/>
        </w:rPr>
      </w:pPr>
    </w:p>
    <w:p w:rsidR="00996D33" w:rsidRDefault="00996D33" w:rsidP="00A05D07">
      <w:pPr>
        <w:rPr>
          <w:sz w:val="28"/>
        </w:rPr>
      </w:pPr>
    </w:p>
    <w:p w:rsidR="00996D33" w:rsidRDefault="00996D33" w:rsidP="00A05D07">
      <w:pPr>
        <w:rPr>
          <w:sz w:val="28"/>
        </w:rPr>
      </w:pPr>
    </w:p>
    <w:p w:rsidR="00996D33" w:rsidRDefault="00996D33" w:rsidP="00A05D07">
      <w:pPr>
        <w:rPr>
          <w:sz w:val="28"/>
        </w:rPr>
      </w:pPr>
    </w:p>
    <w:p w:rsidR="00996D33" w:rsidRDefault="00996D33" w:rsidP="00A05D07">
      <w:pPr>
        <w:rPr>
          <w:sz w:val="28"/>
        </w:rPr>
      </w:pPr>
    </w:p>
    <w:p w:rsidR="00996D33" w:rsidRDefault="00996D33" w:rsidP="00A05D07">
      <w:pPr>
        <w:rPr>
          <w:sz w:val="28"/>
        </w:rPr>
      </w:pPr>
      <w:bookmarkStart w:id="0" w:name="_GoBack"/>
      <w:bookmarkEnd w:id="0"/>
    </w:p>
    <w:p w:rsidR="00996D33" w:rsidRDefault="00996D33" w:rsidP="00A05D07">
      <w:pPr>
        <w:rPr>
          <w:sz w:val="28"/>
        </w:rPr>
      </w:pPr>
    </w:p>
    <w:p w:rsidR="00996D33" w:rsidRDefault="00996D33" w:rsidP="00A05D07">
      <w:pPr>
        <w:rPr>
          <w:sz w:val="28"/>
        </w:rPr>
      </w:pPr>
    </w:p>
    <w:p w:rsidR="00996D33" w:rsidRDefault="00996D33" w:rsidP="00A05D07">
      <w:pPr>
        <w:rPr>
          <w:sz w:val="28"/>
        </w:rPr>
      </w:pPr>
    </w:p>
    <w:p w:rsidR="00996D33" w:rsidRDefault="00996D33" w:rsidP="00A05D07">
      <w:pPr>
        <w:rPr>
          <w:sz w:val="28"/>
        </w:rPr>
      </w:pPr>
    </w:p>
    <w:p w:rsidR="00996D33" w:rsidRDefault="00996D33" w:rsidP="00A05D07">
      <w:pPr>
        <w:rPr>
          <w:sz w:val="28"/>
        </w:rPr>
      </w:pPr>
    </w:p>
    <w:p w:rsidR="00996D33" w:rsidRDefault="00996D33" w:rsidP="00A05D07">
      <w:pPr>
        <w:rPr>
          <w:sz w:val="28"/>
        </w:rPr>
      </w:pPr>
    </w:p>
    <w:tbl>
      <w:tblPr>
        <w:tblW w:w="0" w:type="auto"/>
        <w:tblLook w:val="00A0"/>
      </w:tblPr>
      <w:tblGrid>
        <w:gridCol w:w="1526"/>
        <w:gridCol w:w="8045"/>
      </w:tblGrid>
      <w:tr w:rsidR="00996D33" w:rsidTr="00311E53">
        <w:tc>
          <w:tcPr>
            <w:tcW w:w="1526" w:type="dxa"/>
          </w:tcPr>
          <w:p w:rsidR="00996D33" w:rsidRPr="00311E53" w:rsidRDefault="00996D33" w:rsidP="00A05D07">
            <w:pPr>
              <w:rPr>
                <w:sz w:val="28"/>
                <w:szCs w:val="22"/>
              </w:rPr>
            </w:pPr>
            <w:r w:rsidRPr="00311E53">
              <w:rPr>
                <w:sz w:val="28"/>
                <w:szCs w:val="28"/>
              </w:rPr>
              <w:t>Разослано:</w:t>
            </w:r>
          </w:p>
        </w:tc>
        <w:tc>
          <w:tcPr>
            <w:tcW w:w="8045" w:type="dxa"/>
          </w:tcPr>
          <w:p w:rsidR="00996D33" w:rsidRPr="00311E53" w:rsidRDefault="00996D33" w:rsidP="00311E53">
            <w:pPr>
              <w:jc w:val="both"/>
              <w:rPr>
                <w:sz w:val="28"/>
                <w:szCs w:val="22"/>
              </w:rPr>
            </w:pPr>
            <w:r w:rsidRPr="00311E53">
              <w:rPr>
                <w:sz w:val="28"/>
                <w:szCs w:val="28"/>
              </w:rPr>
              <w:t xml:space="preserve">Мацваю Ю.Н., Рузановой Т.А., Агаповой Н.И., Куниртаевой А.Р., ТИК г. Новотроицка, Шеиной С.В., Щербакову С.В., Мельникову В.П., </w:t>
            </w:r>
            <w:r w:rsidRPr="00311E53">
              <w:rPr>
                <w:sz w:val="28"/>
                <w:szCs w:val="22"/>
              </w:rPr>
              <w:t>в дело.</w:t>
            </w:r>
          </w:p>
        </w:tc>
      </w:tr>
    </w:tbl>
    <w:p w:rsidR="00996D33" w:rsidRPr="00A05D07" w:rsidRDefault="00996D33" w:rsidP="00A05D07">
      <w:pPr>
        <w:rPr>
          <w:sz w:val="28"/>
        </w:rPr>
      </w:pPr>
    </w:p>
    <w:p w:rsidR="00996D33" w:rsidRPr="009B215E" w:rsidRDefault="00996D33" w:rsidP="00A05D07">
      <w:pPr>
        <w:pStyle w:val="BodyText"/>
        <w:rPr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Н.И. Агапова, 64-42-68, </w:t>
      </w:r>
    </w:p>
    <w:p w:rsidR="00996D33" w:rsidRDefault="00996D33" w:rsidP="00705AF4">
      <w:pPr>
        <w:pStyle w:val="Body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 экз.</w:t>
      </w:r>
    </w:p>
    <w:p w:rsidR="00996D33" w:rsidRDefault="00996D33" w:rsidP="00705AF4">
      <w:pPr>
        <w:pStyle w:val="BodyText"/>
        <w:rPr>
          <w:rFonts w:ascii="Times New Roman" w:hAnsi="Times New Roman" w:cs="Times New Roman"/>
          <w:sz w:val="28"/>
          <w:szCs w:val="28"/>
        </w:rPr>
      </w:pPr>
    </w:p>
    <w:p w:rsidR="00996D33" w:rsidRDefault="00996D33" w:rsidP="00705AF4">
      <w:pPr>
        <w:pStyle w:val="BodyText"/>
        <w:rPr>
          <w:rFonts w:ascii="Times New Roman" w:hAnsi="Times New Roman" w:cs="Times New Roman"/>
          <w:sz w:val="28"/>
          <w:szCs w:val="28"/>
        </w:rPr>
      </w:pPr>
    </w:p>
    <w:p w:rsidR="00996D33" w:rsidRPr="00A05D07" w:rsidRDefault="00996D33" w:rsidP="00A166E5">
      <w:pPr>
        <w:ind w:left="5664" w:firstLine="708"/>
        <w:jc w:val="right"/>
        <w:rPr>
          <w:sz w:val="28"/>
        </w:rPr>
      </w:pPr>
      <w:r w:rsidRPr="00A05D07">
        <w:rPr>
          <w:sz w:val="28"/>
        </w:rPr>
        <w:t>Приложение</w:t>
      </w:r>
      <w:r>
        <w:rPr>
          <w:sz w:val="28"/>
        </w:rPr>
        <w:t xml:space="preserve"> № 1</w:t>
      </w:r>
    </w:p>
    <w:p w:rsidR="00996D33" w:rsidRPr="00A05D07" w:rsidRDefault="00996D33" w:rsidP="00A166E5">
      <w:pPr>
        <w:ind w:left="4956"/>
        <w:jc w:val="right"/>
        <w:rPr>
          <w:sz w:val="28"/>
        </w:rPr>
      </w:pPr>
      <w:r w:rsidRPr="00A05D07">
        <w:rPr>
          <w:sz w:val="28"/>
        </w:rPr>
        <w:t>к постановлению администрации</w:t>
      </w:r>
    </w:p>
    <w:p w:rsidR="00996D33" w:rsidRPr="00A05D07" w:rsidRDefault="00996D33" w:rsidP="00A166E5">
      <w:pPr>
        <w:ind w:left="4248" w:firstLine="708"/>
        <w:jc w:val="right"/>
        <w:rPr>
          <w:sz w:val="28"/>
        </w:rPr>
      </w:pPr>
      <w:r w:rsidRPr="00A05D07">
        <w:rPr>
          <w:sz w:val="28"/>
        </w:rPr>
        <w:t>муниципального образования</w:t>
      </w:r>
    </w:p>
    <w:p w:rsidR="00996D33" w:rsidRPr="00A05D07" w:rsidRDefault="00996D33" w:rsidP="00A166E5">
      <w:pPr>
        <w:ind w:left="4956" w:firstLine="708"/>
        <w:jc w:val="right"/>
        <w:rPr>
          <w:sz w:val="28"/>
        </w:rPr>
      </w:pPr>
      <w:r w:rsidRPr="00A05D07">
        <w:rPr>
          <w:sz w:val="28"/>
        </w:rPr>
        <w:t>город Новотроицк</w:t>
      </w:r>
    </w:p>
    <w:p w:rsidR="00996D33" w:rsidRPr="00A05D07" w:rsidRDefault="00996D33" w:rsidP="00A166E5">
      <w:pPr>
        <w:ind w:left="4956" w:firstLine="708"/>
        <w:jc w:val="right"/>
        <w:rPr>
          <w:sz w:val="28"/>
        </w:rPr>
      </w:pPr>
      <w:r>
        <w:rPr>
          <w:sz w:val="28"/>
        </w:rPr>
        <w:t>от 18.06.2019  № 932-п</w:t>
      </w:r>
    </w:p>
    <w:p w:rsidR="00996D33" w:rsidRDefault="00996D33" w:rsidP="00A05D07">
      <w:pPr>
        <w:pStyle w:val="BodyText"/>
        <w:tabs>
          <w:tab w:val="left" w:pos="4962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996D33" w:rsidRDefault="00996D33" w:rsidP="00A05D07">
      <w:pPr>
        <w:pStyle w:val="BodyText"/>
        <w:tabs>
          <w:tab w:val="left" w:pos="4962"/>
        </w:tabs>
        <w:jc w:val="right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</w:p>
    <w:p w:rsidR="00996D33" w:rsidRDefault="00996D33" w:rsidP="00705AF4">
      <w:pPr>
        <w:tabs>
          <w:tab w:val="left" w:pos="4962"/>
        </w:tabs>
        <w:rPr>
          <w:sz w:val="28"/>
          <w:szCs w:val="28"/>
        </w:rPr>
      </w:pPr>
    </w:p>
    <w:p w:rsidR="00996D33" w:rsidRDefault="00996D33" w:rsidP="001D4433">
      <w:pPr>
        <w:jc w:val="center"/>
        <w:rPr>
          <w:b/>
          <w:sz w:val="28"/>
          <w:szCs w:val="28"/>
        </w:rPr>
      </w:pPr>
      <w:r w:rsidRPr="001D4433">
        <w:rPr>
          <w:b/>
          <w:sz w:val="28"/>
          <w:szCs w:val="28"/>
        </w:rPr>
        <w:t xml:space="preserve">Перечень помещений, </w:t>
      </w:r>
    </w:p>
    <w:p w:rsidR="00996D33" w:rsidRDefault="00996D33" w:rsidP="001D4433">
      <w:pPr>
        <w:jc w:val="center"/>
        <w:rPr>
          <w:b/>
          <w:sz w:val="28"/>
          <w:szCs w:val="28"/>
        </w:rPr>
      </w:pPr>
      <w:r w:rsidRPr="001D4433">
        <w:rPr>
          <w:b/>
          <w:sz w:val="28"/>
          <w:szCs w:val="28"/>
        </w:rPr>
        <w:t xml:space="preserve">находящихся в муниципальной собственности </w:t>
      </w:r>
    </w:p>
    <w:p w:rsidR="00996D33" w:rsidRPr="001D4433" w:rsidRDefault="00996D33" w:rsidP="001D4433">
      <w:pPr>
        <w:jc w:val="center"/>
        <w:rPr>
          <w:b/>
          <w:sz w:val="28"/>
          <w:szCs w:val="28"/>
        </w:rPr>
      </w:pPr>
      <w:r w:rsidRPr="001D4433">
        <w:rPr>
          <w:b/>
          <w:sz w:val="28"/>
          <w:szCs w:val="28"/>
        </w:rPr>
        <w:t>муниципального образования город Новотроицк</w:t>
      </w:r>
    </w:p>
    <w:p w:rsidR="00996D33" w:rsidRPr="001D4433" w:rsidRDefault="00996D33" w:rsidP="001D4433">
      <w:pPr>
        <w:jc w:val="center"/>
        <w:rPr>
          <w:b/>
          <w:sz w:val="28"/>
          <w:szCs w:val="28"/>
        </w:rPr>
      </w:pPr>
    </w:p>
    <w:p w:rsidR="00996D33" w:rsidRDefault="00996D33" w:rsidP="00705AF4">
      <w:pPr>
        <w:rPr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2552"/>
        <w:gridCol w:w="2693"/>
        <w:gridCol w:w="3544"/>
      </w:tblGrid>
      <w:tr w:rsidR="00996D33" w:rsidTr="008D4EAD">
        <w:tc>
          <w:tcPr>
            <w:tcW w:w="675" w:type="dxa"/>
          </w:tcPr>
          <w:p w:rsidR="00996D33" w:rsidRDefault="00996D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996D33" w:rsidRDefault="00996D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2552" w:type="dxa"/>
          </w:tcPr>
          <w:p w:rsidR="00996D33" w:rsidRDefault="00996D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учреждения </w:t>
            </w:r>
          </w:p>
          <w:p w:rsidR="00996D33" w:rsidRDefault="00996D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996D33" w:rsidRDefault="00996D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Месторасполо-</w:t>
            </w:r>
          </w:p>
          <w:p w:rsidR="00996D33" w:rsidRDefault="00996D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жение помещения</w:t>
            </w:r>
          </w:p>
        </w:tc>
        <w:tc>
          <w:tcPr>
            <w:tcW w:w="3544" w:type="dxa"/>
          </w:tcPr>
          <w:p w:rsidR="00996D33" w:rsidRDefault="00996D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Дата/время</w:t>
            </w:r>
          </w:p>
        </w:tc>
      </w:tr>
      <w:tr w:rsidR="00996D33" w:rsidTr="008D4EAD">
        <w:tc>
          <w:tcPr>
            <w:tcW w:w="675" w:type="dxa"/>
          </w:tcPr>
          <w:p w:rsidR="00996D33" w:rsidRDefault="00996D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552" w:type="dxa"/>
          </w:tcPr>
          <w:p w:rsidR="00996D33" w:rsidRDefault="00996D3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Здание администрации муниципального образования город Новотроицк</w:t>
            </w:r>
          </w:p>
          <w:p w:rsidR="00996D33" w:rsidRDefault="00996D33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996D33" w:rsidRDefault="00996D33" w:rsidP="00F305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Новотроицк, </w:t>
            </w:r>
          </w:p>
          <w:p w:rsidR="00996D33" w:rsidRDefault="00996D33" w:rsidP="00F305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Советская, д.80, </w:t>
            </w:r>
          </w:p>
          <w:p w:rsidR="00996D33" w:rsidRDefault="00996D33" w:rsidP="00F305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конференц-зал </w:t>
            </w:r>
          </w:p>
        </w:tc>
        <w:tc>
          <w:tcPr>
            <w:tcW w:w="3544" w:type="dxa"/>
          </w:tcPr>
          <w:p w:rsidR="00996D33" w:rsidRDefault="00996D33" w:rsidP="00BF6D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Дата и время, установленные ТИК, согласованные с заместителем главы муниципального образования город Новотроицк - руководителем аппарата </w:t>
            </w:r>
          </w:p>
        </w:tc>
      </w:tr>
      <w:tr w:rsidR="00996D33" w:rsidTr="008D4EAD">
        <w:tc>
          <w:tcPr>
            <w:tcW w:w="675" w:type="dxa"/>
          </w:tcPr>
          <w:p w:rsidR="00996D33" w:rsidRDefault="00996D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552" w:type="dxa"/>
          </w:tcPr>
          <w:p w:rsidR="00996D33" w:rsidRDefault="00996D3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автономное учреждение культуры  «Дворец культуры металлургов города  Новотроицка»</w:t>
            </w:r>
          </w:p>
        </w:tc>
        <w:tc>
          <w:tcPr>
            <w:tcW w:w="2693" w:type="dxa"/>
          </w:tcPr>
          <w:p w:rsidR="00996D33" w:rsidRDefault="00996D33" w:rsidP="00F305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Новотроицк,</w:t>
            </w:r>
          </w:p>
          <w:p w:rsidR="00996D33" w:rsidRDefault="00996D33" w:rsidP="006F6B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Советская, д. 33, малый зал</w:t>
            </w:r>
          </w:p>
        </w:tc>
        <w:tc>
          <w:tcPr>
            <w:tcW w:w="3544" w:type="dxa"/>
          </w:tcPr>
          <w:p w:rsidR="00996D33" w:rsidRDefault="00996D33" w:rsidP="00F305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и время, установленные ИКМО, согласованные с руководителем муниципального учреждения</w:t>
            </w:r>
          </w:p>
        </w:tc>
      </w:tr>
      <w:tr w:rsidR="00996D33" w:rsidTr="008D4EAD">
        <w:tc>
          <w:tcPr>
            <w:tcW w:w="675" w:type="dxa"/>
          </w:tcPr>
          <w:p w:rsidR="00996D33" w:rsidRDefault="00996D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552" w:type="dxa"/>
          </w:tcPr>
          <w:p w:rsidR="00996D33" w:rsidRDefault="00996D3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автономное учреждение культуры  «Молодежный центр»</w:t>
            </w:r>
          </w:p>
        </w:tc>
        <w:tc>
          <w:tcPr>
            <w:tcW w:w="2693" w:type="dxa"/>
          </w:tcPr>
          <w:p w:rsidR="00996D33" w:rsidRDefault="00996D3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Новотроицк,</w:t>
            </w:r>
          </w:p>
          <w:p w:rsidR="00996D33" w:rsidRDefault="00996D3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Мира, д. 14, малый зал</w:t>
            </w:r>
          </w:p>
          <w:p w:rsidR="00996D33" w:rsidRDefault="00996D33" w:rsidP="00F305EC">
            <w:p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996D33" w:rsidRDefault="00996D33" w:rsidP="00BF6D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и время, установленные ТИК, согласованные с руководителем муниципального учреждения</w:t>
            </w:r>
          </w:p>
        </w:tc>
      </w:tr>
    </w:tbl>
    <w:p w:rsidR="00996D33" w:rsidRDefault="00996D33" w:rsidP="00705AF4">
      <w:pPr>
        <w:jc w:val="both"/>
        <w:rPr>
          <w:sz w:val="28"/>
          <w:szCs w:val="28"/>
        </w:rPr>
      </w:pPr>
    </w:p>
    <w:p w:rsidR="00996D33" w:rsidRDefault="00996D33" w:rsidP="00835FF0">
      <w:pPr>
        <w:ind w:left="-142"/>
        <w:jc w:val="both"/>
        <w:rPr>
          <w:sz w:val="28"/>
          <w:szCs w:val="28"/>
        </w:rPr>
      </w:pPr>
    </w:p>
    <w:p w:rsidR="00996D33" w:rsidRDefault="00996D33" w:rsidP="00835FF0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протокольного отдела </w:t>
      </w:r>
    </w:p>
    <w:p w:rsidR="00996D33" w:rsidRDefault="00996D33" w:rsidP="00835FF0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 образования</w:t>
      </w:r>
    </w:p>
    <w:p w:rsidR="00996D33" w:rsidRDefault="00996D33" w:rsidP="0069497F">
      <w:pPr>
        <w:ind w:left="-142" w:right="-1"/>
        <w:jc w:val="both"/>
        <w:rPr>
          <w:sz w:val="28"/>
          <w:szCs w:val="28"/>
        </w:rPr>
      </w:pPr>
      <w:r>
        <w:rPr>
          <w:sz w:val="28"/>
          <w:szCs w:val="28"/>
        </w:rPr>
        <w:t>город Новотроицк                                                                                Н.И. Агапова</w:t>
      </w:r>
    </w:p>
    <w:p w:rsidR="00996D33" w:rsidRDefault="00996D33" w:rsidP="00A166E5">
      <w:pPr>
        <w:pStyle w:val="BodyText"/>
        <w:rPr>
          <w:rFonts w:ascii="Times New Roman" w:hAnsi="Times New Roman" w:cs="Times New Roman"/>
          <w:sz w:val="28"/>
          <w:szCs w:val="28"/>
        </w:rPr>
      </w:pPr>
    </w:p>
    <w:p w:rsidR="00996D33" w:rsidRPr="00A05D07" w:rsidRDefault="00996D33" w:rsidP="00A166E5">
      <w:pPr>
        <w:ind w:left="5664" w:firstLine="708"/>
        <w:jc w:val="right"/>
        <w:rPr>
          <w:sz w:val="28"/>
        </w:rPr>
      </w:pPr>
      <w:r w:rsidRPr="00A05D07">
        <w:rPr>
          <w:sz w:val="28"/>
        </w:rPr>
        <w:t xml:space="preserve">  Приложение</w:t>
      </w:r>
      <w:r>
        <w:rPr>
          <w:sz w:val="28"/>
        </w:rPr>
        <w:t xml:space="preserve"> № 2</w:t>
      </w:r>
    </w:p>
    <w:p w:rsidR="00996D33" w:rsidRPr="00A05D07" w:rsidRDefault="00996D33" w:rsidP="00A166E5">
      <w:pPr>
        <w:ind w:left="4956"/>
        <w:jc w:val="right"/>
        <w:rPr>
          <w:sz w:val="28"/>
        </w:rPr>
      </w:pPr>
      <w:r w:rsidRPr="00A05D07">
        <w:rPr>
          <w:sz w:val="28"/>
        </w:rPr>
        <w:t xml:space="preserve">     к постановлению администрации</w:t>
      </w:r>
    </w:p>
    <w:p w:rsidR="00996D33" w:rsidRPr="00A05D07" w:rsidRDefault="00996D33" w:rsidP="00A166E5">
      <w:pPr>
        <w:ind w:left="4248" w:firstLine="708"/>
        <w:jc w:val="right"/>
        <w:rPr>
          <w:sz w:val="28"/>
        </w:rPr>
      </w:pPr>
      <w:r w:rsidRPr="00A05D07">
        <w:rPr>
          <w:sz w:val="28"/>
        </w:rPr>
        <w:t xml:space="preserve">        муниципального образования</w:t>
      </w:r>
    </w:p>
    <w:p w:rsidR="00996D33" w:rsidRPr="00A05D07" w:rsidRDefault="00996D33" w:rsidP="00A166E5">
      <w:pPr>
        <w:ind w:left="4956" w:firstLine="708"/>
        <w:jc w:val="right"/>
        <w:rPr>
          <w:sz w:val="28"/>
        </w:rPr>
      </w:pPr>
      <w:r w:rsidRPr="00A05D07">
        <w:rPr>
          <w:sz w:val="28"/>
        </w:rPr>
        <w:t xml:space="preserve">     город Новотроицк</w:t>
      </w:r>
    </w:p>
    <w:p w:rsidR="00996D33" w:rsidRPr="00A05D07" w:rsidRDefault="00996D33" w:rsidP="00A166E5">
      <w:pPr>
        <w:ind w:left="4956" w:firstLine="708"/>
        <w:jc w:val="right"/>
        <w:rPr>
          <w:sz w:val="28"/>
        </w:rPr>
      </w:pPr>
      <w:r>
        <w:rPr>
          <w:sz w:val="28"/>
        </w:rPr>
        <w:t>от 18.06.2019  № 932-п</w:t>
      </w:r>
    </w:p>
    <w:p w:rsidR="00996D33" w:rsidRDefault="00996D33" w:rsidP="00F53CC0">
      <w:pPr>
        <w:ind w:left="4956" w:firstLine="708"/>
        <w:rPr>
          <w:sz w:val="22"/>
          <w:szCs w:val="22"/>
        </w:rPr>
      </w:pPr>
    </w:p>
    <w:p w:rsidR="00996D33" w:rsidRDefault="00996D33" w:rsidP="006D62DB">
      <w:pPr>
        <w:autoSpaceDE w:val="0"/>
        <w:autoSpaceDN w:val="0"/>
        <w:adjustRightInd w:val="0"/>
        <w:jc w:val="right"/>
        <w:outlineLvl w:val="1"/>
        <w:rPr>
          <w:b/>
          <w:sz w:val="22"/>
          <w:szCs w:val="22"/>
        </w:rPr>
      </w:pPr>
    </w:p>
    <w:p w:rsidR="00996D33" w:rsidRDefault="00996D33" w:rsidP="006D62DB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>
        <w:rPr>
          <w:b/>
          <w:sz w:val="22"/>
          <w:szCs w:val="22"/>
        </w:rPr>
        <w:t>ОБРАЗЕЦ</w:t>
      </w:r>
    </w:p>
    <w:p w:rsidR="00996D33" w:rsidRDefault="00996D33" w:rsidP="0085163F">
      <w:pPr>
        <w:autoSpaceDE w:val="0"/>
        <w:autoSpaceDN w:val="0"/>
        <w:adjustRightInd w:val="0"/>
        <w:ind w:left="524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_____________________________</w:t>
      </w:r>
    </w:p>
    <w:p w:rsidR="00996D33" w:rsidRDefault="00996D33" w:rsidP="0085163F">
      <w:pPr>
        <w:autoSpaceDE w:val="0"/>
        <w:autoSpaceDN w:val="0"/>
        <w:adjustRightInd w:val="0"/>
        <w:ind w:left="5245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</w:t>
      </w:r>
    </w:p>
    <w:p w:rsidR="00996D33" w:rsidRDefault="00996D33" w:rsidP="006D62DB">
      <w:pPr>
        <w:autoSpaceDE w:val="0"/>
        <w:autoSpaceDN w:val="0"/>
        <w:adjustRightInd w:val="0"/>
        <w:ind w:left="5040"/>
        <w:rPr>
          <w:sz w:val="20"/>
          <w:szCs w:val="20"/>
        </w:rPr>
      </w:pPr>
      <w:r>
        <w:rPr>
          <w:sz w:val="20"/>
          <w:szCs w:val="20"/>
        </w:rPr>
        <w:t xml:space="preserve">      (указать собственника, владельца помещения)</w:t>
      </w:r>
    </w:p>
    <w:p w:rsidR="00996D33" w:rsidRDefault="00996D33" w:rsidP="006D62DB">
      <w:pPr>
        <w:autoSpaceDE w:val="0"/>
        <w:autoSpaceDN w:val="0"/>
        <w:adjustRightInd w:val="0"/>
        <w:spacing w:before="120"/>
        <w:ind w:left="4394"/>
        <w:jc w:val="right"/>
      </w:pPr>
      <w:r>
        <w:t>от ________________________________</w:t>
      </w:r>
    </w:p>
    <w:p w:rsidR="00996D33" w:rsidRDefault="00996D33" w:rsidP="006D62DB">
      <w:pPr>
        <w:autoSpaceDE w:val="0"/>
        <w:autoSpaceDN w:val="0"/>
        <w:adjustRightInd w:val="0"/>
        <w:spacing w:before="120"/>
        <w:ind w:left="4394"/>
        <w:jc w:val="right"/>
      </w:pPr>
      <w:r>
        <w:t>__________________________________</w:t>
      </w:r>
    </w:p>
    <w:p w:rsidR="00996D33" w:rsidRDefault="00996D33" w:rsidP="006D62DB">
      <w:pPr>
        <w:autoSpaceDE w:val="0"/>
        <w:autoSpaceDN w:val="0"/>
        <w:adjustRightInd w:val="0"/>
        <w:ind w:left="4395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(Ф.И.О. зарегистрированного кандидата,  </w:t>
      </w:r>
    </w:p>
    <w:p w:rsidR="00996D33" w:rsidRDefault="00996D33" w:rsidP="006D62DB">
      <w:pPr>
        <w:autoSpaceDE w:val="0"/>
        <w:autoSpaceDN w:val="0"/>
        <w:adjustRightInd w:val="0"/>
        <w:ind w:left="4395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(доверенного лица зарегистрированного </w:t>
      </w:r>
    </w:p>
    <w:p w:rsidR="00996D33" w:rsidRDefault="00996D33" w:rsidP="006D62DB">
      <w:pPr>
        <w:autoSpaceDE w:val="0"/>
        <w:autoSpaceDN w:val="0"/>
        <w:adjustRightInd w:val="0"/>
        <w:ind w:left="4395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кандидата)</w:t>
      </w:r>
    </w:p>
    <w:p w:rsidR="00996D33" w:rsidRDefault="00996D33" w:rsidP="006D62DB">
      <w:pPr>
        <w:autoSpaceDE w:val="0"/>
        <w:autoSpaceDN w:val="0"/>
        <w:adjustRightInd w:val="0"/>
        <w:ind w:left="4395"/>
        <w:jc w:val="center"/>
        <w:rPr>
          <w:sz w:val="20"/>
          <w:szCs w:val="20"/>
        </w:rPr>
      </w:pPr>
    </w:p>
    <w:p w:rsidR="00996D33" w:rsidRDefault="00996D33" w:rsidP="006D62DB">
      <w:pPr>
        <w:autoSpaceDE w:val="0"/>
        <w:autoSpaceDN w:val="0"/>
        <w:adjustRightInd w:val="0"/>
        <w:ind w:left="4395"/>
        <w:jc w:val="center"/>
        <w:rPr>
          <w:sz w:val="20"/>
          <w:szCs w:val="20"/>
        </w:rPr>
      </w:pPr>
    </w:p>
    <w:p w:rsidR="00996D33" w:rsidRDefault="00996D33" w:rsidP="006D62DB">
      <w:pPr>
        <w:autoSpaceDE w:val="0"/>
        <w:autoSpaceDN w:val="0"/>
        <w:adjustRightInd w:val="0"/>
        <w:rPr>
          <w:sz w:val="28"/>
          <w:szCs w:val="28"/>
        </w:rPr>
      </w:pPr>
    </w:p>
    <w:p w:rsidR="00996D33" w:rsidRDefault="00996D33" w:rsidP="006D62DB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Заявка</w:t>
      </w:r>
    </w:p>
    <w:p w:rsidR="00996D33" w:rsidRDefault="00996D33" w:rsidP="006D62DB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на предоставление помещения</w:t>
      </w:r>
    </w:p>
    <w:p w:rsidR="00996D33" w:rsidRDefault="00996D33" w:rsidP="006D62DB">
      <w:pPr>
        <w:autoSpaceDE w:val="0"/>
        <w:autoSpaceDN w:val="0"/>
        <w:adjustRightInd w:val="0"/>
      </w:pPr>
    </w:p>
    <w:p w:rsidR="00996D33" w:rsidRDefault="00996D33" w:rsidP="00BF6DA6">
      <w:pPr>
        <w:jc w:val="both"/>
      </w:pPr>
      <w:r>
        <w:rPr>
          <w:sz w:val="28"/>
          <w:szCs w:val="28"/>
        </w:rPr>
        <w:tab/>
      </w:r>
      <w:r w:rsidRPr="00BF6DA6">
        <w:t>В соответствии с Федеральным законом от 12 июня 2002 года № 67-ФЗ «Об основных гарантиях избирательных прав и права на участие в референдуме граждан Российской Федерации», Законом Оренбургской  области от 25 июня 2019 года № 883/250-</w:t>
      </w:r>
      <w:r w:rsidRPr="00BF6DA6">
        <w:rPr>
          <w:lang w:val="en-US"/>
        </w:rPr>
        <w:t>V</w:t>
      </w:r>
      <w:r w:rsidRPr="00BF6DA6">
        <w:t>-ОЗ «О выборах Губернатора Оренбургской области» прошу предоста</w:t>
      </w:r>
      <w:r>
        <w:t>вить помещение по адресу: __________________________________________________________</w:t>
      </w:r>
    </w:p>
    <w:p w:rsidR="00996D33" w:rsidRDefault="00996D33" w:rsidP="0037477E">
      <w:pPr>
        <w:autoSpaceDE w:val="0"/>
        <w:autoSpaceDN w:val="0"/>
        <w:adjustRightInd w:val="0"/>
        <w:ind w:firstLine="540"/>
      </w:pPr>
      <w:r>
        <w:rPr>
          <w:sz w:val="20"/>
          <w:szCs w:val="20"/>
        </w:rPr>
        <w:t xml:space="preserve">                                                                                                     (</w:t>
      </w:r>
      <w:r>
        <w:rPr>
          <w:sz w:val="18"/>
          <w:szCs w:val="18"/>
        </w:rPr>
        <w:t>указать место проведения встречи)</w:t>
      </w:r>
      <w:r>
        <w:t xml:space="preserve"> _____________________________________________________________________________ для проведения встречи с избирателями в форме собрания, которое планируется провести ________________________________________________ в ____________________________                                                      </w:t>
      </w:r>
    </w:p>
    <w:p w:rsidR="00996D33" w:rsidRPr="0037477E" w:rsidRDefault="00996D33" w:rsidP="0037477E">
      <w:pPr>
        <w:autoSpaceDE w:val="0"/>
        <w:autoSpaceDN w:val="0"/>
        <w:adjustRightInd w:val="0"/>
        <w:ind w:firstLine="540"/>
      </w:pPr>
      <w:r>
        <w:t xml:space="preserve"> </w:t>
      </w:r>
      <w:r>
        <w:rPr>
          <w:sz w:val="20"/>
          <w:szCs w:val="20"/>
        </w:rPr>
        <w:t>(</w:t>
      </w:r>
      <w:r>
        <w:rPr>
          <w:sz w:val="18"/>
          <w:szCs w:val="18"/>
        </w:rPr>
        <w:t>указать предполагаемую дату проведения встречи )                             (указать время</w:t>
      </w:r>
      <w:r w:rsidRPr="0037477E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начала проведения встречи)                                                          </w:t>
      </w:r>
    </w:p>
    <w:p w:rsidR="00996D33" w:rsidRDefault="00996D33" w:rsidP="006D62DB">
      <w:pPr>
        <w:autoSpaceDE w:val="0"/>
        <w:autoSpaceDN w:val="0"/>
        <w:adjustRightInd w:val="0"/>
      </w:pPr>
      <w:r>
        <w:t xml:space="preserve">_____________________________________________________________________________, </w:t>
      </w:r>
    </w:p>
    <w:p w:rsidR="00996D33" w:rsidRDefault="00996D33" w:rsidP="006D62DB">
      <w:pPr>
        <w:autoSpaceDE w:val="0"/>
        <w:autoSpaceDN w:val="0"/>
        <w:adjustRightInd w:val="0"/>
        <w:ind w:left="5940" w:hanging="5940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(указать до какого времени, но не превышающее время, установленное ТИК)</w:t>
      </w:r>
    </w:p>
    <w:p w:rsidR="00996D33" w:rsidRDefault="00996D33" w:rsidP="00BF6DA6">
      <w:pPr>
        <w:autoSpaceDE w:val="0"/>
        <w:autoSpaceDN w:val="0"/>
        <w:adjustRightInd w:val="0"/>
      </w:pPr>
      <w:r>
        <w:t>продолжительностью __________________________________________________________.</w:t>
      </w:r>
    </w:p>
    <w:p w:rsidR="00996D33" w:rsidRDefault="00996D33" w:rsidP="006D62DB">
      <w:pPr>
        <w:autoSpaceDE w:val="0"/>
        <w:autoSpaceDN w:val="0"/>
        <w:adjustRightInd w:val="0"/>
        <w:spacing w:before="240"/>
      </w:pPr>
      <w:r>
        <w:t>Примерное число участников: _____________________________________________________________________________.</w:t>
      </w:r>
    </w:p>
    <w:p w:rsidR="00996D33" w:rsidRDefault="00996D33" w:rsidP="006D62DB">
      <w:pPr>
        <w:autoSpaceDE w:val="0"/>
        <w:autoSpaceDN w:val="0"/>
        <w:adjustRightInd w:val="0"/>
      </w:pPr>
    </w:p>
    <w:p w:rsidR="00996D33" w:rsidRDefault="00996D33" w:rsidP="006D62DB">
      <w:pPr>
        <w:autoSpaceDE w:val="0"/>
        <w:autoSpaceDN w:val="0"/>
        <w:adjustRightInd w:val="0"/>
      </w:pPr>
      <w:r>
        <w:t>Ответственный за проведение мероприятия: _____________________________________________________________________________,</w:t>
      </w:r>
    </w:p>
    <w:p w:rsidR="00996D33" w:rsidRDefault="00996D33" w:rsidP="00077142">
      <w:pPr>
        <w:autoSpaceDE w:val="0"/>
        <w:autoSpaceDN w:val="0"/>
        <w:adjustRightInd w:val="0"/>
        <w:ind w:left="3540" w:firstLine="1680"/>
        <w:jc w:val="both"/>
        <w:rPr>
          <w:sz w:val="18"/>
          <w:szCs w:val="18"/>
        </w:rPr>
      </w:pPr>
      <w:r>
        <w:rPr>
          <w:sz w:val="18"/>
          <w:szCs w:val="18"/>
        </w:rPr>
        <w:t>(указать Ф.И.О., статус ответственного лица)</w:t>
      </w:r>
    </w:p>
    <w:p w:rsidR="00996D33" w:rsidRDefault="00996D33" w:rsidP="006B2B38">
      <w:pPr>
        <w:autoSpaceDE w:val="0"/>
        <w:autoSpaceDN w:val="0"/>
        <w:adjustRightInd w:val="0"/>
        <w:ind w:left="3540" w:hanging="3540"/>
        <w:jc w:val="both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__________________________________________________________________________________________________</w:t>
      </w:r>
    </w:p>
    <w:p w:rsidR="00996D33" w:rsidRDefault="00996D33" w:rsidP="006D62DB">
      <w:pPr>
        <w:autoSpaceDE w:val="0"/>
        <w:autoSpaceDN w:val="0"/>
        <w:adjustRightInd w:val="0"/>
      </w:pPr>
      <w:r>
        <w:t>контактный телефон ________________________.</w:t>
      </w:r>
    </w:p>
    <w:p w:rsidR="00996D33" w:rsidRDefault="00996D33" w:rsidP="006D62DB">
      <w:pPr>
        <w:autoSpaceDE w:val="0"/>
        <w:autoSpaceDN w:val="0"/>
        <w:adjustRightInd w:val="0"/>
      </w:pPr>
    </w:p>
    <w:p w:rsidR="00996D33" w:rsidRDefault="00996D33" w:rsidP="006D62DB">
      <w:pPr>
        <w:autoSpaceDE w:val="0"/>
        <w:autoSpaceDN w:val="0"/>
        <w:adjustRightInd w:val="0"/>
        <w:ind w:firstLine="708"/>
        <w:jc w:val="right"/>
      </w:pPr>
      <w:r>
        <w:t>___________________________________</w:t>
      </w:r>
    </w:p>
    <w:p w:rsidR="00996D33" w:rsidRDefault="00996D33" w:rsidP="006D62DB">
      <w:pPr>
        <w:autoSpaceDE w:val="0"/>
        <w:autoSpaceDN w:val="0"/>
        <w:adjustRightInd w:val="0"/>
        <w:ind w:firstLine="5940"/>
        <w:rPr>
          <w:sz w:val="18"/>
          <w:szCs w:val="18"/>
        </w:rPr>
      </w:pPr>
      <w:r>
        <w:rPr>
          <w:sz w:val="18"/>
          <w:szCs w:val="18"/>
        </w:rPr>
        <w:t>(подпись лица, подавшего заявку, Ф.И.О)</w:t>
      </w:r>
    </w:p>
    <w:p w:rsidR="00996D33" w:rsidRDefault="00996D33" w:rsidP="00BC0CB9">
      <w:pPr>
        <w:autoSpaceDE w:val="0"/>
        <w:autoSpaceDN w:val="0"/>
        <w:adjustRightInd w:val="0"/>
        <w:ind w:firstLine="708"/>
        <w:jc w:val="right"/>
      </w:pPr>
    </w:p>
    <w:p w:rsidR="00996D33" w:rsidRPr="00A166E5" w:rsidRDefault="00996D33" w:rsidP="00A166E5">
      <w:pPr>
        <w:autoSpaceDE w:val="0"/>
        <w:autoSpaceDN w:val="0"/>
        <w:adjustRightInd w:val="0"/>
        <w:ind w:firstLine="708"/>
        <w:jc w:val="right"/>
        <w:rPr>
          <w:sz w:val="28"/>
          <w:szCs w:val="28"/>
        </w:rPr>
      </w:pPr>
      <w:r>
        <w:t xml:space="preserve">Дата подачи заявки: ________________________                                                                                                                                     </w:t>
      </w:r>
    </w:p>
    <w:p w:rsidR="00996D33" w:rsidRPr="006D62DB" w:rsidRDefault="00996D33" w:rsidP="00A166E5">
      <w:pPr>
        <w:pStyle w:val="BodyTex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 w:rsidRPr="006D62DB">
        <w:rPr>
          <w:rFonts w:ascii="Times New Roman" w:hAnsi="Times New Roman" w:cs="Times New Roman"/>
          <w:sz w:val="28"/>
        </w:rPr>
        <w:t>Приложение № 3</w:t>
      </w:r>
    </w:p>
    <w:p w:rsidR="00996D33" w:rsidRPr="00A05D07" w:rsidRDefault="00996D33" w:rsidP="00A166E5">
      <w:pPr>
        <w:ind w:left="4956"/>
        <w:jc w:val="right"/>
        <w:rPr>
          <w:sz w:val="28"/>
        </w:rPr>
      </w:pPr>
      <w:r w:rsidRPr="00A05D07">
        <w:rPr>
          <w:sz w:val="28"/>
        </w:rPr>
        <w:t xml:space="preserve">     к постановлению администрации</w:t>
      </w:r>
    </w:p>
    <w:p w:rsidR="00996D33" w:rsidRPr="00A05D07" w:rsidRDefault="00996D33" w:rsidP="00A166E5">
      <w:pPr>
        <w:ind w:left="4248" w:firstLine="708"/>
        <w:jc w:val="right"/>
        <w:rPr>
          <w:sz w:val="28"/>
        </w:rPr>
      </w:pPr>
      <w:r w:rsidRPr="00A05D07">
        <w:rPr>
          <w:sz w:val="28"/>
        </w:rPr>
        <w:t xml:space="preserve">        муниципального образования</w:t>
      </w:r>
    </w:p>
    <w:p w:rsidR="00996D33" w:rsidRPr="00A05D07" w:rsidRDefault="00996D33" w:rsidP="00A166E5">
      <w:pPr>
        <w:ind w:left="4956" w:firstLine="708"/>
        <w:jc w:val="right"/>
        <w:rPr>
          <w:sz w:val="28"/>
        </w:rPr>
      </w:pPr>
      <w:r w:rsidRPr="00A05D07">
        <w:rPr>
          <w:sz w:val="28"/>
        </w:rPr>
        <w:t xml:space="preserve">     город Новотроицк</w:t>
      </w:r>
    </w:p>
    <w:p w:rsidR="00996D33" w:rsidRPr="00A05D07" w:rsidRDefault="00996D33" w:rsidP="00A166E5">
      <w:pPr>
        <w:ind w:left="4956" w:firstLine="708"/>
        <w:jc w:val="right"/>
        <w:rPr>
          <w:sz w:val="28"/>
        </w:rPr>
      </w:pPr>
      <w:r>
        <w:rPr>
          <w:sz w:val="28"/>
        </w:rPr>
        <w:t xml:space="preserve">    от 18.06.2019  № 932-п</w:t>
      </w:r>
    </w:p>
    <w:p w:rsidR="00996D33" w:rsidRPr="00CD57B2" w:rsidRDefault="00996D33" w:rsidP="00CD57B2">
      <w:pPr>
        <w:ind w:left="4956" w:firstLine="289"/>
        <w:rPr>
          <w:sz w:val="28"/>
        </w:rPr>
      </w:pPr>
    </w:p>
    <w:p w:rsidR="00996D33" w:rsidRDefault="00996D33" w:rsidP="00CD57B2">
      <w:pPr>
        <w:keepNext/>
        <w:ind w:firstLine="5760"/>
        <w:jc w:val="right"/>
        <w:outlineLvl w:val="0"/>
        <w:rPr>
          <w:b/>
          <w:sz w:val="22"/>
          <w:szCs w:val="22"/>
        </w:rPr>
      </w:pPr>
    </w:p>
    <w:p w:rsidR="00996D33" w:rsidRPr="00CD57B2" w:rsidRDefault="00996D33" w:rsidP="00CD57B2">
      <w:pPr>
        <w:keepNext/>
        <w:ind w:firstLine="5760"/>
        <w:jc w:val="right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ОБРАЗЕЦ</w:t>
      </w:r>
    </w:p>
    <w:p w:rsidR="00996D33" w:rsidRDefault="00996D33" w:rsidP="006B2B38">
      <w:pPr>
        <w:keepNext/>
        <w:tabs>
          <w:tab w:val="left" w:pos="9355"/>
        </w:tabs>
        <w:ind w:firstLine="5387"/>
        <w:outlineLvl w:val="0"/>
      </w:pPr>
      <w:r w:rsidRPr="00024C48">
        <w:t xml:space="preserve">В территориальную </w:t>
      </w:r>
      <w:r>
        <w:t xml:space="preserve"> </w:t>
      </w:r>
      <w:r w:rsidRPr="00024C48">
        <w:t xml:space="preserve">избирательную </w:t>
      </w:r>
    </w:p>
    <w:p w:rsidR="00996D33" w:rsidRDefault="00996D33" w:rsidP="00024C48">
      <w:pPr>
        <w:keepNext/>
        <w:tabs>
          <w:tab w:val="left" w:pos="9355"/>
        </w:tabs>
        <w:ind w:firstLine="5387"/>
        <w:outlineLvl w:val="0"/>
      </w:pPr>
      <w:r>
        <w:t>к</w:t>
      </w:r>
      <w:r w:rsidRPr="00024C48">
        <w:t>омиссию</w:t>
      </w:r>
      <w:r>
        <w:t xml:space="preserve"> </w:t>
      </w:r>
      <w:r w:rsidRPr="00024C48">
        <w:t>г. Новотроицка</w:t>
      </w:r>
    </w:p>
    <w:p w:rsidR="00996D33" w:rsidRPr="00024C48" w:rsidRDefault="00996D33" w:rsidP="00024C48">
      <w:pPr>
        <w:keepNext/>
        <w:tabs>
          <w:tab w:val="left" w:pos="9355"/>
        </w:tabs>
        <w:ind w:firstLine="5387"/>
        <w:outlineLvl w:val="0"/>
      </w:pPr>
      <w:r w:rsidRPr="00024C48">
        <w:t>от _______________________</w:t>
      </w:r>
      <w:r>
        <w:t>____</w:t>
      </w:r>
      <w:r w:rsidRPr="00024C48">
        <w:t>___</w:t>
      </w:r>
    </w:p>
    <w:p w:rsidR="00996D33" w:rsidRDefault="00996D33" w:rsidP="00705AF4">
      <w:pPr>
        <w:ind w:firstLine="6480"/>
        <w:rPr>
          <w:sz w:val="18"/>
          <w:szCs w:val="18"/>
        </w:rPr>
      </w:pPr>
      <w:r>
        <w:rPr>
          <w:sz w:val="18"/>
          <w:szCs w:val="18"/>
        </w:rPr>
        <w:t xml:space="preserve"> (полное наименование собственника </w:t>
      </w:r>
    </w:p>
    <w:p w:rsidR="00996D33" w:rsidRDefault="00996D33" w:rsidP="00705AF4">
      <w:pPr>
        <w:ind w:firstLine="4536"/>
        <w:rPr>
          <w:sz w:val="18"/>
          <w:szCs w:val="18"/>
        </w:rPr>
      </w:pPr>
      <w:r>
        <w:rPr>
          <w:sz w:val="18"/>
          <w:szCs w:val="18"/>
        </w:rPr>
        <w:t xml:space="preserve">                    ___________________________________________</w:t>
      </w:r>
    </w:p>
    <w:p w:rsidR="00996D33" w:rsidRDefault="00996D33" w:rsidP="00CD57B2">
      <w:pPr>
        <w:ind w:firstLine="7020"/>
        <w:rPr>
          <w:sz w:val="28"/>
        </w:rPr>
      </w:pPr>
      <w:r>
        <w:rPr>
          <w:sz w:val="18"/>
          <w:szCs w:val="18"/>
        </w:rPr>
        <w:t xml:space="preserve">          (владельца) помещения</w:t>
      </w:r>
    </w:p>
    <w:p w:rsidR="00996D33" w:rsidRDefault="00996D33" w:rsidP="00705AF4">
      <w:pPr>
        <w:rPr>
          <w:sz w:val="28"/>
        </w:rPr>
      </w:pPr>
    </w:p>
    <w:p w:rsidR="00996D33" w:rsidRPr="00F04DC9" w:rsidRDefault="00996D33" w:rsidP="00CD57B2">
      <w:pPr>
        <w:autoSpaceDE w:val="0"/>
        <w:autoSpaceDN w:val="0"/>
        <w:adjustRightInd w:val="0"/>
        <w:jc w:val="center"/>
        <w:rPr>
          <w:b/>
        </w:rPr>
      </w:pPr>
      <w:r w:rsidRPr="00F04DC9">
        <w:rPr>
          <w:b/>
        </w:rPr>
        <w:t>Уведомление*</w:t>
      </w:r>
    </w:p>
    <w:p w:rsidR="00996D33" w:rsidRDefault="00996D33" w:rsidP="00CD57B2">
      <w:pPr>
        <w:autoSpaceDE w:val="0"/>
        <w:autoSpaceDN w:val="0"/>
        <w:adjustRightInd w:val="0"/>
        <w:jc w:val="center"/>
        <w:rPr>
          <w:b/>
        </w:rPr>
      </w:pPr>
      <w:r w:rsidRPr="00F04DC9">
        <w:rPr>
          <w:b/>
        </w:rPr>
        <w:t xml:space="preserve">о предоставлении помещения для встречи зарегистрированных кандидатов, </w:t>
      </w:r>
    </w:p>
    <w:p w:rsidR="00996D33" w:rsidRPr="00F04DC9" w:rsidRDefault="00996D33" w:rsidP="00CD57B2">
      <w:pPr>
        <w:autoSpaceDE w:val="0"/>
        <w:autoSpaceDN w:val="0"/>
        <w:adjustRightInd w:val="0"/>
        <w:jc w:val="center"/>
        <w:rPr>
          <w:b/>
        </w:rPr>
      </w:pPr>
      <w:r w:rsidRPr="00F04DC9">
        <w:rPr>
          <w:b/>
        </w:rPr>
        <w:t>их доверенных лиц с избирателями</w:t>
      </w:r>
    </w:p>
    <w:p w:rsidR="00996D33" w:rsidRDefault="00996D33" w:rsidP="00705AF4">
      <w:pPr>
        <w:spacing w:before="60"/>
        <w:jc w:val="center"/>
        <w:rPr>
          <w:b/>
          <w:sz w:val="26"/>
          <w:szCs w:val="26"/>
        </w:rPr>
      </w:pPr>
    </w:p>
    <w:p w:rsidR="00996D33" w:rsidRDefault="00996D33" w:rsidP="00705AF4">
      <w:pPr>
        <w:autoSpaceDE w:val="0"/>
        <w:autoSpaceDN w:val="0"/>
        <w:adjustRightInd w:val="0"/>
        <w:ind w:firstLine="539"/>
        <w:jc w:val="both"/>
        <w:outlineLvl w:val="2"/>
      </w:pPr>
      <w:r w:rsidRPr="00BF6DA6">
        <w:t>В соответствии с Федеральным законом от 12 июня 2002 года № 67-ФЗ «Об основных гарантиях избирательных прав и права на участие в референдуме граждан Российской Федерации», Законом Оренбургской  области от 25 июня 2019 года № 883/250-</w:t>
      </w:r>
      <w:r w:rsidRPr="00BF6DA6">
        <w:rPr>
          <w:lang w:val="en-US"/>
        </w:rPr>
        <w:t>V</w:t>
      </w:r>
      <w:r w:rsidRPr="00BF6DA6">
        <w:t xml:space="preserve">-ОЗ «О выборах Губернатора Оренбургской области» </w:t>
      </w:r>
      <w:r>
        <w:rPr>
          <w:b/>
          <w:bCs/>
        </w:rPr>
        <w:t>уведомляю,</w:t>
      </w:r>
      <w:r>
        <w:t xml:space="preserve"> о предоставлении  ____________________________________________зарегистрированному </w:t>
      </w:r>
    </w:p>
    <w:p w:rsidR="00996D33" w:rsidRDefault="00996D33" w:rsidP="00705AF4">
      <w:pPr>
        <w:autoSpaceDE w:val="0"/>
        <w:autoSpaceDN w:val="0"/>
        <w:adjustRightInd w:val="0"/>
        <w:outlineLvl w:val="2"/>
        <w:rPr>
          <w:sz w:val="16"/>
        </w:rPr>
      </w:pPr>
      <w:r>
        <w:t xml:space="preserve">                                                                </w:t>
      </w:r>
      <w:r>
        <w:rPr>
          <w:sz w:val="16"/>
        </w:rPr>
        <w:t>(дата предоставления помещения</w:t>
      </w:r>
      <w:r>
        <w:t xml:space="preserve"> кандидату_____________________________________________________________________</w:t>
      </w:r>
    </w:p>
    <w:p w:rsidR="00996D33" w:rsidRDefault="00996D33" w:rsidP="00705AF4">
      <w:pPr>
        <w:autoSpaceDE w:val="0"/>
        <w:autoSpaceDN w:val="0"/>
        <w:adjustRightInd w:val="0"/>
        <w:jc w:val="both"/>
        <w:outlineLvl w:val="2"/>
        <w:rPr>
          <w:sz w:val="26"/>
          <w:szCs w:val="26"/>
        </w:rPr>
      </w:pPr>
      <w:r>
        <w:rPr>
          <w:sz w:val="16"/>
        </w:rPr>
        <w:t xml:space="preserve">____________________________________________________  </w:t>
      </w:r>
      <w:r w:rsidRPr="00F04DC9">
        <w:rPr>
          <w:b/>
        </w:rPr>
        <w:t xml:space="preserve">либо </w:t>
      </w:r>
      <w:r>
        <w:rPr>
          <w:sz w:val="26"/>
          <w:szCs w:val="26"/>
        </w:rPr>
        <w:t>__________________________________,</w:t>
      </w:r>
    </w:p>
    <w:p w:rsidR="00996D33" w:rsidRDefault="00996D33" w:rsidP="00705AF4">
      <w:pPr>
        <w:autoSpaceDE w:val="0"/>
        <w:autoSpaceDN w:val="0"/>
        <w:adjustRightInd w:val="0"/>
        <w:ind w:firstLine="1440"/>
        <w:jc w:val="both"/>
        <w:outlineLvl w:val="2"/>
        <w:rPr>
          <w:sz w:val="18"/>
          <w:szCs w:val="18"/>
        </w:rPr>
      </w:pPr>
      <w:r>
        <w:rPr>
          <w:sz w:val="18"/>
          <w:szCs w:val="18"/>
        </w:rPr>
        <w:t>(ФИО кандидата)                                                                        (ФИО доверенного лица кандидата)</w:t>
      </w:r>
    </w:p>
    <w:p w:rsidR="00996D33" w:rsidRDefault="00996D33" w:rsidP="00705AF4">
      <w:pPr>
        <w:autoSpaceDE w:val="0"/>
        <w:autoSpaceDN w:val="0"/>
        <w:adjustRightInd w:val="0"/>
        <w:jc w:val="both"/>
        <w:outlineLvl w:val="2"/>
        <w:rPr>
          <w:sz w:val="26"/>
          <w:szCs w:val="26"/>
        </w:rPr>
      </w:pPr>
      <w:r>
        <w:t>доверенному лицу зарегистрированного кандидата</w:t>
      </w:r>
      <w:r>
        <w:rPr>
          <w:sz w:val="26"/>
          <w:szCs w:val="26"/>
        </w:rPr>
        <w:t xml:space="preserve"> _______________________________</w:t>
      </w:r>
    </w:p>
    <w:p w:rsidR="00996D33" w:rsidRDefault="00996D33" w:rsidP="00705AF4">
      <w:pPr>
        <w:autoSpaceDE w:val="0"/>
        <w:autoSpaceDN w:val="0"/>
        <w:adjustRightInd w:val="0"/>
        <w:ind w:firstLine="6840"/>
        <w:jc w:val="both"/>
        <w:outlineLvl w:val="2"/>
        <w:rPr>
          <w:sz w:val="18"/>
          <w:szCs w:val="18"/>
        </w:rPr>
      </w:pPr>
      <w:r>
        <w:rPr>
          <w:sz w:val="18"/>
          <w:szCs w:val="18"/>
        </w:rPr>
        <w:t>(ФИО кандидата)</w:t>
      </w:r>
    </w:p>
    <w:p w:rsidR="00996D33" w:rsidRDefault="00996D33" w:rsidP="00705AF4">
      <w:pPr>
        <w:autoSpaceDE w:val="0"/>
        <w:autoSpaceDN w:val="0"/>
        <w:adjustRightInd w:val="0"/>
        <w:spacing w:line="264" w:lineRule="auto"/>
        <w:jc w:val="both"/>
        <w:outlineLvl w:val="2"/>
        <w:rPr>
          <w:sz w:val="26"/>
          <w:szCs w:val="26"/>
        </w:rPr>
      </w:pPr>
      <w:r>
        <w:t>помещение, расположенное по адресу:</w:t>
      </w:r>
      <w:r>
        <w:rPr>
          <w:sz w:val="26"/>
          <w:szCs w:val="26"/>
        </w:rPr>
        <w:t xml:space="preserve"> _______________________________________,</w:t>
      </w:r>
    </w:p>
    <w:p w:rsidR="00996D33" w:rsidRDefault="00996D33" w:rsidP="00705AF4">
      <w:pPr>
        <w:autoSpaceDE w:val="0"/>
        <w:autoSpaceDN w:val="0"/>
        <w:adjustRightInd w:val="0"/>
        <w:ind w:firstLine="5400"/>
        <w:jc w:val="both"/>
        <w:outlineLvl w:val="2"/>
        <w:rPr>
          <w:sz w:val="16"/>
        </w:rPr>
      </w:pPr>
      <w:r>
        <w:rPr>
          <w:sz w:val="16"/>
        </w:rPr>
        <w:t>(почтовый адрес местонахождения помещения)</w:t>
      </w:r>
    </w:p>
    <w:p w:rsidR="00996D33" w:rsidRDefault="00996D33" w:rsidP="00705AF4">
      <w:pPr>
        <w:autoSpaceDE w:val="0"/>
        <w:autoSpaceDN w:val="0"/>
        <w:adjustRightInd w:val="0"/>
        <w:jc w:val="both"/>
        <w:outlineLvl w:val="2"/>
      </w:pPr>
      <w:r>
        <w:rPr>
          <w:sz w:val="16"/>
        </w:rPr>
        <w:t xml:space="preserve"> </w:t>
      </w:r>
      <w:r>
        <w:t>находящееся в собственности (владении)__________________________________________</w:t>
      </w:r>
      <w:r>
        <w:rPr>
          <w:sz w:val="26"/>
          <w:szCs w:val="26"/>
        </w:rPr>
        <w:t xml:space="preserve"> </w:t>
      </w:r>
      <w:r>
        <w:t>_____________________________________________________________________________,</w:t>
      </w:r>
    </w:p>
    <w:p w:rsidR="00996D33" w:rsidRDefault="00996D33" w:rsidP="00705AF4">
      <w:pPr>
        <w:autoSpaceDE w:val="0"/>
        <w:autoSpaceDN w:val="0"/>
        <w:adjustRightInd w:val="0"/>
        <w:jc w:val="center"/>
        <w:outlineLvl w:val="2"/>
        <w:rPr>
          <w:sz w:val="18"/>
          <w:szCs w:val="18"/>
        </w:rPr>
      </w:pPr>
      <w:r>
        <w:rPr>
          <w:sz w:val="18"/>
          <w:szCs w:val="18"/>
        </w:rPr>
        <w:t>(наименование муниципального образования, государственного органа, организации, в чьей собственности (владении) находится помещение)</w:t>
      </w:r>
    </w:p>
    <w:p w:rsidR="00996D33" w:rsidRDefault="00996D33" w:rsidP="00705AF4">
      <w:pPr>
        <w:autoSpaceDE w:val="0"/>
        <w:autoSpaceDN w:val="0"/>
        <w:adjustRightInd w:val="0"/>
        <w:spacing w:line="264" w:lineRule="auto"/>
        <w:jc w:val="both"/>
        <w:outlineLvl w:val="2"/>
      </w:pPr>
      <w:r>
        <w:t>для встреч с избирателями на время, установленное: ________________________________</w:t>
      </w:r>
    </w:p>
    <w:p w:rsidR="00996D33" w:rsidRPr="00CD57B2" w:rsidRDefault="00996D33" w:rsidP="00BA0E14">
      <w:pPr>
        <w:autoSpaceDE w:val="0"/>
        <w:autoSpaceDN w:val="0"/>
        <w:adjustRightInd w:val="0"/>
        <w:spacing w:line="264" w:lineRule="auto"/>
        <w:jc w:val="both"/>
        <w:outlineLvl w:val="2"/>
      </w:pPr>
      <w:r>
        <w:rPr>
          <w:sz w:val="26"/>
          <w:szCs w:val="26"/>
        </w:rPr>
        <w:t xml:space="preserve">___________________________  </w:t>
      </w:r>
      <w:r>
        <w:rPr>
          <w:sz w:val="18"/>
        </w:rPr>
        <w:t xml:space="preserve">(наименование комиссии) </w:t>
      </w:r>
      <w:r>
        <w:t xml:space="preserve">с </w:t>
      </w:r>
      <w:r>
        <w:rPr>
          <w:sz w:val="26"/>
          <w:szCs w:val="26"/>
        </w:rPr>
        <w:t xml:space="preserve">__ </w:t>
      </w:r>
      <w:r>
        <w:t>час.</w:t>
      </w:r>
      <w:r>
        <w:rPr>
          <w:sz w:val="26"/>
          <w:szCs w:val="26"/>
        </w:rPr>
        <w:t xml:space="preserve">__ </w:t>
      </w:r>
      <w:r>
        <w:rPr>
          <w:sz w:val="22"/>
          <w:szCs w:val="22"/>
        </w:rPr>
        <w:t>мин.</w:t>
      </w:r>
      <w:r>
        <w:rPr>
          <w:sz w:val="26"/>
          <w:szCs w:val="26"/>
        </w:rPr>
        <w:t xml:space="preserve">  </w:t>
      </w:r>
      <w:r>
        <w:t xml:space="preserve">по  __час.__ мин. </w:t>
      </w:r>
    </w:p>
    <w:p w:rsidR="00996D33" w:rsidRDefault="00996D33" w:rsidP="00705AF4">
      <w:pPr>
        <w:keepNext/>
        <w:autoSpaceDE w:val="0"/>
        <w:autoSpaceDN w:val="0"/>
        <w:adjustRightInd w:val="0"/>
        <w:ind w:firstLine="540"/>
        <w:jc w:val="both"/>
        <w:outlineLvl w:val="2"/>
        <w:rPr>
          <w:sz w:val="26"/>
          <w:szCs w:val="26"/>
        </w:rPr>
      </w:pPr>
      <w:r>
        <w:t>В течение агитационного периода данное помещение может быть предоставлено на тех же условиях другим зарегистрированным кандидатам, их доверенным лицам, избирательным объединениям</w:t>
      </w:r>
      <w:r>
        <w:rPr>
          <w:sz w:val="26"/>
          <w:szCs w:val="26"/>
        </w:rPr>
        <w:t xml:space="preserve"> ______________________________________________.</w:t>
      </w:r>
    </w:p>
    <w:p w:rsidR="00996D33" w:rsidRDefault="00996D33" w:rsidP="00705AF4">
      <w:pPr>
        <w:keepNext/>
        <w:autoSpaceDE w:val="0"/>
        <w:autoSpaceDN w:val="0"/>
        <w:adjustRightInd w:val="0"/>
        <w:ind w:firstLine="3600"/>
        <w:jc w:val="both"/>
        <w:outlineLvl w:val="2"/>
        <w:rPr>
          <w:szCs w:val="28"/>
        </w:rPr>
      </w:pPr>
      <w:r>
        <w:rPr>
          <w:sz w:val="18"/>
          <w:szCs w:val="28"/>
        </w:rPr>
        <w:t xml:space="preserve">          (указать даты возможного предоставления помещения)</w:t>
      </w:r>
    </w:p>
    <w:p w:rsidR="00996D33" w:rsidRDefault="00996D33" w:rsidP="00705AF4">
      <w:r>
        <w:t>Представитель собственника (владельца) помещения</w:t>
      </w:r>
    </w:p>
    <w:p w:rsidR="00996D33" w:rsidRDefault="00996D33" w:rsidP="00705AF4">
      <w:pPr>
        <w:rPr>
          <w:sz w:val="26"/>
          <w:szCs w:val="26"/>
        </w:rPr>
      </w:pPr>
      <w:r>
        <w:rPr>
          <w:sz w:val="28"/>
          <w:szCs w:val="28"/>
        </w:rPr>
        <w:t>__________________________________________________________________</w:t>
      </w:r>
    </w:p>
    <w:p w:rsidR="00996D33" w:rsidRDefault="00996D33" w:rsidP="00705AF4">
      <w:pPr>
        <w:autoSpaceDE w:val="0"/>
        <w:autoSpaceDN w:val="0"/>
        <w:adjustRightInd w:val="0"/>
        <w:jc w:val="both"/>
        <w:outlineLvl w:val="2"/>
        <w:rPr>
          <w:sz w:val="18"/>
          <w:szCs w:val="18"/>
        </w:rPr>
      </w:pPr>
      <w:r>
        <w:rPr>
          <w:sz w:val="18"/>
          <w:szCs w:val="18"/>
        </w:rPr>
        <w:t xml:space="preserve"> (должность лица, направляющего уведомление)                      (подпись)                                              (Ф.И.О. )</w:t>
      </w:r>
    </w:p>
    <w:p w:rsidR="00996D33" w:rsidRPr="00BA0E14" w:rsidRDefault="00996D33" w:rsidP="00BA0E14">
      <w:pPr>
        <w:autoSpaceDE w:val="0"/>
        <w:autoSpaceDN w:val="0"/>
        <w:adjustRightInd w:val="0"/>
        <w:jc w:val="right"/>
        <w:outlineLvl w:val="2"/>
        <w:rPr>
          <w:sz w:val="18"/>
          <w:szCs w:val="28"/>
        </w:rPr>
      </w:pPr>
      <w:r>
        <w:rPr>
          <w:sz w:val="18"/>
          <w:szCs w:val="28"/>
        </w:rPr>
        <w:t>______________________________</w:t>
      </w:r>
      <w:r>
        <w:rPr>
          <w:sz w:val="16"/>
          <w:szCs w:val="28"/>
        </w:rPr>
        <w:t xml:space="preserve"> (</w:t>
      </w:r>
      <w:r w:rsidRPr="00BA0E14">
        <w:rPr>
          <w:sz w:val="18"/>
          <w:szCs w:val="18"/>
        </w:rPr>
        <w:t>дата подписания</w:t>
      </w:r>
      <w:r>
        <w:rPr>
          <w:sz w:val="16"/>
          <w:szCs w:val="28"/>
        </w:rPr>
        <w:t xml:space="preserve">) </w:t>
      </w:r>
      <w:r>
        <w:rPr>
          <w:sz w:val="18"/>
          <w:szCs w:val="28"/>
        </w:rPr>
        <w:t>______________________________</w:t>
      </w:r>
      <w:r>
        <w:rPr>
          <w:sz w:val="18"/>
          <w:szCs w:val="18"/>
        </w:rPr>
        <w:t>(номер контактного телефона)</w:t>
      </w:r>
    </w:p>
    <w:p w:rsidR="00996D33" w:rsidRDefault="00996D33" w:rsidP="00705AF4">
      <w:pPr>
        <w:jc w:val="both"/>
        <w:rPr>
          <w:sz w:val="16"/>
          <w:szCs w:val="16"/>
        </w:rPr>
      </w:pPr>
    </w:p>
    <w:p w:rsidR="00996D33" w:rsidRDefault="00996D33" w:rsidP="00CD57B2">
      <w:pPr>
        <w:jc w:val="both"/>
        <w:rPr>
          <w:b/>
          <w:sz w:val="17"/>
          <w:szCs w:val="17"/>
        </w:rPr>
      </w:pPr>
    </w:p>
    <w:p w:rsidR="00996D33" w:rsidRDefault="00996D33" w:rsidP="00CD57B2">
      <w:pPr>
        <w:jc w:val="both"/>
        <w:rPr>
          <w:sz w:val="28"/>
          <w:szCs w:val="28"/>
        </w:rPr>
      </w:pPr>
      <w:r w:rsidRPr="00CD57B2">
        <w:rPr>
          <w:b/>
          <w:sz w:val="17"/>
          <w:szCs w:val="17"/>
        </w:rPr>
        <w:t xml:space="preserve">* </w:t>
      </w:r>
      <w:r w:rsidRPr="00CD57B2">
        <w:rPr>
          <w:sz w:val="17"/>
          <w:szCs w:val="17"/>
        </w:rPr>
        <w:t xml:space="preserve">Уведомление Избирательной комиссии Оренбургской области о предоставлении помещения представляется в  избирательную комиссию муниципального образования город Новотроицк (ИКМО) собственниками и владельцами помещений, находящихся в государственной или муниципальной собственности, а также организациями, имеющими на день официального опубликования решения о назначении выборов депутатов городского Совета депутатов муниципального образования город Новотроицк в своем уставном капитале долю (вклад) Российской Федерации, Оренбургской области  и (или) муниципальных образований, превышающую (превышающий) 30 процентов, предоставившими помещения для встреч зарегистрированному кандидату, доверенному лицу зарегистрированного кандидата. </w:t>
      </w:r>
      <w:r w:rsidRPr="00CD57B2">
        <w:rPr>
          <w:b/>
          <w:sz w:val="17"/>
          <w:szCs w:val="17"/>
        </w:rPr>
        <w:t xml:space="preserve">Уведомление представляется в </w:t>
      </w:r>
      <w:r>
        <w:rPr>
          <w:b/>
          <w:sz w:val="17"/>
          <w:szCs w:val="17"/>
        </w:rPr>
        <w:t>ТИК не</w:t>
      </w:r>
      <w:r w:rsidRPr="00CD57B2">
        <w:rPr>
          <w:b/>
          <w:bCs/>
          <w:sz w:val="17"/>
          <w:szCs w:val="17"/>
        </w:rPr>
        <w:t xml:space="preserve"> позднее дня, следующего</w:t>
      </w:r>
      <w:r w:rsidRPr="00CD57B2">
        <w:rPr>
          <w:sz w:val="17"/>
          <w:szCs w:val="17"/>
        </w:rPr>
        <w:t xml:space="preserve"> </w:t>
      </w:r>
      <w:r w:rsidRPr="00CD57B2">
        <w:rPr>
          <w:b/>
          <w:sz w:val="17"/>
          <w:szCs w:val="17"/>
        </w:rPr>
        <w:t>за днем предоставления помещения.</w:t>
      </w:r>
    </w:p>
    <w:sectPr w:rsidR="00996D33" w:rsidSect="00D17C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F6203"/>
    <w:rsid w:val="00024C48"/>
    <w:rsid w:val="0006310B"/>
    <w:rsid w:val="00077142"/>
    <w:rsid w:val="000A6F5F"/>
    <w:rsid w:val="000C1B82"/>
    <w:rsid w:val="0012015F"/>
    <w:rsid w:val="00144386"/>
    <w:rsid w:val="001707A4"/>
    <w:rsid w:val="00196166"/>
    <w:rsid w:val="001D4433"/>
    <w:rsid w:val="00232F06"/>
    <w:rsid w:val="0025278E"/>
    <w:rsid w:val="002855BA"/>
    <w:rsid w:val="0028579A"/>
    <w:rsid w:val="0029457C"/>
    <w:rsid w:val="00304407"/>
    <w:rsid w:val="00305591"/>
    <w:rsid w:val="00311E53"/>
    <w:rsid w:val="003128D6"/>
    <w:rsid w:val="0034324C"/>
    <w:rsid w:val="0037477E"/>
    <w:rsid w:val="00375501"/>
    <w:rsid w:val="00387BC0"/>
    <w:rsid w:val="003A31E1"/>
    <w:rsid w:val="003C3E5C"/>
    <w:rsid w:val="00441174"/>
    <w:rsid w:val="00446620"/>
    <w:rsid w:val="004A294C"/>
    <w:rsid w:val="004B07F7"/>
    <w:rsid w:val="00526A05"/>
    <w:rsid w:val="00530CF0"/>
    <w:rsid w:val="00580E98"/>
    <w:rsid w:val="005A100A"/>
    <w:rsid w:val="005B0679"/>
    <w:rsid w:val="005C6591"/>
    <w:rsid w:val="00626E3E"/>
    <w:rsid w:val="00666C41"/>
    <w:rsid w:val="0069497F"/>
    <w:rsid w:val="006B2B38"/>
    <w:rsid w:val="006D62DB"/>
    <w:rsid w:val="006E2FC8"/>
    <w:rsid w:val="006F6BD1"/>
    <w:rsid w:val="00701E23"/>
    <w:rsid w:val="00705AF4"/>
    <w:rsid w:val="008046BF"/>
    <w:rsid w:val="0082014C"/>
    <w:rsid w:val="00835FF0"/>
    <w:rsid w:val="0085163F"/>
    <w:rsid w:val="00857F2F"/>
    <w:rsid w:val="0088139F"/>
    <w:rsid w:val="008B7193"/>
    <w:rsid w:val="008D4EAD"/>
    <w:rsid w:val="008E603C"/>
    <w:rsid w:val="00921025"/>
    <w:rsid w:val="00974216"/>
    <w:rsid w:val="00993134"/>
    <w:rsid w:val="00996D33"/>
    <w:rsid w:val="009A4E3C"/>
    <w:rsid w:val="009B215E"/>
    <w:rsid w:val="009D7551"/>
    <w:rsid w:val="00A05D07"/>
    <w:rsid w:val="00A061DC"/>
    <w:rsid w:val="00A166E5"/>
    <w:rsid w:val="00A60615"/>
    <w:rsid w:val="00A7677B"/>
    <w:rsid w:val="00A934E0"/>
    <w:rsid w:val="00A9490B"/>
    <w:rsid w:val="00AA4EFD"/>
    <w:rsid w:val="00AB0CD9"/>
    <w:rsid w:val="00AB4FB0"/>
    <w:rsid w:val="00AC6F02"/>
    <w:rsid w:val="00B53A9C"/>
    <w:rsid w:val="00B606AB"/>
    <w:rsid w:val="00B671F9"/>
    <w:rsid w:val="00BA0E14"/>
    <w:rsid w:val="00BB2F31"/>
    <w:rsid w:val="00BB6EB1"/>
    <w:rsid w:val="00BC0CB9"/>
    <w:rsid w:val="00BE0B74"/>
    <w:rsid w:val="00BF6DA6"/>
    <w:rsid w:val="00C05F53"/>
    <w:rsid w:val="00C163E1"/>
    <w:rsid w:val="00CD57B2"/>
    <w:rsid w:val="00D17C0E"/>
    <w:rsid w:val="00DB7C61"/>
    <w:rsid w:val="00E114B1"/>
    <w:rsid w:val="00E17463"/>
    <w:rsid w:val="00E40827"/>
    <w:rsid w:val="00EA6EF5"/>
    <w:rsid w:val="00EF6203"/>
    <w:rsid w:val="00EF7CED"/>
    <w:rsid w:val="00F04DC9"/>
    <w:rsid w:val="00F305EC"/>
    <w:rsid w:val="00F53CC0"/>
    <w:rsid w:val="00F80BAB"/>
    <w:rsid w:val="00FC38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AF4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4438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C3841"/>
    <w:pPr>
      <w:keepNext/>
      <w:jc w:val="both"/>
      <w:outlineLvl w:val="1"/>
    </w:pPr>
    <w:rPr>
      <w:b/>
      <w:bCs/>
      <w:sz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44386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FC3841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BodyText">
    <w:name w:val="Body Text"/>
    <w:basedOn w:val="Normal"/>
    <w:link w:val="BodyTextChar"/>
    <w:uiPriority w:val="99"/>
    <w:rsid w:val="00705AF4"/>
    <w:pPr>
      <w:jc w:val="both"/>
    </w:pPr>
    <w:rPr>
      <w:rFonts w:ascii="Calibri" w:hAnsi="Calibri" w:cs="Calibri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05AF4"/>
    <w:rPr>
      <w:rFonts w:ascii="Calibri" w:hAnsi="Calibri" w:cs="Calibri"/>
      <w:sz w:val="24"/>
      <w:szCs w:val="24"/>
      <w:lang w:eastAsia="ru-RU"/>
    </w:rPr>
  </w:style>
  <w:style w:type="paragraph" w:styleId="BodyTextIndent3">
    <w:name w:val="Body Text Indent 3"/>
    <w:basedOn w:val="Normal"/>
    <w:link w:val="BodyTextIndent3Char"/>
    <w:uiPriority w:val="99"/>
    <w:semiHidden/>
    <w:rsid w:val="00705AF4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705AF4"/>
    <w:rPr>
      <w:rFonts w:ascii="Times New Roman" w:hAnsi="Times New Roman" w:cs="Times New Roman"/>
      <w:sz w:val="16"/>
      <w:szCs w:val="16"/>
      <w:lang/>
    </w:rPr>
  </w:style>
  <w:style w:type="paragraph" w:customStyle="1" w:styleId="1">
    <w:name w:val="Без интервала1"/>
    <w:uiPriority w:val="99"/>
    <w:rsid w:val="00705AF4"/>
    <w:rPr>
      <w:rFonts w:eastAsia="Times New Roman" w:cs="Calibri"/>
    </w:rPr>
  </w:style>
  <w:style w:type="character" w:styleId="Hyperlink">
    <w:name w:val="Hyperlink"/>
    <w:basedOn w:val="DefaultParagraphFont"/>
    <w:uiPriority w:val="99"/>
    <w:semiHidden/>
    <w:rsid w:val="00FC3841"/>
    <w:rPr>
      <w:rFonts w:cs="Times New Roman"/>
      <w:color w:val="0000FF"/>
      <w:u w:val="single"/>
    </w:rPr>
  </w:style>
  <w:style w:type="paragraph" w:styleId="Title">
    <w:name w:val="Title"/>
    <w:basedOn w:val="Normal"/>
    <w:link w:val="TitleChar"/>
    <w:uiPriority w:val="99"/>
    <w:qFormat/>
    <w:rsid w:val="00FC3841"/>
    <w:pPr>
      <w:jc w:val="center"/>
    </w:pPr>
    <w:rPr>
      <w:b/>
      <w:bCs/>
      <w:sz w:val="22"/>
    </w:rPr>
  </w:style>
  <w:style w:type="character" w:customStyle="1" w:styleId="TitleChar">
    <w:name w:val="Title Char"/>
    <w:basedOn w:val="DefaultParagraphFont"/>
    <w:link w:val="Title"/>
    <w:uiPriority w:val="99"/>
    <w:locked/>
    <w:rsid w:val="00FC3841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uiPriority w:val="99"/>
    <w:rsid w:val="00FC3841"/>
    <w:pPr>
      <w:widowControl w:val="0"/>
      <w:autoSpaceDE w:val="0"/>
      <w:autoSpaceDN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uiPriority w:val="99"/>
    <w:rsid w:val="005A100A"/>
    <w:pPr>
      <w:autoSpaceDE w:val="0"/>
      <w:autoSpaceDN w:val="0"/>
      <w:adjustRightInd w:val="0"/>
    </w:pPr>
    <w:rPr>
      <w:rFonts w:ascii="Times New Roman" w:eastAsia="Times New Roman" w:hAnsi="Times New Roman"/>
      <w:b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AA4E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A4EFD"/>
    <w:rPr>
      <w:rFonts w:ascii="Tahoma" w:hAnsi="Tahoma" w:cs="Tahoma"/>
      <w:sz w:val="16"/>
      <w:szCs w:val="16"/>
      <w:lang w:eastAsia="ru-RU"/>
    </w:rPr>
  </w:style>
  <w:style w:type="table" w:styleId="TableGrid">
    <w:name w:val="Table Grid"/>
    <w:basedOn w:val="TableNormal"/>
    <w:uiPriority w:val="99"/>
    <w:rsid w:val="00530CF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F80BAB"/>
    <w:pPr>
      <w:spacing w:before="30" w:after="30"/>
    </w:pPr>
    <w:rPr>
      <w:rFonts w:ascii="Arial" w:hAnsi="Arial" w:cs="Arial"/>
      <w:color w:val="332E2D"/>
      <w:spacing w:val="2"/>
    </w:rPr>
  </w:style>
  <w:style w:type="paragraph" w:styleId="DocumentMap">
    <w:name w:val="Document Map"/>
    <w:basedOn w:val="Normal"/>
    <w:link w:val="DocumentMapChar"/>
    <w:uiPriority w:val="99"/>
    <w:semiHidden/>
    <w:rsid w:val="00A166E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07653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0315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5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5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5</Pages>
  <Words>1619</Words>
  <Characters>9234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ghukovaek</cp:lastModifiedBy>
  <cp:revision>2</cp:revision>
  <cp:lastPrinted>2019-06-18T04:28:00Z</cp:lastPrinted>
  <dcterms:created xsi:type="dcterms:W3CDTF">2019-06-21T08:10:00Z</dcterms:created>
  <dcterms:modified xsi:type="dcterms:W3CDTF">2019-06-21T08:10:00Z</dcterms:modified>
</cp:coreProperties>
</file>