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E4" w:rsidRDefault="009A51E4"/>
    <w:p w:rsidR="009A51E4" w:rsidRDefault="009A51E4" w:rsidP="007C17E5">
      <w:pPr>
        <w:jc w:val="both"/>
      </w:pPr>
    </w:p>
    <w:p w:rsidR="009A51E4" w:rsidRDefault="009A51E4" w:rsidP="007C17E5">
      <w:pPr>
        <w:jc w:val="both"/>
      </w:pPr>
    </w:p>
    <w:p w:rsidR="009A51E4" w:rsidRPr="00E83861" w:rsidRDefault="009A51E4" w:rsidP="00EA5959">
      <w:pPr>
        <w:pStyle w:val="Heading1"/>
        <w:ind w:right="567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 xml:space="preserve">Приложение </w:t>
      </w:r>
    </w:p>
    <w:p w:rsidR="009A51E4" w:rsidRPr="00E83861" w:rsidRDefault="009A51E4" w:rsidP="00EA5959">
      <w:pPr>
        <w:pStyle w:val="Heading1"/>
        <w:ind w:right="567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к постановлению администрации</w:t>
      </w:r>
    </w:p>
    <w:p w:rsidR="009A51E4" w:rsidRPr="00E83861" w:rsidRDefault="009A51E4" w:rsidP="00EA5959">
      <w:pPr>
        <w:pStyle w:val="Heading1"/>
        <w:ind w:right="567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муниципального образования</w:t>
      </w:r>
    </w:p>
    <w:p w:rsidR="009A51E4" w:rsidRPr="00E83861" w:rsidRDefault="009A51E4" w:rsidP="00EA5959">
      <w:pPr>
        <w:pStyle w:val="Heading1"/>
        <w:ind w:right="567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город Новотроицк</w:t>
      </w:r>
    </w:p>
    <w:p w:rsidR="009A51E4" w:rsidRDefault="009A51E4" w:rsidP="00EA5959">
      <w:pPr>
        <w:pStyle w:val="BodyText2"/>
        <w:ind w:left="567" w:right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2E59FE">
        <w:rPr>
          <w:sz w:val="28"/>
          <w:szCs w:val="28"/>
          <w:u w:val="single"/>
        </w:rPr>
        <w:t>27.10.14</w:t>
      </w:r>
      <w:r>
        <w:rPr>
          <w:sz w:val="28"/>
          <w:szCs w:val="28"/>
        </w:rPr>
        <w:t xml:space="preserve"> № </w:t>
      </w:r>
      <w:r w:rsidRPr="002E59FE">
        <w:rPr>
          <w:sz w:val="28"/>
          <w:szCs w:val="28"/>
          <w:u w:val="single"/>
        </w:rPr>
        <w:t>1900-п</w:t>
      </w:r>
    </w:p>
    <w:p w:rsidR="009A51E4" w:rsidRPr="004B7A9F" w:rsidRDefault="009A51E4" w:rsidP="00E83861">
      <w:pPr>
        <w:ind w:left="-360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>Мероприятия муниципальной программы реализации государственной молодежной политики</w:t>
      </w:r>
    </w:p>
    <w:p w:rsidR="009A51E4" w:rsidRPr="00E83861" w:rsidRDefault="009A51E4" w:rsidP="00E83861">
      <w:pPr>
        <w:ind w:left="142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 xml:space="preserve"> в муниципальном образовании город Новотроицк «Молодежь  Новотроицка на 2011 – 2015 годы» </w:t>
      </w:r>
    </w:p>
    <w:tbl>
      <w:tblPr>
        <w:tblW w:w="4965" w:type="pct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43"/>
        <w:gridCol w:w="3615"/>
        <w:gridCol w:w="2235"/>
        <w:gridCol w:w="1079"/>
        <w:gridCol w:w="909"/>
        <w:gridCol w:w="877"/>
        <w:gridCol w:w="964"/>
        <w:gridCol w:w="102"/>
        <w:gridCol w:w="1204"/>
        <w:gridCol w:w="19"/>
        <w:gridCol w:w="1140"/>
        <w:gridCol w:w="1057"/>
        <w:gridCol w:w="2065"/>
      </w:tblGrid>
      <w:tr w:rsidR="009A51E4" w:rsidRPr="004B7A9F" w:rsidTr="00E83861">
        <w:trPr>
          <w:cantSplit/>
          <w:trHeight w:val="480"/>
        </w:trPr>
        <w:tc>
          <w:tcPr>
            <w:tcW w:w="232" w:type="pct"/>
            <w:vMerge w:val="restar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29" w:type="pct"/>
            <w:vMerge w:val="restar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98" w:type="pct"/>
            <w:vMerge w:val="restar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 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br/>
              <w:t>&lt;*&gt;</w:t>
            </w:r>
          </w:p>
        </w:tc>
        <w:tc>
          <w:tcPr>
            <w:tcW w:w="1966" w:type="pct"/>
            <w:gridSpan w:val="8"/>
          </w:tcPr>
          <w:p w:rsidR="009A51E4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(т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ыс. рублей,       </w:t>
            </w:r>
          </w:p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 xml:space="preserve"> в ценах соответствующих годов)</w:t>
            </w:r>
          </w:p>
        </w:tc>
        <w:tc>
          <w:tcPr>
            <w:tcW w:w="330" w:type="pct"/>
            <w:vMerge w:val="restar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645" w:type="pct"/>
            <w:vMerge w:val="restar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Ожидаемый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br/>
              <w:t>результат</w:t>
            </w:r>
          </w:p>
        </w:tc>
      </w:tr>
      <w:tr w:rsidR="009A51E4" w:rsidRPr="004B7A9F" w:rsidTr="00E83861">
        <w:trPr>
          <w:cantSplit/>
          <w:trHeight w:val="240"/>
        </w:trPr>
        <w:tc>
          <w:tcPr>
            <w:tcW w:w="232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698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337" w:type="pct"/>
            <w:vMerge w:val="restart"/>
          </w:tcPr>
          <w:p w:rsidR="009A51E4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629" w:type="pct"/>
            <w:gridSpan w:val="7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330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645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</w:tr>
      <w:tr w:rsidR="009A51E4" w:rsidRPr="004B7A9F" w:rsidTr="00E83861">
        <w:trPr>
          <w:cantSplit/>
          <w:trHeight w:val="241"/>
        </w:trPr>
        <w:tc>
          <w:tcPr>
            <w:tcW w:w="232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698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337" w:type="pct"/>
            <w:vMerge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284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74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333" w:type="pct"/>
            <w:gridSpan w:val="2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376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362" w:type="pct"/>
            <w:gridSpan w:val="2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330" w:type="pct"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  <w:tc>
          <w:tcPr>
            <w:tcW w:w="645" w:type="pct"/>
          </w:tcPr>
          <w:p w:rsidR="009A51E4" w:rsidRPr="004B7A9F" w:rsidRDefault="009A51E4" w:rsidP="005F12AA">
            <w:pPr>
              <w:rPr>
                <w:sz w:val="28"/>
                <w:szCs w:val="28"/>
              </w:rPr>
            </w:pPr>
          </w:p>
        </w:tc>
      </w:tr>
      <w:tr w:rsidR="009A51E4" w:rsidRPr="004B7A9F" w:rsidTr="00E83861">
        <w:trPr>
          <w:cantSplit/>
          <w:trHeight w:val="381"/>
        </w:trPr>
        <w:tc>
          <w:tcPr>
            <w:tcW w:w="5000" w:type="pct"/>
            <w:gridSpan w:val="13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4B7A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B7A9F">
              <w:rPr>
                <w:rFonts w:ascii="Times New Roman" w:hAnsi="Times New Roman" w:cs="Times New Roman"/>
                <w:b/>
                <w:sz w:val="28"/>
                <w:szCs w:val="28"/>
              </w:rPr>
              <w:t>. Создание условий для продвижения инициативной и талантливой молодёжи</w:t>
            </w:r>
          </w:p>
        </w:tc>
      </w:tr>
      <w:tr w:rsidR="009A51E4" w:rsidRPr="004B7A9F" w:rsidTr="00E83861">
        <w:trPr>
          <w:cantSplit/>
          <w:trHeight w:val="240"/>
        </w:trPr>
        <w:tc>
          <w:tcPr>
            <w:tcW w:w="232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9" w:type="pct"/>
          </w:tcPr>
          <w:p w:rsidR="009A51E4" w:rsidRPr="004B7A9F" w:rsidRDefault="009A51E4" w:rsidP="005F12AA">
            <w:pPr>
              <w:rPr>
                <w:sz w:val="28"/>
                <w:szCs w:val="28"/>
                <w:lang w:eastAsia="ar-SA"/>
              </w:rPr>
            </w:pPr>
            <w:r w:rsidRPr="004B7A9F">
              <w:rPr>
                <w:sz w:val="28"/>
                <w:szCs w:val="28"/>
                <w:lang w:eastAsia="ar-SA"/>
              </w:rPr>
              <w:t>Молодежный бал, приуроченный ко Дню Святого Валентина</w:t>
            </w:r>
          </w:p>
        </w:tc>
        <w:tc>
          <w:tcPr>
            <w:tcW w:w="698" w:type="pct"/>
          </w:tcPr>
          <w:p w:rsidR="009A51E4" w:rsidRDefault="009A51E4" w:rsidP="00E83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</w:t>
            </w:r>
          </w:p>
          <w:p w:rsidR="009A51E4" w:rsidRPr="004B7A9F" w:rsidRDefault="009A51E4" w:rsidP="00E8386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костюмов</w:t>
            </w:r>
          </w:p>
        </w:tc>
        <w:tc>
          <w:tcPr>
            <w:tcW w:w="337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35,00</w:t>
            </w:r>
          </w:p>
        </w:tc>
        <w:tc>
          <w:tcPr>
            <w:tcW w:w="28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27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01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414" w:type="pct"/>
            <w:gridSpan w:val="3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15,00</w:t>
            </w:r>
          </w:p>
        </w:tc>
        <w:tc>
          <w:tcPr>
            <w:tcW w:w="356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20,00</w:t>
            </w:r>
          </w:p>
        </w:tc>
        <w:tc>
          <w:tcPr>
            <w:tcW w:w="330" w:type="pct"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 xml:space="preserve">КПК </w:t>
            </w:r>
          </w:p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</w:t>
            </w:r>
            <w:r w:rsidRPr="004B7A9F">
              <w:rPr>
                <w:sz w:val="28"/>
                <w:szCs w:val="28"/>
              </w:rPr>
              <w:t xml:space="preserve">УК </w:t>
            </w:r>
            <w:r>
              <w:rPr>
                <w:sz w:val="28"/>
                <w:szCs w:val="28"/>
              </w:rPr>
              <w:t>«</w:t>
            </w:r>
            <w:r w:rsidRPr="004B7A9F">
              <w:rPr>
                <w:sz w:val="28"/>
                <w:szCs w:val="28"/>
              </w:rPr>
              <w:t>МЦ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45" w:type="pct"/>
            <w:vMerge w:val="restart"/>
          </w:tcPr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</w:p>
          <w:p w:rsidR="009A51E4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ние моло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A51E4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ых людей, участву</w:t>
            </w:r>
          </w:p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ющих</w:t>
            </w:r>
          </w:p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меприя-</w:t>
            </w:r>
          </w:p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тиях твор-</w:t>
            </w:r>
          </w:p>
          <w:p w:rsidR="009A51E4" w:rsidRPr="004B7A9F" w:rsidRDefault="009A51E4" w:rsidP="00E8386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ческой 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A51E4" w:rsidRPr="004B7A9F" w:rsidRDefault="009A51E4" w:rsidP="00E83861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>ленно</w:t>
            </w:r>
            <w:r>
              <w:rPr>
                <w:sz w:val="28"/>
                <w:szCs w:val="28"/>
              </w:rPr>
              <w:t>сти</w:t>
            </w:r>
          </w:p>
        </w:tc>
      </w:tr>
      <w:tr w:rsidR="009A51E4" w:rsidRPr="004B7A9F" w:rsidTr="00E83861">
        <w:trPr>
          <w:cantSplit/>
          <w:trHeight w:val="240"/>
        </w:trPr>
        <w:tc>
          <w:tcPr>
            <w:tcW w:w="232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9" w:type="pct"/>
          </w:tcPr>
          <w:p w:rsidR="009A51E4" w:rsidRPr="004B7A9F" w:rsidRDefault="009A51E4" w:rsidP="005F12AA">
            <w:pPr>
              <w:rPr>
                <w:sz w:val="28"/>
                <w:szCs w:val="28"/>
                <w:lang w:eastAsia="ar-SA"/>
              </w:rPr>
            </w:pPr>
            <w:r w:rsidRPr="004B7A9F">
              <w:rPr>
                <w:sz w:val="28"/>
                <w:szCs w:val="28"/>
                <w:lang w:eastAsia="ar-SA"/>
              </w:rPr>
              <w:t xml:space="preserve">Хореографических фестиваль молодежных танцевальных групп </w:t>
            </w:r>
            <w:r>
              <w:rPr>
                <w:sz w:val="28"/>
                <w:szCs w:val="28"/>
                <w:lang w:eastAsia="ar-SA"/>
              </w:rPr>
              <w:t>«</w:t>
            </w:r>
            <w:r w:rsidRPr="004B7A9F">
              <w:rPr>
                <w:sz w:val="28"/>
                <w:szCs w:val="28"/>
                <w:lang w:eastAsia="ar-SA"/>
              </w:rPr>
              <w:t>Признание»</w:t>
            </w:r>
          </w:p>
        </w:tc>
        <w:tc>
          <w:tcPr>
            <w:tcW w:w="698" w:type="pct"/>
          </w:tcPr>
          <w:p w:rsidR="009A51E4" w:rsidRDefault="009A51E4" w:rsidP="00E83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</w:t>
            </w:r>
          </w:p>
          <w:p w:rsidR="009A51E4" w:rsidRPr="004B7A9F" w:rsidRDefault="009A51E4" w:rsidP="00E8386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костюмов</w:t>
            </w:r>
          </w:p>
        </w:tc>
        <w:tc>
          <w:tcPr>
            <w:tcW w:w="337" w:type="pct"/>
          </w:tcPr>
          <w:p w:rsidR="009A51E4" w:rsidRPr="00535BF6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BF6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8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27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01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414" w:type="pct"/>
            <w:gridSpan w:val="3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56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30" w:type="pct"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 xml:space="preserve">КПК </w:t>
            </w:r>
          </w:p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АУ</w:t>
            </w:r>
            <w:r w:rsidRPr="004B7A9F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«</w:t>
            </w:r>
            <w:r w:rsidRPr="004B7A9F">
              <w:rPr>
                <w:sz w:val="28"/>
                <w:szCs w:val="28"/>
              </w:rPr>
              <w:t>МЦ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45" w:type="pct"/>
            <w:vMerge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</w:p>
        </w:tc>
      </w:tr>
      <w:tr w:rsidR="009A51E4" w:rsidRPr="004B7A9F" w:rsidTr="00E83861">
        <w:trPr>
          <w:cantSplit/>
          <w:trHeight w:val="240"/>
        </w:trPr>
        <w:tc>
          <w:tcPr>
            <w:tcW w:w="232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9" w:type="pct"/>
          </w:tcPr>
          <w:p w:rsidR="009A51E4" w:rsidRDefault="009A51E4" w:rsidP="005F12AA">
            <w:pPr>
              <w:rPr>
                <w:sz w:val="28"/>
                <w:szCs w:val="28"/>
                <w:lang w:eastAsia="ar-SA"/>
              </w:rPr>
            </w:pPr>
            <w:r w:rsidRPr="004B7A9F">
              <w:rPr>
                <w:sz w:val="28"/>
                <w:szCs w:val="28"/>
                <w:lang w:eastAsia="ar-SA"/>
              </w:rPr>
              <w:t xml:space="preserve">Рок-фестиваль </w:t>
            </w:r>
          </w:p>
          <w:p w:rsidR="009A51E4" w:rsidRPr="004B7A9F" w:rsidRDefault="009A51E4" w:rsidP="005F12AA">
            <w:pPr>
              <w:rPr>
                <w:sz w:val="28"/>
                <w:szCs w:val="28"/>
                <w:lang w:eastAsia="ar-SA"/>
              </w:rPr>
            </w:pPr>
            <w:r w:rsidRPr="004B7A9F">
              <w:rPr>
                <w:sz w:val="28"/>
                <w:szCs w:val="28"/>
                <w:lang w:eastAsia="ar-SA"/>
              </w:rPr>
              <w:t>«Новое движение»</w:t>
            </w:r>
          </w:p>
        </w:tc>
        <w:tc>
          <w:tcPr>
            <w:tcW w:w="698" w:type="pct"/>
          </w:tcPr>
          <w:p w:rsidR="009A51E4" w:rsidRDefault="009A51E4" w:rsidP="00E83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</w:t>
            </w:r>
          </w:p>
          <w:p w:rsidR="009A51E4" w:rsidRPr="004B7A9F" w:rsidRDefault="009A51E4" w:rsidP="00E8386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костюмов</w:t>
            </w:r>
          </w:p>
        </w:tc>
        <w:tc>
          <w:tcPr>
            <w:tcW w:w="337" w:type="pct"/>
          </w:tcPr>
          <w:p w:rsidR="009A51E4" w:rsidRPr="00535BF6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BF6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8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27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01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414" w:type="pct"/>
            <w:gridSpan w:val="3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56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30" w:type="pct"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 xml:space="preserve">КПК </w:t>
            </w:r>
          </w:p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</w:t>
            </w:r>
            <w:r w:rsidRPr="004B7A9F">
              <w:rPr>
                <w:sz w:val="28"/>
                <w:szCs w:val="28"/>
              </w:rPr>
              <w:t xml:space="preserve">УК </w:t>
            </w:r>
            <w:r>
              <w:rPr>
                <w:sz w:val="28"/>
                <w:szCs w:val="28"/>
              </w:rPr>
              <w:t>«</w:t>
            </w:r>
            <w:r w:rsidRPr="004B7A9F">
              <w:rPr>
                <w:sz w:val="28"/>
                <w:szCs w:val="28"/>
              </w:rPr>
              <w:t>МЦ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45" w:type="pct"/>
            <w:vMerge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</w:p>
        </w:tc>
      </w:tr>
      <w:tr w:rsidR="009A51E4" w:rsidRPr="004B7A9F" w:rsidTr="00E83861">
        <w:trPr>
          <w:cantSplit/>
          <w:trHeight w:val="240"/>
        </w:trPr>
        <w:tc>
          <w:tcPr>
            <w:tcW w:w="232" w:type="pct"/>
          </w:tcPr>
          <w:p w:rsidR="009A51E4" w:rsidRPr="004B7A9F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B7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9" w:type="pct"/>
          </w:tcPr>
          <w:p w:rsidR="009A51E4" w:rsidRPr="004B7A9F" w:rsidRDefault="009A51E4" w:rsidP="005F12AA">
            <w:pPr>
              <w:rPr>
                <w:sz w:val="28"/>
                <w:szCs w:val="28"/>
                <w:lang w:eastAsia="ar-SA"/>
              </w:rPr>
            </w:pPr>
            <w:r w:rsidRPr="004B7A9F">
              <w:rPr>
                <w:sz w:val="28"/>
                <w:szCs w:val="28"/>
                <w:lang w:eastAsia="ar-SA"/>
              </w:rPr>
              <w:t>Конкурс «Мисс Новотройчанка»</w:t>
            </w:r>
          </w:p>
        </w:tc>
        <w:tc>
          <w:tcPr>
            <w:tcW w:w="698" w:type="pct"/>
          </w:tcPr>
          <w:p w:rsidR="009A51E4" w:rsidRDefault="009A51E4" w:rsidP="00E83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</w:t>
            </w:r>
          </w:p>
          <w:p w:rsidR="009A51E4" w:rsidRPr="004B7A9F" w:rsidRDefault="009A51E4" w:rsidP="00E83861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костюмов</w:t>
            </w:r>
          </w:p>
        </w:tc>
        <w:tc>
          <w:tcPr>
            <w:tcW w:w="337" w:type="pct"/>
          </w:tcPr>
          <w:p w:rsidR="009A51E4" w:rsidRPr="00535BF6" w:rsidRDefault="009A51E4" w:rsidP="005F12A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BF6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8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274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01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414" w:type="pct"/>
            <w:gridSpan w:val="3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56" w:type="pct"/>
          </w:tcPr>
          <w:p w:rsidR="009A51E4" w:rsidRPr="00535BF6" w:rsidRDefault="009A51E4" w:rsidP="005F12AA">
            <w:pPr>
              <w:jc w:val="center"/>
              <w:rPr>
                <w:sz w:val="28"/>
                <w:szCs w:val="28"/>
                <w:lang w:eastAsia="ar-SA"/>
              </w:rPr>
            </w:pPr>
            <w:r w:rsidRPr="00535BF6">
              <w:rPr>
                <w:sz w:val="28"/>
                <w:szCs w:val="28"/>
                <w:lang w:eastAsia="ar-SA"/>
              </w:rPr>
              <w:t>10,00</w:t>
            </w:r>
          </w:p>
        </w:tc>
        <w:tc>
          <w:tcPr>
            <w:tcW w:w="330" w:type="pct"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 xml:space="preserve">КПК </w:t>
            </w:r>
          </w:p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  <w:r w:rsidRPr="004B7A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</w:t>
            </w:r>
            <w:r w:rsidRPr="004B7A9F">
              <w:rPr>
                <w:sz w:val="28"/>
                <w:szCs w:val="28"/>
              </w:rPr>
              <w:t xml:space="preserve">УК </w:t>
            </w:r>
            <w:r>
              <w:rPr>
                <w:sz w:val="28"/>
                <w:szCs w:val="28"/>
              </w:rPr>
              <w:t>«</w:t>
            </w:r>
            <w:r w:rsidRPr="004B7A9F">
              <w:rPr>
                <w:sz w:val="28"/>
                <w:szCs w:val="28"/>
              </w:rPr>
              <w:t>МЦ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45" w:type="pct"/>
            <w:vMerge/>
          </w:tcPr>
          <w:p w:rsidR="009A51E4" w:rsidRPr="004B7A9F" w:rsidRDefault="009A51E4" w:rsidP="005F12A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1E4" w:rsidRDefault="009A51E4" w:rsidP="00A66FBF">
      <w:pPr>
        <w:ind w:left="360"/>
        <w:jc w:val="center"/>
      </w:pPr>
    </w:p>
    <w:p w:rsidR="009A51E4" w:rsidRDefault="009A51E4" w:rsidP="00833E8A">
      <w:pPr>
        <w:ind w:left="-142"/>
      </w:pPr>
      <w:r w:rsidRPr="00B8415C">
        <w:rPr>
          <w:sz w:val="28"/>
          <w:szCs w:val="28"/>
        </w:rPr>
        <w:t xml:space="preserve">Главный специалист КДМ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B8415C">
        <w:rPr>
          <w:sz w:val="28"/>
          <w:szCs w:val="28"/>
        </w:rPr>
        <w:t>А.П. Паршина</w:t>
      </w:r>
    </w:p>
    <w:p w:rsidR="009A51E4" w:rsidRDefault="009A51E4" w:rsidP="00B8415C">
      <w:pPr>
        <w:ind w:left="-142"/>
        <w:rPr>
          <w:sz w:val="28"/>
          <w:szCs w:val="28"/>
        </w:rPr>
      </w:pPr>
      <w:r w:rsidRPr="00B841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B8415C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Pr="00B8415C">
        <w:rPr>
          <w:sz w:val="28"/>
          <w:szCs w:val="28"/>
        </w:rPr>
        <w:t xml:space="preserve">                       </w:t>
      </w:r>
    </w:p>
    <w:p w:rsidR="009A51E4" w:rsidRDefault="009A51E4" w:rsidP="00E751CF">
      <w:pPr>
        <w:ind w:left="-142"/>
      </w:pPr>
      <w:r w:rsidRPr="00B8415C">
        <w:rPr>
          <w:sz w:val="28"/>
          <w:szCs w:val="28"/>
        </w:rPr>
        <w:t xml:space="preserve">                                                           </w:t>
      </w:r>
    </w:p>
    <w:p w:rsidR="009A51E4" w:rsidRDefault="009A51E4" w:rsidP="00966991">
      <w:pPr>
        <w:ind w:left="5664"/>
      </w:pPr>
    </w:p>
    <w:sectPr w:rsidR="009A51E4" w:rsidSect="00833E8A">
      <w:pgSz w:w="16838" w:h="11906" w:orient="landscape" w:code="9"/>
      <w:pgMar w:top="567" w:right="289" w:bottom="284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1E4" w:rsidRDefault="009A51E4" w:rsidP="007C17E5">
      <w:r>
        <w:separator/>
      </w:r>
    </w:p>
  </w:endnote>
  <w:endnote w:type="continuationSeparator" w:id="1">
    <w:p w:rsidR="009A51E4" w:rsidRDefault="009A51E4" w:rsidP="007C1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1E4" w:rsidRDefault="009A51E4" w:rsidP="007C17E5">
      <w:r>
        <w:separator/>
      </w:r>
    </w:p>
  </w:footnote>
  <w:footnote w:type="continuationSeparator" w:id="1">
    <w:p w:rsidR="009A51E4" w:rsidRDefault="009A51E4" w:rsidP="007C1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232B"/>
    <w:multiLevelType w:val="hybridMultilevel"/>
    <w:tmpl w:val="A1D4B6EA"/>
    <w:lvl w:ilvl="0" w:tplc="F3CA31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CE3B0D"/>
    <w:multiLevelType w:val="hybridMultilevel"/>
    <w:tmpl w:val="5DD66F40"/>
    <w:lvl w:ilvl="0" w:tplc="8CAC17E8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3BC"/>
    <w:rsid w:val="00004EC5"/>
    <w:rsid w:val="0001446E"/>
    <w:rsid w:val="00041515"/>
    <w:rsid w:val="00044846"/>
    <w:rsid w:val="00044B34"/>
    <w:rsid w:val="00047F05"/>
    <w:rsid w:val="0005215A"/>
    <w:rsid w:val="00061901"/>
    <w:rsid w:val="000636DF"/>
    <w:rsid w:val="00073BC3"/>
    <w:rsid w:val="00074B3F"/>
    <w:rsid w:val="000B72C4"/>
    <w:rsid w:val="000E450B"/>
    <w:rsid w:val="001253F9"/>
    <w:rsid w:val="001305AC"/>
    <w:rsid w:val="00151986"/>
    <w:rsid w:val="001C374F"/>
    <w:rsid w:val="001D30F0"/>
    <w:rsid w:val="001D7755"/>
    <w:rsid w:val="001E165A"/>
    <w:rsid w:val="0022381C"/>
    <w:rsid w:val="0022621E"/>
    <w:rsid w:val="00233888"/>
    <w:rsid w:val="0025030B"/>
    <w:rsid w:val="00251E54"/>
    <w:rsid w:val="002737B7"/>
    <w:rsid w:val="00275C03"/>
    <w:rsid w:val="0029087E"/>
    <w:rsid w:val="002A1BAB"/>
    <w:rsid w:val="002B2667"/>
    <w:rsid w:val="002D734F"/>
    <w:rsid w:val="002E159E"/>
    <w:rsid w:val="002E1B7C"/>
    <w:rsid w:val="002E59FE"/>
    <w:rsid w:val="002F1A29"/>
    <w:rsid w:val="00324C9A"/>
    <w:rsid w:val="00325451"/>
    <w:rsid w:val="0032675A"/>
    <w:rsid w:val="003624CA"/>
    <w:rsid w:val="003632EF"/>
    <w:rsid w:val="00381D16"/>
    <w:rsid w:val="00392402"/>
    <w:rsid w:val="003A08D1"/>
    <w:rsid w:val="003A2711"/>
    <w:rsid w:val="003B79A5"/>
    <w:rsid w:val="003D103A"/>
    <w:rsid w:val="003E620D"/>
    <w:rsid w:val="003F1CEE"/>
    <w:rsid w:val="003F3246"/>
    <w:rsid w:val="003F6025"/>
    <w:rsid w:val="003F7380"/>
    <w:rsid w:val="00405C55"/>
    <w:rsid w:val="00422329"/>
    <w:rsid w:val="00426DF9"/>
    <w:rsid w:val="00434B25"/>
    <w:rsid w:val="004504F1"/>
    <w:rsid w:val="00455A35"/>
    <w:rsid w:val="0047665F"/>
    <w:rsid w:val="00477A6E"/>
    <w:rsid w:val="00485C64"/>
    <w:rsid w:val="00491D95"/>
    <w:rsid w:val="004920BF"/>
    <w:rsid w:val="00492D42"/>
    <w:rsid w:val="004A693A"/>
    <w:rsid w:val="004A7C6D"/>
    <w:rsid w:val="004B371F"/>
    <w:rsid w:val="004B43B1"/>
    <w:rsid w:val="004B7A9F"/>
    <w:rsid w:val="004D59AE"/>
    <w:rsid w:val="004F7C09"/>
    <w:rsid w:val="00517232"/>
    <w:rsid w:val="00521382"/>
    <w:rsid w:val="00535BF6"/>
    <w:rsid w:val="00537B33"/>
    <w:rsid w:val="00542DC9"/>
    <w:rsid w:val="00543093"/>
    <w:rsid w:val="00580B2F"/>
    <w:rsid w:val="005854E4"/>
    <w:rsid w:val="00590E7A"/>
    <w:rsid w:val="005E3D0B"/>
    <w:rsid w:val="005F12AA"/>
    <w:rsid w:val="005F292C"/>
    <w:rsid w:val="0060535D"/>
    <w:rsid w:val="00606868"/>
    <w:rsid w:val="00611C93"/>
    <w:rsid w:val="00622ACB"/>
    <w:rsid w:val="006674A5"/>
    <w:rsid w:val="00681810"/>
    <w:rsid w:val="006875A5"/>
    <w:rsid w:val="00697F30"/>
    <w:rsid w:val="006A1205"/>
    <w:rsid w:val="006B66DD"/>
    <w:rsid w:val="006D2E8C"/>
    <w:rsid w:val="006F7CAF"/>
    <w:rsid w:val="00702F65"/>
    <w:rsid w:val="007043C2"/>
    <w:rsid w:val="00715411"/>
    <w:rsid w:val="00723226"/>
    <w:rsid w:val="007329BD"/>
    <w:rsid w:val="00742743"/>
    <w:rsid w:val="0075430C"/>
    <w:rsid w:val="00761D18"/>
    <w:rsid w:val="00770AED"/>
    <w:rsid w:val="00773469"/>
    <w:rsid w:val="007C090B"/>
    <w:rsid w:val="007C17E5"/>
    <w:rsid w:val="00815876"/>
    <w:rsid w:val="00816389"/>
    <w:rsid w:val="008214CE"/>
    <w:rsid w:val="008229A9"/>
    <w:rsid w:val="00823C1A"/>
    <w:rsid w:val="00833E8A"/>
    <w:rsid w:val="00841CC1"/>
    <w:rsid w:val="00844485"/>
    <w:rsid w:val="00850749"/>
    <w:rsid w:val="0086031C"/>
    <w:rsid w:val="00863436"/>
    <w:rsid w:val="00883861"/>
    <w:rsid w:val="00885F18"/>
    <w:rsid w:val="00887FE8"/>
    <w:rsid w:val="00892D37"/>
    <w:rsid w:val="008B48A7"/>
    <w:rsid w:val="008B78AF"/>
    <w:rsid w:val="008C3926"/>
    <w:rsid w:val="008D4B3C"/>
    <w:rsid w:val="008E5336"/>
    <w:rsid w:val="008F6C12"/>
    <w:rsid w:val="009117B9"/>
    <w:rsid w:val="009213E1"/>
    <w:rsid w:val="0095108A"/>
    <w:rsid w:val="00966991"/>
    <w:rsid w:val="00971739"/>
    <w:rsid w:val="00983B46"/>
    <w:rsid w:val="00992FBD"/>
    <w:rsid w:val="009A51E4"/>
    <w:rsid w:val="009D7CA1"/>
    <w:rsid w:val="009E3753"/>
    <w:rsid w:val="009F0562"/>
    <w:rsid w:val="009F0E41"/>
    <w:rsid w:val="00A33509"/>
    <w:rsid w:val="00A54A0B"/>
    <w:rsid w:val="00A57E93"/>
    <w:rsid w:val="00A644A1"/>
    <w:rsid w:val="00A66491"/>
    <w:rsid w:val="00A66F0E"/>
    <w:rsid w:val="00A66FBF"/>
    <w:rsid w:val="00A717FD"/>
    <w:rsid w:val="00A7514F"/>
    <w:rsid w:val="00A80C3B"/>
    <w:rsid w:val="00A8502E"/>
    <w:rsid w:val="00A94D4D"/>
    <w:rsid w:val="00AB218A"/>
    <w:rsid w:val="00AB46A3"/>
    <w:rsid w:val="00AC7385"/>
    <w:rsid w:val="00AD1E65"/>
    <w:rsid w:val="00AF5B35"/>
    <w:rsid w:val="00B005E1"/>
    <w:rsid w:val="00B34C44"/>
    <w:rsid w:val="00B73108"/>
    <w:rsid w:val="00B76E03"/>
    <w:rsid w:val="00B8415C"/>
    <w:rsid w:val="00B95A75"/>
    <w:rsid w:val="00BA4FC6"/>
    <w:rsid w:val="00BB4D09"/>
    <w:rsid w:val="00BC7712"/>
    <w:rsid w:val="00BD006D"/>
    <w:rsid w:val="00BD4FAA"/>
    <w:rsid w:val="00BE03BC"/>
    <w:rsid w:val="00BE26A7"/>
    <w:rsid w:val="00BE3176"/>
    <w:rsid w:val="00BF0A2C"/>
    <w:rsid w:val="00C05E66"/>
    <w:rsid w:val="00C151BE"/>
    <w:rsid w:val="00C15D24"/>
    <w:rsid w:val="00C26633"/>
    <w:rsid w:val="00C51E5A"/>
    <w:rsid w:val="00C64C9C"/>
    <w:rsid w:val="00C73D71"/>
    <w:rsid w:val="00C91EB5"/>
    <w:rsid w:val="00CD0665"/>
    <w:rsid w:val="00CF276D"/>
    <w:rsid w:val="00D04BBD"/>
    <w:rsid w:val="00D06495"/>
    <w:rsid w:val="00D171DC"/>
    <w:rsid w:val="00D36022"/>
    <w:rsid w:val="00D6456E"/>
    <w:rsid w:val="00D667BB"/>
    <w:rsid w:val="00D8284F"/>
    <w:rsid w:val="00D873A5"/>
    <w:rsid w:val="00D879DD"/>
    <w:rsid w:val="00D9205B"/>
    <w:rsid w:val="00DB6670"/>
    <w:rsid w:val="00DB7112"/>
    <w:rsid w:val="00DE58BE"/>
    <w:rsid w:val="00DF759E"/>
    <w:rsid w:val="00E204C3"/>
    <w:rsid w:val="00E30333"/>
    <w:rsid w:val="00E30F68"/>
    <w:rsid w:val="00E41C4C"/>
    <w:rsid w:val="00E44798"/>
    <w:rsid w:val="00E62350"/>
    <w:rsid w:val="00E63A52"/>
    <w:rsid w:val="00E751CF"/>
    <w:rsid w:val="00E83861"/>
    <w:rsid w:val="00E9233A"/>
    <w:rsid w:val="00E97D40"/>
    <w:rsid w:val="00EA1CC5"/>
    <w:rsid w:val="00EA378B"/>
    <w:rsid w:val="00EA5959"/>
    <w:rsid w:val="00EB00C4"/>
    <w:rsid w:val="00EB312E"/>
    <w:rsid w:val="00EB5419"/>
    <w:rsid w:val="00ED1419"/>
    <w:rsid w:val="00ED6690"/>
    <w:rsid w:val="00EF4A72"/>
    <w:rsid w:val="00EF6B99"/>
    <w:rsid w:val="00F00416"/>
    <w:rsid w:val="00F0261E"/>
    <w:rsid w:val="00F04E48"/>
    <w:rsid w:val="00F067FF"/>
    <w:rsid w:val="00F62560"/>
    <w:rsid w:val="00F646B4"/>
    <w:rsid w:val="00F777D2"/>
    <w:rsid w:val="00F92896"/>
    <w:rsid w:val="00F97ED1"/>
    <w:rsid w:val="00FA5200"/>
    <w:rsid w:val="00FA5450"/>
    <w:rsid w:val="00FC7E71"/>
    <w:rsid w:val="00FE56EF"/>
    <w:rsid w:val="00FF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A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6A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26A7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6A7"/>
    <w:pPr>
      <w:keepNext/>
      <w:jc w:val="center"/>
      <w:outlineLvl w:val="2"/>
    </w:pPr>
    <w:rPr>
      <w:b/>
      <w:bCs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6A7"/>
    <w:pPr>
      <w:keepNext/>
      <w:jc w:val="center"/>
      <w:outlineLvl w:val="3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290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90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290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2903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BE26A7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BE26A7"/>
    <w:pPr>
      <w:jc w:val="center"/>
    </w:pPr>
    <w:rPr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10"/>
    <w:rsid w:val="007C290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BE26A7"/>
    <w:pPr>
      <w:jc w:val="center"/>
    </w:pPr>
    <w:rPr>
      <w:b/>
      <w:bCs/>
      <w:sz w:val="36"/>
    </w:rPr>
  </w:style>
  <w:style w:type="paragraph" w:styleId="BodyText">
    <w:name w:val="Body Text"/>
    <w:basedOn w:val="Normal"/>
    <w:link w:val="BodyTextChar"/>
    <w:uiPriority w:val="99"/>
    <w:rsid w:val="00BE26A7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2903"/>
    <w:rPr>
      <w:sz w:val="24"/>
      <w:szCs w:val="24"/>
    </w:rPr>
  </w:style>
  <w:style w:type="character" w:styleId="FollowedHyperlink">
    <w:name w:val="FollowedHyperlink"/>
    <w:basedOn w:val="DefaultParagraphFont"/>
    <w:uiPriority w:val="99"/>
    <w:rsid w:val="00BE26A7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E0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903"/>
    <w:rPr>
      <w:sz w:val="0"/>
      <w:szCs w:val="0"/>
    </w:rPr>
  </w:style>
  <w:style w:type="paragraph" w:customStyle="1" w:styleId="ConsPlusTitle">
    <w:name w:val="ConsPlusTitle"/>
    <w:uiPriority w:val="99"/>
    <w:rsid w:val="003E62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"/>
    <w:basedOn w:val="Normal"/>
    <w:uiPriority w:val="99"/>
    <w:rsid w:val="00BF0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44">
    <w:name w:val="Font Style44"/>
    <w:basedOn w:val="DefaultParagraphFont"/>
    <w:uiPriority w:val="99"/>
    <w:rsid w:val="00BF0A2C"/>
    <w:rPr>
      <w:rFonts w:ascii="Times New Roman" w:hAnsi="Times New Roman" w:cs="Times New Roman"/>
      <w:b/>
      <w:bCs/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6B66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B66DD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C17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17E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C17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17E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A66FB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221</Words>
  <Characters>1265</Characters>
  <Application>Microsoft Office Outlook</Application>
  <DocSecurity>0</DocSecurity>
  <Lines>0</Lines>
  <Paragraphs>0</Paragraphs>
  <ScaleCrop>false</ScaleCrop>
  <Company>SharaSoft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7</cp:revision>
  <cp:lastPrinted>2014-10-13T02:01:00Z</cp:lastPrinted>
  <dcterms:created xsi:type="dcterms:W3CDTF">2014-10-28T05:01:00Z</dcterms:created>
  <dcterms:modified xsi:type="dcterms:W3CDTF">2014-10-28T05:03:00Z</dcterms:modified>
</cp:coreProperties>
</file>