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146" w:rsidRDefault="000A7146" w:rsidP="009F7FB8">
      <w:pPr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ТЕРРИТОРИАЛЬНАЯ ИЗБИРАТЕЛЬНАЯ КОМИССИЯ</w:t>
      </w:r>
    </w:p>
    <w:p w:rsidR="000A7146" w:rsidRDefault="000A7146" w:rsidP="009F7FB8">
      <w:pPr>
        <w:keepNext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ГОРОДА НОВОТРОИЦКА</w:t>
      </w:r>
    </w:p>
    <w:p w:rsidR="000A7146" w:rsidRDefault="000A7146" w:rsidP="009F7FB8"/>
    <w:p w:rsidR="000A7146" w:rsidRDefault="000A7146" w:rsidP="009F7FB8"/>
    <w:p w:rsidR="000A7146" w:rsidRDefault="000A7146" w:rsidP="009F7FB8">
      <w:pPr>
        <w:keepNext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Р Е Ш Е Н И Е </w:t>
      </w:r>
    </w:p>
    <w:p w:rsidR="000A7146" w:rsidRPr="00F933F5" w:rsidRDefault="000A7146" w:rsidP="009F7FB8">
      <w:pPr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A0"/>
      </w:tblPr>
      <w:tblGrid>
        <w:gridCol w:w="4926"/>
        <w:gridCol w:w="4926"/>
      </w:tblGrid>
      <w:tr w:rsidR="000A7146" w:rsidRPr="00D93025" w:rsidTr="002541C1">
        <w:trPr>
          <w:trHeight w:val="1"/>
        </w:trPr>
        <w:tc>
          <w:tcPr>
            <w:tcW w:w="4926" w:type="dxa"/>
          </w:tcPr>
          <w:p w:rsidR="000A7146" w:rsidRPr="00D93025" w:rsidRDefault="000A7146" w:rsidP="00B548BA">
            <w:pPr>
              <w:spacing w:line="360" w:lineRule="auto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2541C1">
              <w:rPr>
                <w:bCs/>
                <w:sz w:val="28"/>
                <w:szCs w:val="28"/>
              </w:rPr>
              <w:t xml:space="preserve">10 </w:t>
            </w:r>
            <w:r w:rsidRPr="00D93025">
              <w:rPr>
                <w:bCs/>
                <w:sz w:val="28"/>
                <w:szCs w:val="28"/>
              </w:rPr>
              <w:t xml:space="preserve">сентября </w:t>
            </w:r>
            <w:r w:rsidRPr="00D93025">
              <w:rPr>
                <w:rFonts w:ascii="Times New Roman CYR" w:hAnsi="Times New Roman CYR" w:cs="Times New Roman CYR"/>
                <w:bCs/>
                <w:sz w:val="28"/>
                <w:szCs w:val="28"/>
              </w:rPr>
              <w:t>201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8</w:t>
            </w:r>
            <w:r w:rsidRPr="00D93025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926" w:type="dxa"/>
            <w:shd w:val="clear" w:color="auto" w:fill="FFFFFF"/>
          </w:tcPr>
          <w:p w:rsidR="000A7146" w:rsidRPr="00D93025" w:rsidRDefault="000A7146" w:rsidP="00953F7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D93025">
              <w:rPr>
                <w:bCs/>
                <w:sz w:val="28"/>
                <w:szCs w:val="28"/>
              </w:rPr>
              <w:t xml:space="preserve">                         </w:t>
            </w:r>
            <w:r w:rsidRPr="00D93025">
              <w:rPr>
                <w:bCs/>
                <w:sz w:val="28"/>
                <w:szCs w:val="28"/>
                <w:lang w:val="en-US"/>
              </w:rPr>
              <w:t xml:space="preserve">№ </w:t>
            </w:r>
            <w:r>
              <w:rPr>
                <w:bCs/>
                <w:sz w:val="28"/>
                <w:szCs w:val="28"/>
              </w:rPr>
              <w:t>44</w:t>
            </w:r>
            <w:r w:rsidRPr="00D93025">
              <w:rPr>
                <w:bCs/>
                <w:sz w:val="28"/>
                <w:szCs w:val="28"/>
              </w:rPr>
              <w:t>/1</w:t>
            </w:r>
            <w:r>
              <w:rPr>
                <w:bCs/>
                <w:sz w:val="28"/>
                <w:szCs w:val="28"/>
              </w:rPr>
              <w:t>73</w:t>
            </w:r>
            <w:r w:rsidRPr="00D93025">
              <w:rPr>
                <w:bCs/>
                <w:sz w:val="28"/>
                <w:szCs w:val="28"/>
              </w:rPr>
              <w:t>-1</w:t>
            </w:r>
          </w:p>
        </w:tc>
      </w:tr>
    </w:tbl>
    <w:p w:rsidR="000A7146" w:rsidRDefault="000A7146" w:rsidP="009F7FB8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0A7146" w:rsidRDefault="000A7146" w:rsidP="009F7FB8">
      <w:pPr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Новотроицк</w:t>
      </w:r>
    </w:p>
    <w:p w:rsidR="000A7146" w:rsidRDefault="000A7146" w:rsidP="009F7FB8">
      <w:pPr>
        <w:rPr>
          <w:b/>
          <w:sz w:val="28"/>
          <w:szCs w:val="28"/>
        </w:rPr>
      </w:pP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</w:p>
    <w:p w:rsidR="000A7146" w:rsidRDefault="000A7146" w:rsidP="009F7FB8">
      <w:pPr>
        <w:rPr>
          <w:sz w:val="28"/>
          <w:szCs w:val="28"/>
        </w:rPr>
      </w:pP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</w:p>
    <w:p w:rsidR="000A7146" w:rsidRPr="00B548BA" w:rsidRDefault="000A7146" w:rsidP="00B548BA">
      <w:pPr>
        <w:jc w:val="center"/>
        <w:rPr>
          <w:sz w:val="28"/>
          <w:szCs w:val="28"/>
        </w:rPr>
      </w:pPr>
      <w:r>
        <w:rPr>
          <w:sz w:val="28"/>
          <w:szCs w:val="28"/>
        </w:rPr>
        <w:t>О формировании М</w:t>
      </w:r>
      <w:r w:rsidRPr="00B548BA">
        <w:rPr>
          <w:sz w:val="28"/>
          <w:szCs w:val="28"/>
        </w:rPr>
        <w:t xml:space="preserve">олодежной избирательной комиссии </w:t>
      </w:r>
    </w:p>
    <w:p w:rsidR="000A7146" w:rsidRDefault="000A7146" w:rsidP="001C27BB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город Новотроицк</w:t>
      </w:r>
    </w:p>
    <w:p w:rsidR="000A7146" w:rsidRPr="00E032C9" w:rsidRDefault="000A7146" w:rsidP="009F7FB8">
      <w:pPr>
        <w:rPr>
          <w:sz w:val="28"/>
          <w:szCs w:val="28"/>
        </w:rPr>
      </w:pPr>
    </w:p>
    <w:p w:rsidR="000A7146" w:rsidRPr="0029685A" w:rsidRDefault="000A7146" w:rsidP="00B548B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548BA">
        <w:rPr>
          <w:sz w:val="28"/>
          <w:szCs w:val="28"/>
        </w:rPr>
        <w:t xml:space="preserve">В соответствии с Положением о Молодежной избирательной </w:t>
      </w:r>
      <w:r>
        <w:rPr>
          <w:sz w:val="28"/>
          <w:szCs w:val="28"/>
        </w:rPr>
        <w:t xml:space="preserve">комиссии муниципального образования город Новотроицк, с целью </w:t>
      </w:r>
      <w:r w:rsidRPr="00B548BA">
        <w:rPr>
          <w:sz w:val="28"/>
          <w:szCs w:val="28"/>
        </w:rPr>
        <w:t>формирования Молодежной избирательной комиссии</w:t>
      </w:r>
      <w:r>
        <w:rPr>
          <w:sz w:val="28"/>
          <w:szCs w:val="28"/>
        </w:rPr>
        <w:t xml:space="preserve"> муниципального образования город Новотроицк четвертого созыва</w:t>
      </w:r>
      <w:r w:rsidRPr="00B548BA">
        <w:rPr>
          <w:sz w:val="28"/>
          <w:szCs w:val="28"/>
        </w:rPr>
        <w:t xml:space="preserve">, территориальная избирательная комиссия города Новотроицка </w:t>
      </w:r>
      <w:r w:rsidRPr="0029685A">
        <w:rPr>
          <w:b/>
          <w:sz w:val="28"/>
          <w:szCs w:val="28"/>
        </w:rPr>
        <w:t>решила:</w:t>
      </w:r>
    </w:p>
    <w:p w:rsidR="000A7146" w:rsidRPr="00B548BA" w:rsidRDefault="000A7146" w:rsidP="00B548BA">
      <w:pPr>
        <w:spacing w:line="360" w:lineRule="auto"/>
        <w:ind w:firstLine="709"/>
        <w:jc w:val="both"/>
        <w:rPr>
          <w:sz w:val="28"/>
          <w:szCs w:val="28"/>
        </w:rPr>
      </w:pPr>
      <w:r w:rsidRPr="00B548BA">
        <w:rPr>
          <w:sz w:val="28"/>
          <w:szCs w:val="28"/>
        </w:rPr>
        <w:t xml:space="preserve">1. Объявить о начале приема предложений кандидатур в состав Молодежной избирательной комиссии </w:t>
      </w:r>
      <w:r>
        <w:rPr>
          <w:sz w:val="28"/>
          <w:szCs w:val="28"/>
        </w:rPr>
        <w:t xml:space="preserve">муниципального образования город Новотроицк четвертого созыва </w:t>
      </w:r>
      <w:r w:rsidRPr="00B548BA">
        <w:rPr>
          <w:sz w:val="28"/>
          <w:szCs w:val="28"/>
        </w:rPr>
        <w:t xml:space="preserve">с </w:t>
      </w:r>
      <w:r>
        <w:rPr>
          <w:sz w:val="28"/>
          <w:szCs w:val="28"/>
        </w:rPr>
        <w:t>11</w:t>
      </w:r>
      <w:r w:rsidRPr="00B548BA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Pr="00B548BA">
        <w:rPr>
          <w:sz w:val="28"/>
          <w:szCs w:val="28"/>
        </w:rPr>
        <w:t>.20</w:t>
      </w:r>
      <w:r>
        <w:rPr>
          <w:sz w:val="28"/>
          <w:szCs w:val="28"/>
        </w:rPr>
        <w:t>18</w:t>
      </w:r>
      <w:r w:rsidRPr="00B548BA">
        <w:rPr>
          <w:sz w:val="28"/>
          <w:szCs w:val="28"/>
        </w:rPr>
        <w:t>.</w:t>
      </w:r>
    </w:p>
    <w:p w:rsidR="000A7146" w:rsidRPr="00B548BA" w:rsidRDefault="000A7146" w:rsidP="00B548BA">
      <w:pPr>
        <w:spacing w:line="360" w:lineRule="auto"/>
        <w:ind w:firstLine="709"/>
        <w:jc w:val="both"/>
        <w:rPr>
          <w:sz w:val="28"/>
          <w:szCs w:val="28"/>
        </w:rPr>
      </w:pPr>
      <w:r w:rsidRPr="00B548BA">
        <w:rPr>
          <w:sz w:val="28"/>
          <w:szCs w:val="28"/>
        </w:rPr>
        <w:t xml:space="preserve">2. Срок приема предложений кандидатур в состав Молодежной избирательной комиссии </w:t>
      </w:r>
      <w:r>
        <w:rPr>
          <w:sz w:val="28"/>
          <w:szCs w:val="28"/>
        </w:rPr>
        <w:t xml:space="preserve">муниципального образования город Новотроицк четвертого созыва </w:t>
      </w:r>
      <w:r w:rsidRPr="00B548BA">
        <w:rPr>
          <w:sz w:val="28"/>
          <w:szCs w:val="28"/>
        </w:rPr>
        <w:t>составляет десять дней.</w:t>
      </w:r>
    </w:p>
    <w:p w:rsidR="000A7146" w:rsidRDefault="000A7146" w:rsidP="009F7FB8">
      <w:pPr>
        <w:spacing w:line="360" w:lineRule="auto"/>
        <w:ind w:firstLine="709"/>
        <w:jc w:val="both"/>
        <w:rPr>
          <w:sz w:val="28"/>
          <w:szCs w:val="28"/>
        </w:rPr>
      </w:pPr>
      <w:r w:rsidRPr="00B548BA">
        <w:rPr>
          <w:sz w:val="28"/>
          <w:szCs w:val="28"/>
        </w:rPr>
        <w:t xml:space="preserve">3. </w:t>
      </w:r>
      <w:r>
        <w:rPr>
          <w:sz w:val="28"/>
          <w:szCs w:val="28"/>
        </w:rPr>
        <w:t>Возложить контроль за исполнением настоящего решения на председателя территориальной избирательной комиссии города Новотроицка А.В. Никонову.</w:t>
      </w:r>
    </w:p>
    <w:p w:rsidR="000A7146" w:rsidRDefault="000A7146" w:rsidP="009F7FB8">
      <w:pPr>
        <w:jc w:val="both"/>
        <w:rPr>
          <w:sz w:val="28"/>
          <w:szCs w:val="28"/>
        </w:rPr>
      </w:pPr>
    </w:p>
    <w:p w:rsidR="000A7146" w:rsidRPr="00E032C9" w:rsidRDefault="000A7146" w:rsidP="009F7FB8">
      <w:pPr>
        <w:jc w:val="both"/>
        <w:rPr>
          <w:sz w:val="28"/>
          <w:szCs w:val="28"/>
        </w:rPr>
      </w:pPr>
    </w:p>
    <w:p w:rsidR="000A7146" w:rsidRPr="00E032C9" w:rsidRDefault="000A7146" w:rsidP="009F7FB8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</w:t>
      </w:r>
      <w:r w:rsidRPr="00E032C9">
        <w:rPr>
          <w:sz w:val="28"/>
          <w:szCs w:val="28"/>
        </w:rPr>
        <w:t>А.</w:t>
      </w:r>
      <w:r>
        <w:rPr>
          <w:sz w:val="28"/>
          <w:szCs w:val="28"/>
        </w:rPr>
        <w:t>В. Никонова</w:t>
      </w:r>
    </w:p>
    <w:p w:rsidR="000A7146" w:rsidRPr="00E032C9" w:rsidRDefault="000A7146" w:rsidP="009F7FB8">
      <w:pPr>
        <w:rPr>
          <w:sz w:val="28"/>
          <w:szCs w:val="28"/>
        </w:rPr>
      </w:pPr>
    </w:p>
    <w:p w:rsidR="000A7146" w:rsidRDefault="000A7146" w:rsidP="00286DFA">
      <w:pPr>
        <w:rPr>
          <w:sz w:val="28"/>
          <w:szCs w:val="28"/>
        </w:rPr>
      </w:pPr>
      <w:r w:rsidRPr="00E032C9">
        <w:rPr>
          <w:sz w:val="28"/>
          <w:szCs w:val="28"/>
        </w:rPr>
        <w:t>Секретарь ко</w:t>
      </w:r>
      <w:r>
        <w:rPr>
          <w:sz w:val="28"/>
          <w:szCs w:val="28"/>
        </w:rPr>
        <w:t xml:space="preserve">миссии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А.Р. Куниртаева</w:t>
      </w:r>
      <w:bookmarkStart w:id="0" w:name="_GoBack"/>
      <w:bookmarkEnd w:id="0"/>
    </w:p>
    <w:sectPr w:rsidR="000A7146" w:rsidSect="007735CC">
      <w:pgSz w:w="11909" w:h="16834"/>
      <w:pgMar w:top="1134" w:right="851" w:bottom="1134" w:left="1701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020C012"/>
    <w:lvl w:ilvl="0">
      <w:numFmt w:val="bullet"/>
      <w:lvlText w:val="*"/>
      <w:lvlJc w:val="left"/>
    </w:lvl>
  </w:abstractNum>
  <w:abstractNum w:abstractNumId="1">
    <w:nsid w:val="23F7639C"/>
    <w:multiLevelType w:val="singleLevel"/>
    <w:tmpl w:val="5F14DD0C"/>
    <w:lvl w:ilvl="0">
      <w:start w:val="1"/>
      <w:numFmt w:val="decimal"/>
      <w:lvlText w:val="2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2">
    <w:nsid w:val="28C67F5C"/>
    <w:multiLevelType w:val="singleLevel"/>
    <w:tmpl w:val="7EACF440"/>
    <w:lvl w:ilvl="0">
      <w:start w:val="1"/>
      <w:numFmt w:val="decimal"/>
      <w:lvlText w:val="4.%1."/>
      <w:legacy w:legacy="1" w:legacySpace="0" w:legacyIndent="522"/>
      <w:lvlJc w:val="left"/>
      <w:rPr>
        <w:rFonts w:ascii="Times New Roman" w:hAnsi="Times New Roman" w:cs="Times New Roman" w:hint="default"/>
      </w:rPr>
    </w:lvl>
  </w:abstractNum>
  <w:abstractNum w:abstractNumId="3">
    <w:nsid w:val="5FE75B85"/>
    <w:multiLevelType w:val="singleLevel"/>
    <w:tmpl w:val="8A98571C"/>
    <w:lvl w:ilvl="0">
      <w:start w:val="2"/>
      <w:numFmt w:val="decimal"/>
      <w:lvlText w:val="3.%1."/>
      <w:legacy w:legacy="1" w:legacySpace="0" w:legacyIndent="486"/>
      <w:lvlJc w:val="left"/>
      <w:rPr>
        <w:rFonts w:ascii="Times New Roman" w:hAnsi="Times New Roman" w:cs="Times New Roman" w:hint="default"/>
      </w:rPr>
    </w:lvl>
  </w:abstractNum>
  <w:abstractNum w:abstractNumId="4">
    <w:nsid w:val="786E58E8"/>
    <w:multiLevelType w:val="singleLevel"/>
    <w:tmpl w:val="F278A4DC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numFmt w:val="bullet"/>
        <w:lvlText w:val="—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53"/>
        <w:lvlJc w:val="left"/>
        <w:rPr>
          <w:rFonts w:ascii="Times New Roman" w:hAnsi="Times New Roman" w:hint="default"/>
        </w:rPr>
      </w:lvl>
    </w:lvlOverride>
  </w:num>
  <w:num w:numId="5">
    <w:abstractNumId w:val="2"/>
  </w:num>
  <w:num w:numId="6">
    <w:abstractNumId w:val="4"/>
  </w:num>
  <w:num w:numId="7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69A1"/>
    <w:rsid w:val="00010A95"/>
    <w:rsid w:val="000A7146"/>
    <w:rsid w:val="000C645D"/>
    <w:rsid w:val="00122B69"/>
    <w:rsid w:val="001431AE"/>
    <w:rsid w:val="00161C48"/>
    <w:rsid w:val="001837EC"/>
    <w:rsid w:val="001C27BB"/>
    <w:rsid w:val="001C417C"/>
    <w:rsid w:val="00247F68"/>
    <w:rsid w:val="002541C1"/>
    <w:rsid w:val="00286DFA"/>
    <w:rsid w:val="0029685A"/>
    <w:rsid w:val="00330C01"/>
    <w:rsid w:val="003A4B59"/>
    <w:rsid w:val="003F20C6"/>
    <w:rsid w:val="003F68AD"/>
    <w:rsid w:val="00400F4B"/>
    <w:rsid w:val="00421855"/>
    <w:rsid w:val="0042657D"/>
    <w:rsid w:val="004734AF"/>
    <w:rsid w:val="004F76D1"/>
    <w:rsid w:val="005C3B7D"/>
    <w:rsid w:val="005F6E4E"/>
    <w:rsid w:val="00600978"/>
    <w:rsid w:val="007735CC"/>
    <w:rsid w:val="007761D2"/>
    <w:rsid w:val="00825791"/>
    <w:rsid w:val="00883306"/>
    <w:rsid w:val="00894F54"/>
    <w:rsid w:val="00953F7E"/>
    <w:rsid w:val="009E16CC"/>
    <w:rsid w:val="009F7FB8"/>
    <w:rsid w:val="00A04615"/>
    <w:rsid w:val="00A47182"/>
    <w:rsid w:val="00B548BA"/>
    <w:rsid w:val="00B77796"/>
    <w:rsid w:val="00BA5D43"/>
    <w:rsid w:val="00BC7950"/>
    <w:rsid w:val="00CC5C50"/>
    <w:rsid w:val="00D15EA4"/>
    <w:rsid w:val="00D169A1"/>
    <w:rsid w:val="00D41EFF"/>
    <w:rsid w:val="00D73FCD"/>
    <w:rsid w:val="00D81418"/>
    <w:rsid w:val="00D93025"/>
    <w:rsid w:val="00DA19C7"/>
    <w:rsid w:val="00DC7E87"/>
    <w:rsid w:val="00DD7B3D"/>
    <w:rsid w:val="00DF3820"/>
    <w:rsid w:val="00E032C9"/>
    <w:rsid w:val="00E05D51"/>
    <w:rsid w:val="00EB51C9"/>
    <w:rsid w:val="00EE7D7D"/>
    <w:rsid w:val="00F343B0"/>
    <w:rsid w:val="00F933F5"/>
    <w:rsid w:val="00FA2D7E"/>
    <w:rsid w:val="00FF6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57D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1</Pages>
  <Words>172</Words>
  <Characters>982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Машбюро</cp:lastModifiedBy>
  <cp:revision>8</cp:revision>
  <cp:lastPrinted>2016-10-19T11:33:00Z</cp:lastPrinted>
  <dcterms:created xsi:type="dcterms:W3CDTF">2016-10-12T16:58:00Z</dcterms:created>
  <dcterms:modified xsi:type="dcterms:W3CDTF">2018-09-10T11:56:00Z</dcterms:modified>
</cp:coreProperties>
</file>