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60" w:rsidRDefault="00AF2860" w:rsidP="00C54904">
      <w:pPr>
        <w:pStyle w:val="Default"/>
        <w:jc w:val="center"/>
        <w:rPr>
          <w:b/>
          <w:bCs/>
          <w:sz w:val="28"/>
          <w:szCs w:val="28"/>
        </w:rPr>
      </w:pPr>
    </w:p>
    <w:p w:rsidR="00AF2860" w:rsidRPr="00294EB4" w:rsidRDefault="00AF2860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ПАМЯТКА</w:t>
      </w:r>
    </w:p>
    <w:p w:rsidR="00AF2860" w:rsidRPr="00294EB4" w:rsidRDefault="00AF2860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ДЛЯ СОБСТВЕННИКОВ ПОМЕЩЕНИЙ </w:t>
      </w:r>
    </w:p>
    <w:p w:rsidR="00AF2860" w:rsidRPr="00294EB4" w:rsidRDefault="00AF2860" w:rsidP="00C5490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МНОГОКВАРТИРНЫХ ДОМОВ</w:t>
      </w:r>
    </w:p>
    <w:p w:rsidR="00AF2860" w:rsidRPr="00294EB4" w:rsidRDefault="00AF2860" w:rsidP="00C5490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УЧАСТИЯ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В МУНИЦИПАЛЬНОЙ ПРОГРАММЕ</w:t>
      </w:r>
    </w:p>
    <w:p w:rsidR="00AF2860" w:rsidRPr="00294EB4" w:rsidRDefault="00AF2860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НА 2018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 НА ТЕРРИТОРИИ МУНИЦИПАЛЬНОГО ОБРАЗОВАНИЯ ГОРОД нОВОТРОИЦК</w:t>
      </w:r>
    </w:p>
    <w:p w:rsidR="00AF2860" w:rsidRPr="008E76E4" w:rsidRDefault="00AF2860" w:rsidP="00C54904">
      <w:pPr>
        <w:pStyle w:val="Default"/>
        <w:jc w:val="center"/>
        <w:rPr>
          <w:sz w:val="28"/>
          <w:szCs w:val="28"/>
        </w:rPr>
      </w:pP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EB4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город Новотроицк формируется перечень дворовых территорий подлежащих комплексному благоустройству для включения в муниципальную программу </w:t>
      </w:r>
      <w:r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НА 2018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 НА ТЕРРИТОРИИ МУНИЦИПАЛЬНОГО ОБРАЗОВАНИЯ ГОРОД нОВОТРОИЦК</w:t>
      </w:r>
      <w:r w:rsidRPr="00294EB4">
        <w:rPr>
          <w:rFonts w:ascii="Times New Roman" w:hAnsi="Times New Roman" w:cs="Times New Roman"/>
          <w:sz w:val="28"/>
          <w:szCs w:val="28"/>
        </w:rPr>
        <w:t xml:space="preserve"> (далее – Программа) в рамках приоритетного государственного проекта «Формирование комфортной городской среды».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 Решение о включении дворовой и общественной территории в Программу принимается после обсуждения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общественной комиссией</w:t>
      </w:r>
      <w:r w:rsidRPr="00294EB4">
        <w:rPr>
          <w:rFonts w:ascii="Times New Roman" w:hAnsi="Times New Roman" w:cs="Times New Roman"/>
          <w:sz w:val="28"/>
          <w:szCs w:val="28"/>
        </w:rPr>
        <w:t xml:space="preserve"> на основании набранных баллов и сроках подачи заявок.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Под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дворовой территорией </w:t>
      </w:r>
      <w:r w:rsidRPr="00294EB4">
        <w:rPr>
          <w:rFonts w:ascii="Times New Roman" w:hAnsi="Times New Roman" w:cs="Times New Roman"/>
          <w:sz w:val="28"/>
          <w:szCs w:val="28"/>
        </w:rPr>
        <w:t xml:space="preserve">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Для участия в Программе собственникам помещений многоквартирных домов (далее – МКД) до 20 </w:t>
      </w:r>
      <w:r>
        <w:rPr>
          <w:rFonts w:ascii="Times New Roman" w:hAnsi="Times New Roman" w:cs="Times New Roman"/>
          <w:b/>
          <w:bCs/>
          <w:sz w:val="28"/>
          <w:szCs w:val="28"/>
        </w:rPr>
        <w:t>февраля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(для включения в Программу 2018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года) необходимо: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1. Организовать и провести общее собрание </w:t>
      </w:r>
      <w:r w:rsidRPr="00294EB4">
        <w:rPr>
          <w:rFonts w:ascii="Times New Roman" w:hAnsi="Times New Roman" w:cs="Times New Roman"/>
          <w:sz w:val="28"/>
          <w:szCs w:val="28"/>
        </w:rPr>
        <w:t xml:space="preserve">собственников помещений МКД. Рекомендуем проводить общее собрание в очно-заочной форме.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Решение оформить протоколом </w:t>
      </w:r>
      <w:r w:rsidRPr="00294EB4">
        <w:rPr>
          <w:rFonts w:ascii="Times New Roman" w:hAnsi="Times New Roman" w:cs="Times New Roman"/>
          <w:sz w:val="28"/>
          <w:szCs w:val="28"/>
        </w:rPr>
        <w:t>общего собрания многоквартирного дома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), по форме согласно приложению №1.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К протоколу общего собрания должны быть приложены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листы голосования с указанием номера свидетельства регистрации права </w:t>
      </w:r>
      <w:r w:rsidRPr="00294EB4">
        <w:rPr>
          <w:rFonts w:ascii="Times New Roman" w:hAnsi="Times New Roman" w:cs="Times New Roman"/>
          <w:sz w:val="28"/>
          <w:szCs w:val="28"/>
        </w:rPr>
        <w:t xml:space="preserve">(ст. 48 ЖК РФ). </w:t>
      </w:r>
    </w:p>
    <w:p w:rsidR="00AF2860" w:rsidRPr="00294EB4" w:rsidRDefault="00AF2860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Количество голосов должно составлять не менее 2/3 от общего числа голосов (ст. 46 ЖК РФ); </w:t>
      </w:r>
    </w:p>
    <w:p w:rsidR="00AF2860" w:rsidRPr="00294EB4" w:rsidRDefault="00AF2860" w:rsidP="00FE60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Заинтересованные лица вправе выбрать любые виды работ, предполагаемые к выполнению на дворовой территории, как из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минимального</w:t>
      </w:r>
      <w:r w:rsidRPr="00294EB4">
        <w:rPr>
          <w:rFonts w:ascii="Times New Roman" w:hAnsi="Times New Roman" w:cs="Times New Roman"/>
          <w:sz w:val="28"/>
          <w:szCs w:val="28"/>
        </w:rPr>
        <w:t xml:space="preserve">, так и из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дополнительного перечня</w:t>
      </w:r>
      <w:r w:rsidRPr="00294EB4">
        <w:rPr>
          <w:rFonts w:ascii="Times New Roman" w:hAnsi="Times New Roman" w:cs="Times New Roman"/>
          <w:sz w:val="28"/>
          <w:szCs w:val="28"/>
        </w:rPr>
        <w:t>.</w:t>
      </w:r>
    </w:p>
    <w:p w:rsidR="00AF2860" w:rsidRPr="00294EB4" w:rsidRDefault="00AF2860" w:rsidP="00FE60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682"/>
        <w:gridCol w:w="4682"/>
      </w:tblGrid>
      <w:tr w:rsidR="00AF2860" w:rsidRPr="00294EB4">
        <w:trPr>
          <w:trHeight w:val="71"/>
        </w:trPr>
        <w:tc>
          <w:tcPr>
            <w:tcW w:w="9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 w:rsidP="00C5490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Наименование видов работ по благоустройству дворовой территории</w:t>
            </w:r>
          </w:p>
        </w:tc>
      </w:tr>
      <w:tr w:rsidR="00AF2860" w:rsidRPr="00294EB4">
        <w:trPr>
          <w:trHeight w:val="71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Минимальный перечень: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Дополнительный перечень </w:t>
            </w:r>
          </w:p>
        </w:tc>
      </w:tr>
      <w:tr w:rsidR="00AF2860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детских и (или) спортивных площадок </w:t>
            </w:r>
          </w:p>
        </w:tc>
      </w:tr>
      <w:tr w:rsidR="00AF2860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освещения дворовых территорий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автомобильных парковок </w:t>
            </w:r>
          </w:p>
        </w:tc>
      </w:tr>
      <w:tr w:rsidR="00AF2860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скамеек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Озеленение </w:t>
            </w:r>
          </w:p>
        </w:tc>
      </w:tr>
      <w:tr w:rsidR="00AF2860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урн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Ремонт имеющейся или устройство новой дождевой канализации, дренажной системы, организация вертикальной планировки территории (при необходимости) </w:t>
            </w:r>
          </w:p>
        </w:tc>
      </w:tr>
      <w:tr w:rsidR="00AF2860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Снос хозяйственных строений и сооружений, являющихся общим имуществом</w:t>
            </w:r>
          </w:p>
        </w:tc>
      </w:tr>
      <w:tr w:rsidR="00AF2860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Устройство пандуса</w:t>
            </w:r>
          </w:p>
        </w:tc>
      </w:tr>
      <w:tr w:rsidR="00AF2860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Устройство контейнерной площадки</w:t>
            </w:r>
          </w:p>
        </w:tc>
      </w:tr>
      <w:tr w:rsidR="00AF2860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60" w:rsidRPr="00294EB4" w:rsidRDefault="00AF2860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Другие виды работ</w:t>
            </w:r>
          </w:p>
        </w:tc>
      </w:tr>
    </w:tbl>
    <w:p w:rsidR="00AF2860" w:rsidRDefault="00AF2860" w:rsidP="00C5490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94EB4">
        <w:rPr>
          <w:rFonts w:ascii="Times New Roman" w:hAnsi="Times New Roman" w:cs="Times New Roman"/>
          <w:b/>
          <w:bCs/>
          <w:sz w:val="20"/>
          <w:szCs w:val="20"/>
        </w:rPr>
        <w:t xml:space="preserve">Примечание: </w:t>
      </w:r>
      <w:r w:rsidRPr="00294EB4">
        <w:rPr>
          <w:rFonts w:ascii="Times New Roman" w:hAnsi="Times New Roman" w:cs="Times New Roman"/>
          <w:sz w:val="20"/>
          <w:szCs w:val="20"/>
        </w:rPr>
        <w:t xml:space="preserve">Выполнение видов работ из дополнительного перечня возможно при условии софинансирования </w:t>
      </w:r>
      <w:r w:rsidRPr="00294EB4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Pr="00294EB4">
        <w:rPr>
          <w:rFonts w:ascii="Times New Roman" w:hAnsi="Times New Roman" w:cs="Times New Roman"/>
          <w:sz w:val="20"/>
          <w:szCs w:val="20"/>
        </w:rPr>
        <w:t>финансового) собственниками помещений МКД</w:t>
      </w:r>
      <w:r>
        <w:rPr>
          <w:rFonts w:ascii="Times New Roman" w:hAnsi="Times New Roman" w:cs="Times New Roman"/>
          <w:sz w:val="20"/>
          <w:szCs w:val="20"/>
        </w:rPr>
        <w:t xml:space="preserve"> не менее 10% от стоимости выполненных работ.</w:t>
      </w:r>
      <w:r w:rsidRPr="00294E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F2860" w:rsidRPr="00294EB4" w:rsidRDefault="00AF2860" w:rsidP="00C5490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94EB4">
        <w:rPr>
          <w:rFonts w:ascii="Times New Roman" w:hAnsi="Times New Roman" w:cs="Times New Roman"/>
          <w:sz w:val="20"/>
          <w:szCs w:val="20"/>
        </w:rPr>
        <w:t xml:space="preserve">Выполнение видов работ возможно при условии </w:t>
      </w:r>
      <w:r>
        <w:rPr>
          <w:rFonts w:ascii="Times New Roman" w:hAnsi="Times New Roman" w:cs="Times New Roman"/>
          <w:sz w:val="20"/>
          <w:szCs w:val="20"/>
        </w:rPr>
        <w:t>трудового участия</w:t>
      </w:r>
      <w:r w:rsidRPr="00294EB4">
        <w:rPr>
          <w:rFonts w:ascii="Times New Roman" w:hAnsi="Times New Roman" w:cs="Times New Roman"/>
          <w:sz w:val="20"/>
          <w:szCs w:val="20"/>
        </w:rPr>
        <w:t xml:space="preserve"> собственниками помещений МКД указанных видов работ в размере не менее 5 процентов от общей стоимости соответствующего вида работ.</w:t>
      </w:r>
    </w:p>
    <w:p w:rsidR="00AF2860" w:rsidRPr="00294EB4" w:rsidRDefault="00AF2860" w:rsidP="00C5490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2. Подать заявку по форме согласно приложению №2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Заявка подписывается представителем собственников и подается в 2-х экземплярах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К Заявке прилагается: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оригинал протокола общего собрания с оригиналами листов голосования.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кроме того, при наличии заявителем могут быть предоставлены следующие документы: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схема с границами территории, предлагаемой к благоустройству (предоставление не обязательно);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копия проектно-сметной документации, в том числе локальной сметы (предоставление не обязательно);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- дизайн-проект благоустройства территории (предоставление не обязательно).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фотоматериалы, подтверждающие отсутствие или ненадлежащее состояние соответствующих элементов благоустройства, дворовых территорий (предоставление не обязательно).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документов и информации, содержащейся в них, несут собственники помещений в МКД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Заявка подается с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.20</w:t>
      </w: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294EB4">
        <w:rPr>
          <w:rFonts w:ascii="Times New Roman" w:hAnsi="Times New Roman" w:cs="Times New Roman"/>
          <w:sz w:val="28"/>
          <w:szCs w:val="28"/>
        </w:rPr>
        <w:t xml:space="preserve">включительно в администрацию муниципального образования город Новотроицк нарочно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по адресу: ул. Советская, 80 каб. 14, 63</w:t>
      </w:r>
      <w:r w:rsidRPr="00294EB4">
        <w:rPr>
          <w:rFonts w:ascii="Times New Roman" w:hAnsi="Times New Roman" w:cs="Times New Roman"/>
          <w:sz w:val="28"/>
          <w:szCs w:val="28"/>
        </w:rPr>
        <w:t xml:space="preserve"> по будним дням с 9 ч. 00 мин. до 12 ч. 00 мин. и с 13 ч. 00 мин. до 16 ч. 00 мин.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4EB4">
        <w:rPr>
          <w:rFonts w:ascii="Times New Roman" w:hAnsi="Times New Roman" w:cs="Times New Roman"/>
          <w:sz w:val="28"/>
          <w:szCs w:val="28"/>
        </w:rPr>
        <w:t>т</w:t>
      </w:r>
      <w:r w:rsidRPr="00294EB4">
        <w:rPr>
          <w:rFonts w:ascii="Times New Roman" w:hAnsi="Times New Roman" w:cs="Times New Roman"/>
          <w:sz w:val="28"/>
          <w:szCs w:val="28"/>
          <w:lang w:val="en-US"/>
        </w:rPr>
        <w:t xml:space="preserve">. 67-65-18 (229), 62-01-06 (268), (275) Email: </w:t>
      </w:r>
      <w:hyperlink r:id="rId7" w:history="1">
        <w:r w:rsidRPr="00294EB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vin091076@yandex.ru</w:t>
        </w:r>
      </w:hyperlink>
      <w:r w:rsidRPr="00294EB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Рассмотрение и оценку заявок осуществляет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общественная </w:t>
      </w:r>
      <w:r w:rsidRPr="00294EB4">
        <w:rPr>
          <w:rFonts w:ascii="Times New Roman" w:hAnsi="Times New Roman" w:cs="Times New Roman"/>
          <w:sz w:val="28"/>
          <w:szCs w:val="28"/>
        </w:rPr>
        <w:t xml:space="preserve">муниципальная комиссия.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и размещается на официальном сайте муниципального образования город Новотроицк в информационно-телекоммуникационной сети «Интернет».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</w:t>
      </w:r>
      <w:r w:rsidRPr="00294EB4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заявки требованиям заявка комиссией возвращается представителю с указанием причин, явившихся основанием для возврата. При этом представитель вправе устранить причины, явившиеся основанием для возврата заявки, и повторно направить предложение о включении дворовых территорий в муниципальную программу. В этом случае датой приема документов будет являться дата их повторной подачи. </w:t>
      </w:r>
    </w:p>
    <w:p w:rsidR="00AF2860" w:rsidRPr="00294EB4" w:rsidRDefault="00AF2860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Программу подлежат включению дворовые территории исходя из даты представления предложений заинтересованных лиц и набранных баллов при условии их соответствия установленным требованиям, и в пределах лимитов бюджетных ассигнований, предусмотренных муниципальной Программой.</w:t>
      </w: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5D02" w:rsidRDefault="00AF2860" w:rsidP="007760C6">
      <w:pPr>
        <w:pStyle w:val="Defaul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295D02">
        <w:rPr>
          <w:rFonts w:ascii="Times New Roman" w:hAnsi="Times New Roman" w:cs="Times New Roman"/>
          <w:sz w:val="28"/>
          <w:szCs w:val="28"/>
        </w:rPr>
        <w:t>риложение №1</w:t>
      </w:r>
    </w:p>
    <w:p w:rsidR="00AF2860" w:rsidRPr="00295D02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860" w:rsidRPr="00295D02" w:rsidRDefault="00AF2860" w:rsidP="00295D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AF2860" w:rsidRPr="00295D02" w:rsidRDefault="00AF2860" w:rsidP="00295D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внеочередного собрания собственников помещений в многоквартирном доме, расположенном по адресу________________________________</w:t>
      </w:r>
    </w:p>
    <w:p w:rsidR="00AF2860" w:rsidRPr="00295D02" w:rsidRDefault="00AF2860" w:rsidP="00295D0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о включении дворовой территории в Программу </w:t>
      </w:r>
    </w:p>
    <w:p w:rsidR="00AF2860" w:rsidRPr="00295D02" w:rsidRDefault="00AF2860" w:rsidP="00295D02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Y="-64"/>
        <w:tblW w:w="9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6"/>
        <w:gridCol w:w="4029"/>
      </w:tblGrid>
      <w:tr w:rsidR="00AF2860" w:rsidRPr="00295D02" w:rsidTr="00D9090E">
        <w:trPr>
          <w:trHeight w:val="226"/>
        </w:trPr>
        <w:tc>
          <w:tcPr>
            <w:tcW w:w="5386" w:type="dxa"/>
          </w:tcPr>
          <w:p w:rsidR="00AF2860" w:rsidRPr="00295D02" w:rsidRDefault="00AF2860" w:rsidP="00D909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г. Новотроицк</w:t>
            </w:r>
          </w:p>
        </w:tc>
        <w:tc>
          <w:tcPr>
            <w:tcW w:w="4029" w:type="dxa"/>
          </w:tcPr>
          <w:p w:rsidR="00AF2860" w:rsidRPr="00295D02" w:rsidRDefault="00AF2860" w:rsidP="00D9090E">
            <w:pPr>
              <w:suppressLineNumbers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«____» _____ ____ 2018 года</w:t>
            </w:r>
          </w:p>
        </w:tc>
      </w:tr>
    </w:tbl>
    <w:p w:rsidR="00AF2860" w:rsidRPr="00295D02" w:rsidRDefault="00AF2860" w:rsidP="00295D02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 </w:t>
      </w: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Количество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в многоквартирном доме: жилых ________, нежилых - ________.</w:t>
      </w:r>
    </w:p>
    <w:p w:rsidR="00AF2860" w:rsidRPr="00295D02" w:rsidRDefault="00AF2860" w:rsidP="00295D02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Общая площадь помещений в многоквартирном доме</w:t>
      </w:r>
      <w:r w:rsidRPr="00295D0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: всего _________ кв. метров, в том числе:</w:t>
      </w:r>
    </w:p>
    <w:p w:rsidR="00AF2860" w:rsidRPr="00295D02" w:rsidRDefault="00AF2860" w:rsidP="00295D0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_____ кв. метров жилых помещений, ______ кв. метров нежилых помещений.</w:t>
      </w:r>
    </w:p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 w:rsidRPr="00295D0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, что составляет ______ %</w:t>
      </w:r>
      <w:r w:rsidRPr="00295D0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3"/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числа голосов всех собственников помещений. </w:t>
      </w:r>
    </w:p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Кворум для проведения общего собрания собственников помещений в многоквартирном доме имеется. Форма проведения общего собрания               очно/заочная. Инициатором проведения общего собрания является (являются) 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5D0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Pr="00295D02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 xml:space="preserve">(Ф.И.О. собственника/собственников, наименование занимаемого им/ими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помещении)</w:t>
      </w:r>
    </w:p>
    <w:p w:rsidR="00AF2860" w:rsidRDefault="00AF2860" w:rsidP="00295D0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F2860" w:rsidRPr="00295D02" w:rsidRDefault="00AF2860" w:rsidP="00295D0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  <w:u w:val="single"/>
        </w:rPr>
        <w:t>Повестка дня собрания: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 выборе председателя собрания, секретаря собрания, членов счетной комиссии.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Об обращении с предложением по включению дворовой территории в Программу.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AF2860" w:rsidRPr="00295D02" w:rsidRDefault="00AF2860" w:rsidP="00295D02">
      <w:pPr>
        <w:pStyle w:val="ConsPlusNormal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Об определении формы участия в реализации мероприятий по благоустройству дворовой территории: финансовое (при выборе работ из 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Об определении порядка сбора денежных средств на софинансирование видов работ, выполняемых в рамках дополнительного перечня работ (в случае принятия решения о выполнении видов работ из дополнительного перечня работ). 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AF2860" w:rsidRPr="00295D02" w:rsidRDefault="00AF2860" w:rsidP="00295D02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софинансирования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1. По первому вопросу — </w:t>
      </w:r>
      <w:r w:rsidRPr="00295D02">
        <w:rPr>
          <w:rFonts w:ascii="Times New Roman" w:hAnsi="Times New Roman" w:cs="Times New Roman"/>
          <w:sz w:val="28"/>
          <w:szCs w:val="28"/>
        </w:rPr>
        <w:t>Принято решение избрать председателя собрания, секретаря собрания и счетную комиссию в составе трех человек из числа присутствующих собственников помещений. Предложены кандидатуры: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председателя собрания ________________________________________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секретаря собрания ___________________________________________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членов счетной комиссии ______________________________________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______________________________________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______________________________________</w:t>
      </w:r>
    </w:p>
    <w:p w:rsidR="00AF2860" w:rsidRPr="00295D02" w:rsidRDefault="00AF2860" w:rsidP="00295D02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После выдвижения кандидатур и обмена мнениями состоялось голосование списком. Лист голосования прилагается. Результаты голосования: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1985"/>
        <w:gridCol w:w="1545"/>
      </w:tblGrid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первому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tabs>
          <w:tab w:val="left" w:pos="720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2. По второму вопросу принято решение </w:t>
      </w:r>
      <w:r w:rsidRPr="00295D02">
        <w:rPr>
          <w:rFonts w:ascii="Times New Roman" w:hAnsi="Times New Roman" w:cs="Times New Roman"/>
          <w:sz w:val="28"/>
          <w:szCs w:val="28"/>
        </w:rPr>
        <w:t>участвовать в реализации мероприятий муниципальной программы формирование современной городской среды совместно с многоквартирным домом № ______ по ________________________________________________.</w:t>
      </w:r>
    </w:p>
    <w:p w:rsidR="00AF2860" w:rsidRPr="00295D02" w:rsidRDefault="00AF2860" w:rsidP="00295D02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shd w:val="clear" w:color="auto" w:fill="FFFFFF"/>
        <w:tabs>
          <w:tab w:val="left" w:pos="846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974"/>
        <w:gridCol w:w="1545"/>
      </w:tblGrid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второму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2860" w:rsidRPr="00295D02" w:rsidRDefault="00AF2860" w:rsidP="00295D02">
      <w:pPr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3. По третьему вопросу </w:t>
      </w:r>
      <w:r w:rsidRPr="00295D02">
        <w:rPr>
          <w:rFonts w:ascii="Times New Roman" w:hAnsi="Times New Roman" w:cs="Times New Roman"/>
          <w:sz w:val="28"/>
          <w:szCs w:val="28"/>
        </w:rPr>
        <w:t>принято решение обратиться в администрацию муниципального образования город Новотроицк с предложением по включению дворовой территории многоквартирного дома № ______ по ул._____________ в Программу.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shd w:val="clear" w:color="auto" w:fill="FFFFFF"/>
        <w:tabs>
          <w:tab w:val="left" w:pos="846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974"/>
        <w:gridCol w:w="1545"/>
      </w:tblGrid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третьему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4. По четвертому вопросу</w:t>
      </w:r>
      <w:r w:rsidRPr="00295D02">
        <w:rPr>
          <w:rFonts w:ascii="Times New Roman" w:hAnsi="Times New Roman" w:cs="Times New Roman"/>
          <w:sz w:val="28"/>
          <w:szCs w:val="28"/>
        </w:rPr>
        <w:t xml:space="preserve"> — принято решение утвердить перечень работ по благоустройству дворовой территории, сформированный исходя из минимального перечня работ по благоустройству, а именно:</w:t>
      </w:r>
    </w:p>
    <w:tbl>
      <w:tblPr>
        <w:tblW w:w="9668" w:type="dxa"/>
        <w:tblInd w:w="-7" w:type="dxa"/>
        <w:tblLayout w:type="fixed"/>
        <w:tblLook w:val="0000"/>
      </w:tblPr>
      <w:tblGrid>
        <w:gridCol w:w="6388"/>
        <w:gridCol w:w="3280"/>
      </w:tblGrid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AF2860" w:rsidRPr="00295D02" w:rsidRDefault="00AF2860" w:rsidP="00295D02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Определить перечень работ, выполняемых совместно с собственниками МКД № ______ по ул. ___________________</w:t>
      </w:r>
    </w:p>
    <w:tbl>
      <w:tblPr>
        <w:tblW w:w="9668" w:type="dxa"/>
        <w:tblInd w:w="-7" w:type="dxa"/>
        <w:tblLayout w:type="fixed"/>
        <w:tblLook w:val="0000"/>
      </w:tblPr>
      <w:tblGrid>
        <w:gridCol w:w="6388"/>
        <w:gridCol w:w="3280"/>
      </w:tblGrid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Результаты: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четвертому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5. По пятому вопросу</w:t>
      </w:r>
      <w:r w:rsidRPr="00295D02">
        <w:rPr>
          <w:rFonts w:ascii="Times New Roman" w:hAnsi="Times New Roman" w:cs="Times New Roman"/>
          <w:sz w:val="28"/>
          <w:szCs w:val="28"/>
        </w:rPr>
        <w:t xml:space="preserve"> — принято решение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AF2860" w:rsidRPr="00295D02" w:rsidRDefault="00AF2860" w:rsidP="00295D02">
      <w:pPr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668" w:type="dxa"/>
        <w:tblInd w:w="-7" w:type="dxa"/>
        <w:tblLayout w:type="fixed"/>
        <w:tblLook w:val="0000"/>
      </w:tblPr>
      <w:tblGrid>
        <w:gridCol w:w="6388"/>
        <w:gridCol w:w="3280"/>
      </w:tblGrid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>Объем (количество)</w:t>
            </w: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Определить перечень работ, выполняемых совместно с собственниками МКД № ______ по ул. ___________________</w:t>
      </w:r>
    </w:p>
    <w:tbl>
      <w:tblPr>
        <w:tblW w:w="9668" w:type="dxa"/>
        <w:tblInd w:w="-7" w:type="dxa"/>
        <w:tblLayout w:type="fixed"/>
        <w:tblLook w:val="0000"/>
      </w:tblPr>
      <w:tblGrid>
        <w:gridCol w:w="6388"/>
        <w:gridCol w:w="3280"/>
      </w:tblGrid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860" w:rsidRPr="00295D02" w:rsidTr="00D9090E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860" w:rsidRPr="00295D02" w:rsidRDefault="00AF2860" w:rsidP="00D9090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Результаты: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806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пятому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ab/>
        <w:t>6. По шестому вопросу</w:t>
      </w:r>
      <w:r w:rsidRPr="00295D02">
        <w:rPr>
          <w:rFonts w:ascii="Times New Roman" w:hAnsi="Times New Roman" w:cs="Times New Roman"/>
          <w:sz w:val="28"/>
          <w:szCs w:val="28"/>
        </w:rPr>
        <w:t xml:space="preserve"> — принято решение определить участие собственников МКД в выполнении работ, сформированных исходя из: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- минимального перечня работ в не денежной форме: 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(Может быть определен как в денежной форме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 xml:space="preserve"> так и  в неденежной форме. Например: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sz w:val="28"/>
          <w:szCs w:val="28"/>
        </w:rPr>
        <w:t>- предоставление строительных материалов, техники и т.д.;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860" w:rsidRPr="00295D02" w:rsidRDefault="00AF2860" w:rsidP="00295D02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7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79"/>
        <w:gridCol w:w="2115"/>
        <w:gridCol w:w="1545"/>
      </w:tblGrid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шестому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ab/>
        <w:t>7. По седьмому вопросу</w:t>
      </w:r>
      <w:r w:rsidRPr="00295D02">
        <w:rPr>
          <w:rFonts w:ascii="Times New Roman" w:hAnsi="Times New Roman" w:cs="Times New Roman"/>
          <w:sz w:val="28"/>
          <w:szCs w:val="28"/>
        </w:rPr>
        <w:t xml:space="preserve"> — принято решение о софинансировании собственниками помещений многоквартирного дома № __ по ул. ________________ работ, выполняемых из состава дополнительного перечня, в размере __________ % от общей стоимости работ из дополнительного перечня.</w:t>
      </w:r>
    </w:p>
    <w:p w:rsidR="00AF2860" w:rsidRPr="00295D02" w:rsidRDefault="00AF2860" w:rsidP="00295D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В целях обеспечения софинансирования определить следующий порядок сбора денежных  средств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софинансирования со стороны собственников многоквартирного дома осуществляется в порядке аккумулирования средств заинтересованных лиц, направляемых на выполнение дополнительного перечня работ по благоустройству дворовых территорий, определяемом постановлением администрации муниципального образования город Новотроицк. 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AF2860" w:rsidRPr="00295D02" w:rsidRDefault="00AF2860" w:rsidP="00295D0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5D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7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79"/>
        <w:gridCol w:w="2115"/>
        <w:gridCol w:w="1545"/>
      </w:tblGrid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79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седьмому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ab/>
        <w:t>8. По восьмому вопросу</w:t>
      </w:r>
      <w:r w:rsidRPr="00295D02">
        <w:rPr>
          <w:rFonts w:ascii="Times New Roman" w:hAnsi="Times New Roman" w:cs="Times New Roman"/>
          <w:sz w:val="28"/>
          <w:szCs w:val="28"/>
        </w:rPr>
        <w:t xml:space="preserve"> принято решение включить в состав общего имущества  в многоквартирном доме 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 xml:space="preserve">_______________________________________, </w:t>
      </w:r>
    </w:p>
    <w:p w:rsidR="00AF2860" w:rsidRPr="00295D02" w:rsidRDefault="00AF2860" w:rsidP="00295D02">
      <w:pPr>
        <w:ind w:left="360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                                                    (</w:t>
      </w:r>
      <w:r w:rsidRPr="00295D0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наименование </w:t>
      </w:r>
      <w:r w:rsidRPr="00295D02">
        <w:rPr>
          <w:rFonts w:ascii="Times New Roman" w:hAnsi="Times New Roman" w:cs="Times New Roman"/>
          <w:sz w:val="28"/>
          <w:szCs w:val="28"/>
          <w:vertAlign w:val="superscript"/>
        </w:rPr>
        <w:t>оборудования, малых архитектурных форм, иных некапитальных объектов,</w:t>
      </w:r>
      <w:r w:rsidRPr="00295D0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)</w:t>
      </w:r>
    </w:p>
    <w:p w:rsidR="00AF2860" w:rsidRPr="00295D02" w:rsidRDefault="00AF2860" w:rsidP="00295D02">
      <w:pPr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_______________________________________________________________________________________________________________________________________________________________________________________________________________________________, 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установленных на дворовой территории в результате реализации мероприятий по ее благоустройству, в целях осуществления последующего содержания в соответствии с требованиями законодательства Российской Федерации.</w:t>
      </w:r>
    </w:p>
    <w:p w:rsidR="00AF2860" w:rsidRPr="00295D02" w:rsidRDefault="00AF2860" w:rsidP="00295D02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832"/>
        <w:gridCol w:w="1545"/>
      </w:tblGrid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832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832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523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832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восьмому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tabs>
          <w:tab w:val="left" w:pos="720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295D02">
        <w:rPr>
          <w:rFonts w:ascii="Times New Roman" w:hAnsi="Times New Roman" w:cs="Times New Roman"/>
          <w:sz w:val="28"/>
          <w:szCs w:val="28"/>
        </w:rPr>
        <w:t xml:space="preserve"> </w:t>
      </w: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По девятому вопросу принято решение </w:t>
      </w:r>
      <w:r w:rsidRPr="00295D02">
        <w:rPr>
          <w:rFonts w:ascii="Times New Roman" w:hAnsi="Times New Roman" w:cs="Times New Roman"/>
          <w:sz w:val="28"/>
          <w:szCs w:val="28"/>
        </w:rPr>
        <w:t xml:space="preserve"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собственниками               МКД № _______ по ул. ____________, МКД № _______, по ул. __________, в следующем порядке: ________________________________________________ </w:t>
      </w:r>
    </w:p>
    <w:p w:rsidR="00AF2860" w:rsidRPr="00295D02" w:rsidRDefault="00AF2860" w:rsidP="00295D02">
      <w:pPr>
        <w:tabs>
          <w:tab w:val="left" w:pos="7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860" w:rsidRPr="00295D02" w:rsidRDefault="00AF2860" w:rsidP="00295D02">
      <w:pPr>
        <w:tabs>
          <w:tab w:val="left" w:pos="1134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девятому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pStyle w:val="a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 xml:space="preserve">По десятому вопросу – принято решение </w:t>
      </w:r>
      <w:r w:rsidRPr="00295D02">
        <w:rPr>
          <w:rFonts w:ascii="Times New Roman" w:hAnsi="Times New Roman" w:cs="Times New Roman"/>
          <w:sz w:val="28"/>
          <w:szCs w:val="28"/>
        </w:rPr>
        <w:t xml:space="preserve">определить в качестве  лица, уполномоченного от имени собственников помещений многоквартирного дома,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софинансирования </w:t>
      </w:r>
      <w:r w:rsidRPr="00295D02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:rsidR="00AF2860" w:rsidRPr="00295D02" w:rsidRDefault="00AF2860" w:rsidP="00295D02">
      <w:pPr>
        <w:pStyle w:val="a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AF2860" w:rsidRPr="00295D02" w:rsidRDefault="00AF2860" w:rsidP="00295D02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5D02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AF2860" w:rsidRPr="00295D02" w:rsidTr="00D9090E">
        <w:tc>
          <w:tcPr>
            <w:tcW w:w="2664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AF2860" w:rsidRPr="00295D02" w:rsidRDefault="00AF2860" w:rsidP="00D9090E">
            <w:pPr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5D0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AF2860" w:rsidRPr="00295D02" w:rsidRDefault="00AF2860" w:rsidP="00295D02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Решение по десятому вопросу повестки дня собрания принято/ не принято (нужное подчеркнуть).</w:t>
      </w:r>
    </w:p>
    <w:p w:rsidR="00AF2860" w:rsidRPr="00295D02" w:rsidRDefault="00AF2860" w:rsidP="00295D0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D02">
        <w:rPr>
          <w:rFonts w:ascii="Times New Roman" w:hAnsi="Times New Roman" w:cs="Times New Roman"/>
          <w:b/>
          <w:bCs/>
          <w:sz w:val="28"/>
          <w:szCs w:val="28"/>
        </w:rPr>
        <w:t>Настоящий протокол составлен в двух подлинных экземплярах.</w:t>
      </w:r>
    </w:p>
    <w:p w:rsidR="00AF2860" w:rsidRPr="00295D02" w:rsidRDefault="00AF2860" w:rsidP="00295D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Приложения:</w:t>
      </w:r>
    </w:p>
    <w:p w:rsidR="00AF2860" w:rsidRPr="00295D02" w:rsidRDefault="00AF2860" w:rsidP="00295D0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- листы голосования по вопросам повестки дня на ____л. прилагаются.</w:t>
      </w:r>
    </w:p>
    <w:p w:rsidR="00AF2860" w:rsidRPr="00295D02" w:rsidRDefault="00AF2860" w:rsidP="00295D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Собрание закрыто.</w:t>
      </w:r>
    </w:p>
    <w:p w:rsidR="00AF2860" w:rsidRPr="00295D02" w:rsidRDefault="00AF2860" w:rsidP="00295D0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Председатель собрания __________________________________/__________________</w:t>
      </w:r>
    </w:p>
    <w:p w:rsidR="00AF2860" w:rsidRPr="00295D02" w:rsidRDefault="00AF2860" w:rsidP="00295D0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Секретарь собрания _____________________________________/__________________</w:t>
      </w:r>
    </w:p>
    <w:p w:rsidR="00AF2860" w:rsidRPr="00295D02" w:rsidRDefault="00AF2860" w:rsidP="00295D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Члены счетной комиссии _________________________________/__________________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_________________________________/__________________</w:t>
      </w:r>
    </w:p>
    <w:p w:rsidR="00AF2860" w:rsidRPr="00295D02" w:rsidRDefault="00AF2860" w:rsidP="00295D02">
      <w:pPr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________________________________/__________________</w:t>
      </w:r>
    </w:p>
    <w:p w:rsidR="00AF2860" w:rsidRPr="00295D02" w:rsidRDefault="00AF2860" w:rsidP="00577EF2">
      <w:pPr>
        <w:ind w:left="3960"/>
        <w:rPr>
          <w:rFonts w:ascii="Times New Roman" w:hAnsi="Times New Roman" w:cs="Times New Roman"/>
          <w:sz w:val="28"/>
          <w:szCs w:val="28"/>
        </w:rPr>
      </w:pPr>
    </w:p>
    <w:p w:rsidR="00AF2860" w:rsidRPr="00294EB4" w:rsidRDefault="00AF2860" w:rsidP="007760C6">
      <w:pPr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F2860" w:rsidRPr="00294EB4" w:rsidRDefault="00AF2860" w:rsidP="00927329">
      <w:pPr>
        <w:pStyle w:val="Defaul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город Новотроицк по дресу:           г. Новотроицк, ул. Советская, 80, каб. 14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AF2860" w:rsidRPr="00294EB4" w:rsidRDefault="00AF2860" w:rsidP="00FE601E">
      <w:pPr>
        <w:spacing w:after="0" w:line="240" w:lineRule="auto"/>
        <w:ind w:left="43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>(указывается полностью фамилия, имя, отчество представителя)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проживающий (ая) по адресу: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F2860" w:rsidRPr="00294EB4" w:rsidRDefault="00AF2860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номер контактного телефона: __________________________________</w:t>
      </w:r>
    </w:p>
    <w:p w:rsidR="00AF2860" w:rsidRPr="00294EB4" w:rsidRDefault="00AF2860" w:rsidP="00FE601E">
      <w:pPr>
        <w:spacing w:after="0" w:line="240" w:lineRule="auto"/>
        <w:ind w:left="4680"/>
        <w:rPr>
          <w:rFonts w:ascii="Times New Roman" w:hAnsi="Times New Roman" w:cs="Times New Roman"/>
          <w:sz w:val="28"/>
          <w:szCs w:val="28"/>
        </w:rPr>
      </w:pPr>
    </w:p>
    <w:p w:rsidR="00AF2860" w:rsidRPr="00295D02" w:rsidRDefault="00AF2860" w:rsidP="00FE6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2860" w:rsidRPr="00295D02" w:rsidRDefault="00AF2860" w:rsidP="00295D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ЗАЯВКА</w:t>
      </w:r>
    </w:p>
    <w:p w:rsidR="00AF2860" w:rsidRPr="00295D02" w:rsidRDefault="00AF2860" w:rsidP="00295D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о включении дворовой территории в Программу 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2860" w:rsidRPr="00295D02" w:rsidRDefault="00AF2860" w:rsidP="00295D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295D02">
        <w:rPr>
          <w:rFonts w:ascii="Times New Roman" w:hAnsi="Times New Roman" w:cs="Times New Roman"/>
          <w:sz w:val="28"/>
          <w:szCs w:val="28"/>
        </w:rPr>
        <w:t>Прошу включить дворовую территорию многоквартирного дома________________________________________________________________</w:t>
      </w:r>
      <w:r w:rsidRPr="00295D02">
        <w:rPr>
          <w:rFonts w:ascii="Times New Roman" w:hAnsi="Times New Roman" w:cs="Times New Roman"/>
          <w:sz w:val="28"/>
          <w:szCs w:val="28"/>
          <w:vertAlign w:val="subscript"/>
        </w:rPr>
        <w:t>____________________________________________ (указать адрес многоквартирного дома)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 xml:space="preserve">в программу ««Формирование комфортной городской среды на 2018- 2022 годы» на территории муниципального образования город Новотроицк для благоустройства дворовой территории. 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Приложение</w:t>
      </w:r>
      <w:r w:rsidRPr="00295D0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295D02">
        <w:rPr>
          <w:rFonts w:ascii="Times New Roman" w:hAnsi="Times New Roman" w:cs="Times New Roman"/>
          <w:sz w:val="28"/>
          <w:szCs w:val="28"/>
        </w:rPr>
        <w:t>: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860" w:rsidRPr="00295D02" w:rsidRDefault="00AF2860" w:rsidP="00295D02">
      <w:pPr>
        <w:shd w:val="clear" w:color="auto" w:fill="FFFFFF"/>
        <w:spacing w:line="263" w:lineRule="atLeast"/>
        <w:ind w:firstLine="720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</w:rPr>
      </w:pPr>
      <w:r w:rsidRPr="00295D0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* 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>Документы прилагаются в соответствии с п. 3.1</w:t>
      </w:r>
      <w:r w:rsidRPr="00295D02">
        <w:rPr>
          <w:rFonts w:ascii="Times New Roman" w:hAnsi="Times New Roman" w:cs="Times New Roman"/>
          <w:sz w:val="28"/>
          <w:szCs w:val="28"/>
        </w:rPr>
        <w:t xml:space="preserve"> 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 xml:space="preserve">Порядок представления, рассмотрения и оценки предложений заинтересованных лиц о включении дворовых территорий </w:t>
      </w:r>
      <w:r w:rsidRPr="00295D0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муниципального образования город Новотроицк в 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 xml:space="preserve">Программу </w:t>
      </w:r>
      <w:r w:rsidRPr="00295D02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(далее - Порядок)</w:t>
      </w:r>
      <w:r w:rsidRPr="00295D0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295D02">
        <w:rPr>
          <w:rFonts w:ascii="Times New Roman" w:hAnsi="Times New Roman" w:cs="Times New Roman"/>
          <w:i/>
          <w:iCs/>
          <w:sz w:val="28"/>
          <w:szCs w:val="28"/>
        </w:rPr>
        <w:t xml:space="preserve">для благоустройства дворовой территории. </w:t>
      </w:r>
    </w:p>
    <w:p w:rsidR="00AF2860" w:rsidRPr="00295D02" w:rsidRDefault="00AF2860" w:rsidP="00295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F2860" w:rsidRPr="00295D02" w:rsidRDefault="00AF2860" w:rsidP="00295D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2860" w:rsidRPr="00295D02" w:rsidRDefault="00AF2860" w:rsidP="00295D02">
      <w:pPr>
        <w:pStyle w:val="ConsPlusNormal"/>
        <w:tabs>
          <w:tab w:val="left" w:pos="36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5D02">
        <w:rPr>
          <w:rFonts w:ascii="Times New Roman" w:hAnsi="Times New Roman" w:cs="Times New Roman"/>
          <w:sz w:val="28"/>
          <w:szCs w:val="28"/>
        </w:rPr>
        <w:t>Представитель                  _____________                                _______________</w:t>
      </w:r>
    </w:p>
    <w:p w:rsidR="00AF2860" w:rsidRPr="00295D02" w:rsidRDefault="00AF2860" w:rsidP="00295D02">
      <w:pPr>
        <w:tabs>
          <w:tab w:val="left" w:pos="7635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95D0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(подпись)                  </w:t>
      </w:r>
    </w:p>
    <w:p w:rsidR="00AF2860" w:rsidRPr="00295D02" w:rsidRDefault="00AF2860" w:rsidP="00295D02">
      <w:pPr>
        <w:tabs>
          <w:tab w:val="left" w:pos="7635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95D0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(Фамилия и инициалы)</w:t>
      </w:r>
    </w:p>
    <w:p w:rsidR="00AF2860" w:rsidRPr="00295D02" w:rsidRDefault="00AF2860" w:rsidP="00295D02">
      <w:pPr>
        <w:shd w:val="clear" w:color="auto" w:fill="FFFFFF"/>
        <w:spacing w:line="263" w:lineRule="atLeast"/>
        <w:ind w:left="64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295D0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                                            </w:t>
      </w:r>
    </w:p>
    <w:p w:rsidR="00AF2860" w:rsidRPr="00294EB4" w:rsidRDefault="00AF2860" w:rsidP="00295D02">
      <w:pPr>
        <w:pStyle w:val="ConsPlusNonformat"/>
        <w:jc w:val="center"/>
        <w:rPr>
          <w:rFonts w:cs="Times New Roman"/>
        </w:rPr>
      </w:pPr>
    </w:p>
    <w:sectPr w:rsidR="00AF2860" w:rsidRPr="00294EB4" w:rsidSect="008E76E4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860" w:rsidRDefault="00AF2860" w:rsidP="007760C6">
      <w:pPr>
        <w:spacing w:after="0" w:line="240" w:lineRule="auto"/>
      </w:pPr>
      <w:r>
        <w:separator/>
      </w:r>
    </w:p>
  </w:endnote>
  <w:endnote w:type="continuationSeparator" w:id="0">
    <w:p w:rsidR="00AF2860" w:rsidRDefault="00AF2860" w:rsidP="0077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860" w:rsidRDefault="00AF2860" w:rsidP="007760C6">
      <w:pPr>
        <w:spacing w:after="0" w:line="240" w:lineRule="auto"/>
      </w:pPr>
      <w:r>
        <w:separator/>
      </w:r>
    </w:p>
  </w:footnote>
  <w:footnote w:type="continuationSeparator" w:id="0">
    <w:p w:rsidR="00AF2860" w:rsidRDefault="00AF2860" w:rsidP="007760C6">
      <w:pPr>
        <w:spacing w:after="0" w:line="240" w:lineRule="auto"/>
      </w:pPr>
      <w:r>
        <w:continuationSeparator/>
      </w:r>
    </w:p>
  </w:footnote>
  <w:footnote w:id="1">
    <w:p w:rsidR="00AF2860" w:rsidRDefault="00AF2860" w:rsidP="00295D02">
      <w:pPr>
        <w:pStyle w:val="FootnoteText"/>
        <w:tabs>
          <w:tab w:val="left" w:pos="284"/>
        </w:tabs>
        <w:jc w:val="both"/>
      </w:pPr>
      <w:r w:rsidRPr="00295D02">
        <w:rPr>
          <w:rStyle w:val="a"/>
          <w:rFonts w:ascii="Times New Roman" w:hAnsi="Times New Roman" w:cs="Times New Roman"/>
        </w:rPr>
        <w:footnoteRef/>
      </w:r>
      <w:r w:rsidRPr="00295D02">
        <w:rPr>
          <w:rFonts w:ascii="Times New Roman" w:hAnsi="Times New Roman" w:cs="Times New Roman"/>
        </w:rPr>
        <w:tab/>
        <w:t xml:space="preserve"> Площадь помещений, относящихся к общему имуществу собственников помещений в многоквартирном доме, </w:t>
      </w:r>
      <w:r w:rsidRPr="00295D02">
        <w:rPr>
          <w:rFonts w:ascii="Times New Roman" w:hAnsi="Times New Roman" w:cs="Times New Roman"/>
          <w:b/>
          <w:bCs/>
          <w:u w:val="single"/>
        </w:rPr>
        <w:t>не учитывается.</w:t>
      </w:r>
    </w:p>
  </w:footnote>
  <w:footnote w:id="2">
    <w:p w:rsidR="00AF2860" w:rsidRDefault="00AF2860" w:rsidP="00295D02">
      <w:pPr>
        <w:pStyle w:val="FootnoteText"/>
        <w:tabs>
          <w:tab w:val="left" w:pos="284"/>
        </w:tabs>
        <w:jc w:val="both"/>
      </w:pPr>
      <w:r w:rsidRPr="00295D02">
        <w:rPr>
          <w:rStyle w:val="a"/>
          <w:rFonts w:ascii="Times New Roman" w:hAnsi="Times New Roman" w:cs="Times New Roman"/>
        </w:rPr>
        <w:footnoteRef/>
      </w:r>
      <w:r w:rsidRPr="00295D02">
        <w:rPr>
          <w:rFonts w:ascii="Times New Roman" w:hAnsi="Times New Roman" w:cs="Times New Roman"/>
        </w:rPr>
        <w:tab/>
        <w:t xml:space="preserve"> См. ч. 3 Ст.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AF2860" w:rsidRDefault="00AF2860" w:rsidP="00295D02">
      <w:pPr>
        <w:tabs>
          <w:tab w:val="left" w:pos="284"/>
        </w:tabs>
        <w:jc w:val="both"/>
      </w:pPr>
      <w:r w:rsidRPr="00295D02">
        <w:rPr>
          <w:rStyle w:val="a"/>
          <w:rFonts w:ascii="Times New Roman" w:hAnsi="Times New Roman" w:cs="Times New Roman"/>
        </w:rPr>
        <w:footnoteRef/>
      </w:r>
      <w:r w:rsidRPr="00295D02">
        <w:rPr>
          <w:rFonts w:ascii="Times New Roman" w:hAnsi="Times New Roman" w:cs="Times New Roman"/>
          <w:sz w:val="20"/>
          <w:szCs w:val="20"/>
        </w:rPr>
        <w:tab/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904"/>
    <w:rsid w:val="000A7C49"/>
    <w:rsid w:val="000B06F0"/>
    <w:rsid w:val="000B39FA"/>
    <w:rsid w:val="000B4B43"/>
    <w:rsid w:val="00103C3C"/>
    <w:rsid w:val="0011550D"/>
    <w:rsid w:val="001925D0"/>
    <w:rsid w:val="001C4763"/>
    <w:rsid w:val="00235C58"/>
    <w:rsid w:val="0023774E"/>
    <w:rsid w:val="00263B52"/>
    <w:rsid w:val="00294EB4"/>
    <w:rsid w:val="00295D02"/>
    <w:rsid w:val="002A0FA9"/>
    <w:rsid w:val="0034752C"/>
    <w:rsid w:val="0035113F"/>
    <w:rsid w:val="003630E3"/>
    <w:rsid w:val="0038617C"/>
    <w:rsid w:val="003C5F4E"/>
    <w:rsid w:val="003F2632"/>
    <w:rsid w:val="00414ED2"/>
    <w:rsid w:val="00441A9F"/>
    <w:rsid w:val="00457F81"/>
    <w:rsid w:val="00474CD3"/>
    <w:rsid w:val="004A4E08"/>
    <w:rsid w:val="00526850"/>
    <w:rsid w:val="00537D26"/>
    <w:rsid w:val="00577EF2"/>
    <w:rsid w:val="0071100C"/>
    <w:rsid w:val="007760C6"/>
    <w:rsid w:val="00785665"/>
    <w:rsid w:val="007D6574"/>
    <w:rsid w:val="00810000"/>
    <w:rsid w:val="008E76E4"/>
    <w:rsid w:val="0092002F"/>
    <w:rsid w:val="00927329"/>
    <w:rsid w:val="009439F6"/>
    <w:rsid w:val="00971A23"/>
    <w:rsid w:val="009B0B6F"/>
    <w:rsid w:val="009C2314"/>
    <w:rsid w:val="00AA0F2C"/>
    <w:rsid w:val="00AA5C3B"/>
    <w:rsid w:val="00AF2860"/>
    <w:rsid w:val="00B74F31"/>
    <w:rsid w:val="00B852A6"/>
    <w:rsid w:val="00C54904"/>
    <w:rsid w:val="00CA0FC4"/>
    <w:rsid w:val="00CA65D1"/>
    <w:rsid w:val="00CD2675"/>
    <w:rsid w:val="00CD5B95"/>
    <w:rsid w:val="00D3508E"/>
    <w:rsid w:val="00D61C8F"/>
    <w:rsid w:val="00D75697"/>
    <w:rsid w:val="00D9090E"/>
    <w:rsid w:val="00D94A9C"/>
    <w:rsid w:val="00E41D7A"/>
    <w:rsid w:val="00E96404"/>
    <w:rsid w:val="00EC6C5D"/>
    <w:rsid w:val="00ED604B"/>
    <w:rsid w:val="00F02806"/>
    <w:rsid w:val="00F32854"/>
    <w:rsid w:val="00F756F0"/>
    <w:rsid w:val="00FA52C2"/>
    <w:rsid w:val="00FE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5490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760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60C6"/>
    <w:rPr>
      <w:rFonts w:ascii="Calibri" w:hAnsi="Calibri" w:cs="Calibri"/>
      <w:sz w:val="20"/>
      <w:szCs w:val="20"/>
    </w:rPr>
  </w:style>
  <w:style w:type="character" w:customStyle="1" w:styleId="a">
    <w:name w:val="Символ сноски"/>
    <w:uiPriority w:val="99"/>
    <w:rsid w:val="007760C6"/>
    <w:rPr>
      <w:vertAlign w:val="superscript"/>
    </w:rPr>
  </w:style>
  <w:style w:type="paragraph" w:styleId="ListParagraph">
    <w:name w:val="List Paragraph"/>
    <w:basedOn w:val="Normal"/>
    <w:uiPriority w:val="99"/>
    <w:qFormat/>
    <w:rsid w:val="007760C6"/>
    <w:pPr>
      <w:ind w:left="720"/>
    </w:pPr>
  </w:style>
  <w:style w:type="paragraph" w:customStyle="1" w:styleId="ConsPlusNormal">
    <w:name w:val="ConsPlusNormal"/>
    <w:uiPriority w:val="99"/>
    <w:rsid w:val="007760C6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273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9C2314"/>
    <w:rPr>
      <w:color w:val="0000FF"/>
      <w:u w:val="single"/>
    </w:rPr>
  </w:style>
  <w:style w:type="paragraph" w:customStyle="1" w:styleId="a0">
    <w:name w:val="Абзац списка"/>
    <w:basedOn w:val="Normal"/>
    <w:uiPriority w:val="99"/>
    <w:rsid w:val="00577EF2"/>
    <w:pPr>
      <w:ind w:left="720"/>
    </w:pPr>
  </w:style>
  <w:style w:type="character" w:customStyle="1" w:styleId="a1">
    <w:name w:val="Знак Знак"/>
    <w:basedOn w:val="DefaultParagraphFont"/>
    <w:uiPriority w:val="99"/>
    <w:rsid w:val="00577EF2"/>
  </w:style>
  <w:style w:type="character" w:customStyle="1" w:styleId="1">
    <w:name w:val="Знак Знак1"/>
    <w:basedOn w:val="DefaultParagraphFont"/>
    <w:uiPriority w:val="99"/>
    <w:rsid w:val="00295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n09107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14</Pages>
  <Words>2968</Words>
  <Characters>16922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Тимошинова Татьяна Петровна</dc:creator>
  <cp:keywords/>
  <dc:description/>
  <cp:lastModifiedBy>Dima</cp:lastModifiedBy>
  <cp:revision>5</cp:revision>
  <cp:lastPrinted>2017-04-10T05:35:00Z</cp:lastPrinted>
  <dcterms:created xsi:type="dcterms:W3CDTF">2017-04-10T06:00:00Z</dcterms:created>
  <dcterms:modified xsi:type="dcterms:W3CDTF">2018-02-16T08:29:00Z</dcterms:modified>
</cp:coreProperties>
</file>