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353"/>
      </w:tblGrid>
      <w:tr w:rsidR="00304819">
        <w:tc>
          <w:tcPr>
            <w:tcW w:w="15353" w:type="dxa"/>
          </w:tcPr>
          <w:p w:rsidR="00304819" w:rsidRPr="0015407B" w:rsidRDefault="00304819" w:rsidP="00EB40E8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40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Таблица показателей деятельности административных комиссий на территории городского округа</w:t>
            </w:r>
          </w:p>
          <w:p w:rsidR="00304819" w:rsidRPr="0015407B" w:rsidRDefault="00304819" w:rsidP="00EB40E8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40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Новотроицк, Оренбургской области по итогам 2016 года</w:t>
            </w:r>
          </w:p>
          <w:p w:rsidR="00304819" w:rsidRPr="00EB40E8" w:rsidRDefault="00304819" w:rsidP="00EB40E8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состоянию на 22</w:t>
            </w:r>
            <w:r w:rsidRPr="001540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</w:tc>
      </w:tr>
    </w:tbl>
    <w:p w:rsidR="00304819" w:rsidRDefault="00304819" w:rsidP="00BE76C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3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8"/>
        <w:gridCol w:w="1430"/>
        <w:gridCol w:w="1320"/>
        <w:gridCol w:w="880"/>
        <w:gridCol w:w="1100"/>
        <w:gridCol w:w="770"/>
        <w:gridCol w:w="1210"/>
        <w:gridCol w:w="770"/>
        <w:gridCol w:w="770"/>
        <w:gridCol w:w="770"/>
        <w:gridCol w:w="660"/>
        <w:gridCol w:w="660"/>
        <w:gridCol w:w="770"/>
        <w:gridCol w:w="550"/>
        <w:gridCol w:w="880"/>
        <w:gridCol w:w="1100"/>
        <w:gridCol w:w="1210"/>
      </w:tblGrid>
      <w:tr w:rsidR="00304819" w:rsidRPr="003076CD">
        <w:trPr>
          <w:trHeight w:val="578"/>
        </w:trPr>
        <w:tc>
          <w:tcPr>
            <w:tcW w:w="548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/</w:t>
            </w: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</w:p>
        </w:tc>
        <w:tc>
          <w:tcPr>
            <w:tcW w:w="143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муниципального образования, в котором создана комиссия</w:t>
            </w:r>
          </w:p>
        </w:tc>
        <w:tc>
          <w:tcPr>
            <w:tcW w:w="132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Количество составленных протоколов об административных правонарушениях</w:t>
            </w:r>
          </w:p>
        </w:tc>
        <w:tc>
          <w:tcPr>
            <w:tcW w:w="1980" w:type="dxa"/>
            <w:gridSpan w:val="2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2750" w:type="dxa"/>
            <w:gridSpan w:val="3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5060" w:type="dxa"/>
            <w:gridSpan w:val="7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 поступивших протоколов</w:t>
            </w:r>
          </w:p>
        </w:tc>
        <w:tc>
          <w:tcPr>
            <w:tcW w:w="2310" w:type="dxa"/>
            <w:gridSpan w:val="2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штрафов в рублях</w:t>
            </w:r>
          </w:p>
        </w:tc>
      </w:tr>
      <w:tr w:rsidR="00304819" w:rsidRPr="003076CD" w:rsidTr="003076CD">
        <w:trPr>
          <w:trHeight w:val="467"/>
        </w:trPr>
        <w:tc>
          <w:tcPr>
            <w:tcW w:w="548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3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членами административных комиссий</w:t>
            </w:r>
          </w:p>
        </w:tc>
        <w:tc>
          <w:tcPr>
            <w:tcW w:w="110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должностными лицами местного самоуправления, уполномоченными составлять протоколы об административных правонарушениях</w:t>
            </w:r>
          </w:p>
        </w:tc>
        <w:tc>
          <w:tcPr>
            <w:tcW w:w="77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 представлению правоохранительных и иных органов</w:t>
            </w:r>
          </w:p>
        </w:tc>
        <w:tc>
          <w:tcPr>
            <w:tcW w:w="121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 постановлению прокурора о возбуждении дела об административном правонарушении</w:t>
            </w:r>
          </w:p>
        </w:tc>
        <w:tc>
          <w:tcPr>
            <w:tcW w:w="77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 заявлениям граждан, общественных объединений</w:t>
            </w:r>
          </w:p>
        </w:tc>
        <w:tc>
          <w:tcPr>
            <w:tcW w:w="77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рассмотрено</w:t>
            </w:r>
          </w:p>
        </w:tc>
        <w:tc>
          <w:tcPr>
            <w:tcW w:w="77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рассмотрено с вынесением административного наказания</w:t>
            </w:r>
          </w:p>
        </w:tc>
        <w:tc>
          <w:tcPr>
            <w:tcW w:w="1320" w:type="dxa"/>
            <w:gridSpan w:val="2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том числе с вынесением</w:t>
            </w:r>
          </w:p>
        </w:tc>
        <w:tc>
          <w:tcPr>
            <w:tcW w:w="77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прекращено производство</w:t>
            </w:r>
          </w:p>
        </w:tc>
        <w:tc>
          <w:tcPr>
            <w:tcW w:w="55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передано по подведомственности</w:t>
            </w:r>
          </w:p>
        </w:tc>
        <w:tc>
          <w:tcPr>
            <w:tcW w:w="88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обжаловано и в результате не исполнено</w:t>
            </w:r>
          </w:p>
        </w:tc>
        <w:tc>
          <w:tcPr>
            <w:tcW w:w="110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наложено</w:t>
            </w:r>
          </w:p>
        </w:tc>
        <w:tc>
          <w:tcPr>
            <w:tcW w:w="1210" w:type="dxa"/>
            <w:vMerge w:val="restart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взыскано</w:t>
            </w:r>
          </w:p>
        </w:tc>
      </w:tr>
      <w:tr w:rsidR="00304819" w:rsidRPr="003076CD" w:rsidTr="003076CD">
        <w:trPr>
          <w:trHeight w:val="1837"/>
        </w:trPr>
        <w:tc>
          <w:tcPr>
            <w:tcW w:w="548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3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предупреждения</w:t>
            </w:r>
          </w:p>
        </w:tc>
        <w:tc>
          <w:tcPr>
            <w:tcW w:w="66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наложения штрафа</w:t>
            </w:r>
          </w:p>
        </w:tc>
        <w:tc>
          <w:tcPr>
            <w:tcW w:w="77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04819" w:rsidRPr="003076CD" w:rsidTr="003076CD">
        <w:tc>
          <w:tcPr>
            <w:tcW w:w="548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2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8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1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7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7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7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6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6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7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5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8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0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10" w:type="dxa"/>
          </w:tcPr>
          <w:p w:rsidR="00304819" w:rsidRPr="003076CD" w:rsidRDefault="00304819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304819" w:rsidRPr="003076CD" w:rsidTr="003076CD">
        <w:tc>
          <w:tcPr>
            <w:tcW w:w="548" w:type="dxa"/>
          </w:tcPr>
          <w:p w:rsidR="00304819" w:rsidRPr="003076CD" w:rsidRDefault="00304819" w:rsidP="00EB40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0" w:type="dxa"/>
          </w:tcPr>
          <w:p w:rsidR="00304819" w:rsidRPr="003076CD" w:rsidRDefault="00304819" w:rsidP="00B0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город Новотроицк</w:t>
            </w:r>
          </w:p>
        </w:tc>
        <w:tc>
          <w:tcPr>
            <w:tcW w:w="132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88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110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1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7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66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77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5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8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357 200</w:t>
            </w:r>
          </w:p>
        </w:tc>
        <w:tc>
          <w:tcPr>
            <w:tcW w:w="1210" w:type="dxa"/>
          </w:tcPr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4819" w:rsidRPr="003076CD" w:rsidRDefault="00304819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6CD">
              <w:rPr>
                <w:rFonts w:ascii="Times New Roman" w:hAnsi="Times New Roman" w:cs="Times New Roman"/>
                <w:sz w:val="16"/>
                <w:szCs w:val="16"/>
              </w:rPr>
              <w:t>52 000</w:t>
            </w:r>
          </w:p>
        </w:tc>
      </w:tr>
    </w:tbl>
    <w:p w:rsidR="00304819" w:rsidRPr="003076CD" w:rsidRDefault="00304819" w:rsidP="00DB18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304819" w:rsidRPr="003076CD" w:rsidSect="00DB188B">
      <w:headerReference w:type="default" r:id="rId6"/>
      <w:pgSz w:w="16838" w:h="11906" w:orient="landscape"/>
      <w:pgMar w:top="-36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819" w:rsidRDefault="00304819" w:rsidP="004E4F8A">
      <w:pPr>
        <w:spacing w:after="0" w:line="240" w:lineRule="auto"/>
      </w:pPr>
      <w:r>
        <w:separator/>
      </w:r>
    </w:p>
  </w:endnote>
  <w:endnote w:type="continuationSeparator" w:id="0">
    <w:p w:rsidR="00304819" w:rsidRDefault="00304819" w:rsidP="004E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819" w:rsidRDefault="00304819" w:rsidP="004E4F8A">
      <w:pPr>
        <w:spacing w:after="0" w:line="240" w:lineRule="auto"/>
      </w:pPr>
      <w:r>
        <w:separator/>
      </w:r>
    </w:p>
  </w:footnote>
  <w:footnote w:type="continuationSeparator" w:id="0">
    <w:p w:rsidR="00304819" w:rsidRDefault="00304819" w:rsidP="004E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819" w:rsidRPr="004E4F8A" w:rsidRDefault="00304819" w:rsidP="004E4F8A">
    <w:pPr>
      <w:pStyle w:val="Header"/>
      <w:tabs>
        <w:tab w:val="left" w:pos="7530"/>
      </w:tabs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F8A"/>
    <w:rsid w:val="00002EB9"/>
    <w:rsid w:val="00042D62"/>
    <w:rsid w:val="000A538C"/>
    <w:rsid w:val="000A6D93"/>
    <w:rsid w:val="000A6E4E"/>
    <w:rsid w:val="000A6F36"/>
    <w:rsid w:val="000E1FC9"/>
    <w:rsid w:val="000E525E"/>
    <w:rsid w:val="00113136"/>
    <w:rsid w:val="0015407B"/>
    <w:rsid w:val="001650D0"/>
    <w:rsid w:val="00171FDA"/>
    <w:rsid w:val="00185E81"/>
    <w:rsid w:val="00187813"/>
    <w:rsid w:val="00192F44"/>
    <w:rsid w:val="00197A22"/>
    <w:rsid w:val="001B1CE3"/>
    <w:rsid w:val="001C4E16"/>
    <w:rsid w:val="001E2DB9"/>
    <w:rsid w:val="001F1D5D"/>
    <w:rsid w:val="0026168D"/>
    <w:rsid w:val="00281CE0"/>
    <w:rsid w:val="002A1740"/>
    <w:rsid w:val="002A39FF"/>
    <w:rsid w:val="002C0DE6"/>
    <w:rsid w:val="002C398A"/>
    <w:rsid w:val="00304819"/>
    <w:rsid w:val="003070A6"/>
    <w:rsid w:val="003076CD"/>
    <w:rsid w:val="00316026"/>
    <w:rsid w:val="00330290"/>
    <w:rsid w:val="003A1EB5"/>
    <w:rsid w:val="0045758F"/>
    <w:rsid w:val="004A182F"/>
    <w:rsid w:val="004C6E76"/>
    <w:rsid w:val="004C79DC"/>
    <w:rsid w:val="004E4F8A"/>
    <w:rsid w:val="004F40E2"/>
    <w:rsid w:val="005173BC"/>
    <w:rsid w:val="00525BAF"/>
    <w:rsid w:val="0052601A"/>
    <w:rsid w:val="00553982"/>
    <w:rsid w:val="00564A44"/>
    <w:rsid w:val="00595548"/>
    <w:rsid w:val="00597624"/>
    <w:rsid w:val="005A6B4C"/>
    <w:rsid w:val="005B31FF"/>
    <w:rsid w:val="005C78DA"/>
    <w:rsid w:val="005D0263"/>
    <w:rsid w:val="006034BA"/>
    <w:rsid w:val="006475B2"/>
    <w:rsid w:val="00664FF6"/>
    <w:rsid w:val="00685CE9"/>
    <w:rsid w:val="00697A07"/>
    <w:rsid w:val="006A7328"/>
    <w:rsid w:val="006A78F4"/>
    <w:rsid w:val="006E52CA"/>
    <w:rsid w:val="00714ADC"/>
    <w:rsid w:val="007174A6"/>
    <w:rsid w:val="00740170"/>
    <w:rsid w:val="00747919"/>
    <w:rsid w:val="0079205D"/>
    <w:rsid w:val="007F4380"/>
    <w:rsid w:val="0081530F"/>
    <w:rsid w:val="00824DB8"/>
    <w:rsid w:val="00863C34"/>
    <w:rsid w:val="008A6BDD"/>
    <w:rsid w:val="008D0E40"/>
    <w:rsid w:val="008E567C"/>
    <w:rsid w:val="00910AC7"/>
    <w:rsid w:val="0091526D"/>
    <w:rsid w:val="00915D40"/>
    <w:rsid w:val="00947022"/>
    <w:rsid w:val="009B62B3"/>
    <w:rsid w:val="00A0510D"/>
    <w:rsid w:val="00A32F63"/>
    <w:rsid w:val="00A33634"/>
    <w:rsid w:val="00A5152A"/>
    <w:rsid w:val="00A70F77"/>
    <w:rsid w:val="00AD127D"/>
    <w:rsid w:val="00B042B8"/>
    <w:rsid w:val="00B223B3"/>
    <w:rsid w:val="00B7242E"/>
    <w:rsid w:val="00BB6D18"/>
    <w:rsid w:val="00BD6FA9"/>
    <w:rsid w:val="00BE76C5"/>
    <w:rsid w:val="00C17468"/>
    <w:rsid w:val="00C202C8"/>
    <w:rsid w:val="00C50C4A"/>
    <w:rsid w:val="00C50E74"/>
    <w:rsid w:val="00C52710"/>
    <w:rsid w:val="00C53A86"/>
    <w:rsid w:val="00C53DB2"/>
    <w:rsid w:val="00C65731"/>
    <w:rsid w:val="00C659F9"/>
    <w:rsid w:val="00C8325F"/>
    <w:rsid w:val="00C872C9"/>
    <w:rsid w:val="00C96090"/>
    <w:rsid w:val="00CC35AA"/>
    <w:rsid w:val="00CC6E47"/>
    <w:rsid w:val="00D02206"/>
    <w:rsid w:val="00D53BD3"/>
    <w:rsid w:val="00DB188B"/>
    <w:rsid w:val="00DE5E94"/>
    <w:rsid w:val="00DF516B"/>
    <w:rsid w:val="00E27FBF"/>
    <w:rsid w:val="00E362DD"/>
    <w:rsid w:val="00E53671"/>
    <w:rsid w:val="00E77DCD"/>
    <w:rsid w:val="00EB40E8"/>
    <w:rsid w:val="00EC057C"/>
    <w:rsid w:val="00EC5DA6"/>
    <w:rsid w:val="00EE4F2F"/>
    <w:rsid w:val="00F03CF6"/>
    <w:rsid w:val="00F0520C"/>
    <w:rsid w:val="00F312F8"/>
    <w:rsid w:val="00F32D5D"/>
    <w:rsid w:val="00F42951"/>
    <w:rsid w:val="00F639B2"/>
    <w:rsid w:val="00FE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7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4F8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4F8A"/>
  </w:style>
  <w:style w:type="paragraph" w:styleId="Footer">
    <w:name w:val="footer"/>
    <w:basedOn w:val="Normal"/>
    <w:link w:val="Foot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800</TotalTime>
  <Pages>1</Pages>
  <Words>173</Words>
  <Characters>988</Characters>
  <Application>Microsoft Office Outlook</Application>
  <DocSecurity>0</DocSecurity>
  <Lines>0</Lines>
  <Paragraphs>0</Paragraphs>
  <ScaleCrop>false</ScaleCrop>
  <Company>УСЗН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Бережная А.Ю.</cp:lastModifiedBy>
  <cp:revision>20</cp:revision>
  <cp:lastPrinted>2016-12-09T07:25:00Z</cp:lastPrinted>
  <dcterms:created xsi:type="dcterms:W3CDTF">2016-08-16T17:31:00Z</dcterms:created>
  <dcterms:modified xsi:type="dcterms:W3CDTF">2016-12-23T06:01:00Z</dcterms:modified>
</cp:coreProperties>
</file>